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E1E48" w:rsidRPr="00122F5F" w:rsidRDefault="00DE1E48" w:rsidP="00122F5F">
      <w:pPr>
        <w:rPr>
          <w:rFonts w:ascii="Calibri Light" w:hAnsi="Calibri Light" w:cs="Calibri Light"/>
          <w:b/>
          <w:bCs/>
          <w:sz w:val="24"/>
          <w:szCs w:val="24"/>
        </w:rPr>
      </w:pPr>
    </w:p>
    <w:p w:rsidR="00DE1E48" w:rsidRPr="00956ECE" w:rsidRDefault="00956ECE" w:rsidP="00956ECE">
      <w:pPr>
        <w:rPr>
          <w:rFonts w:ascii="Calibri Light" w:hAnsi="Calibri Light" w:cs="Calibri Light"/>
          <w:b/>
          <w:bCs/>
          <w:sz w:val="28"/>
          <w:szCs w:val="28"/>
        </w:rPr>
      </w:pPr>
      <w:r w:rsidRPr="00956ECE">
        <w:rPr>
          <w:rFonts w:ascii="Calibri Light" w:hAnsi="Calibri Light" w:cs="Calibri Light"/>
          <w:b/>
          <w:bCs/>
          <w:sz w:val="28"/>
          <w:szCs w:val="28"/>
        </w:rPr>
        <w:t xml:space="preserve">Grand Strategy </w:t>
      </w:r>
      <w:r>
        <w:rPr>
          <w:rFonts w:ascii="Calibri Light" w:hAnsi="Calibri Light" w:cs="Calibri Light"/>
          <w:b/>
          <w:bCs/>
          <w:sz w:val="28"/>
          <w:szCs w:val="28"/>
        </w:rPr>
        <w:t>o</w:t>
      </w:r>
      <w:r w:rsidRPr="00956ECE">
        <w:rPr>
          <w:rFonts w:ascii="Calibri Light" w:hAnsi="Calibri Light" w:cs="Calibri Light"/>
          <w:b/>
          <w:bCs/>
          <w:sz w:val="28"/>
          <w:szCs w:val="28"/>
        </w:rPr>
        <w:t xml:space="preserve">f </w:t>
      </w:r>
      <w:r w:rsidR="000B4A2D">
        <w:rPr>
          <w:rFonts w:ascii="Calibri Light" w:hAnsi="Calibri Light" w:cs="Calibri Light"/>
          <w:b/>
          <w:bCs/>
          <w:sz w:val="28"/>
          <w:szCs w:val="28"/>
        </w:rPr>
        <w:t xml:space="preserve">the </w:t>
      </w:r>
      <w:proofErr w:type="spellStart"/>
      <w:r w:rsidRPr="00956ECE">
        <w:rPr>
          <w:rFonts w:ascii="Calibri Light" w:hAnsi="Calibri Light" w:cs="Calibri Light"/>
          <w:b/>
          <w:bCs/>
          <w:sz w:val="28"/>
          <w:szCs w:val="28"/>
        </w:rPr>
        <w:t>Larantuka</w:t>
      </w:r>
      <w:proofErr w:type="spellEnd"/>
      <w:r w:rsidRPr="00956ECE">
        <w:rPr>
          <w:rFonts w:ascii="Calibri Light" w:hAnsi="Calibri Light" w:cs="Calibri Light"/>
          <w:b/>
          <w:bCs/>
          <w:sz w:val="28"/>
          <w:szCs w:val="28"/>
        </w:rPr>
        <w:t xml:space="preserve"> Kingdom: A Historical Perspective</w:t>
      </w:r>
    </w:p>
    <w:p w:rsidR="00DE1E48" w:rsidRPr="00122F5F" w:rsidRDefault="00DE1E48" w:rsidP="001D7DEE">
      <w:pPr>
        <w:jc w:val="center"/>
        <w:rPr>
          <w:rFonts w:ascii="Calibri Light" w:hAnsi="Calibri Light" w:cs="Calibri Light"/>
          <w:sz w:val="24"/>
          <w:szCs w:val="24"/>
        </w:rPr>
      </w:pPr>
    </w:p>
    <w:p w:rsidR="008C45DE" w:rsidRPr="00540F02" w:rsidRDefault="00956ECE" w:rsidP="00122F5F">
      <w:pPr>
        <w:rPr>
          <w:rFonts w:ascii="Calibri Light" w:hAnsi="Calibri Light" w:cs="Calibri Light"/>
          <w:color w:val="A6A6A6"/>
          <w:sz w:val="24"/>
          <w:szCs w:val="24"/>
        </w:rPr>
      </w:pPr>
      <w:r>
        <w:rPr>
          <w:rFonts w:ascii="Calibri Light" w:hAnsi="Calibri Light" w:cs="Calibri Light"/>
          <w:b/>
          <w:bCs/>
          <w:sz w:val="24"/>
          <w:szCs w:val="24"/>
        </w:rPr>
        <w:t>Hariyono</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Daya Negri Wijaya</w:t>
      </w:r>
      <w:r w:rsidRPr="00122F5F">
        <w:rPr>
          <w:rFonts w:ascii="Calibri Light" w:hAnsi="Calibri Light" w:cs="Calibri Light"/>
          <w:b/>
          <w:bCs/>
          <w:sz w:val="24"/>
          <w:szCs w:val="24"/>
          <w:lang w:val="id-ID"/>
        </w:rPr>
        <w:t>*</w:t>
      </w:r>
      <w:r>
        <w:rPr>
          <w:rFonts w:ascii="Calibri Light" w:hAnsi="Calibri Light" w:cs="Calibri Light"/>
          <w:b/>
          <w:bCs/>
          <w:sz w:val="24"/>
          <w:szCs w:val="24"/>
          <w:vertAlign w:val="superscript"/>
        </w:rPr>
        <w:t>1</w:t>
      </w:r>
      <w:r w:rsidR="000B4A2D">
        <w:rPr>
          <w:rFonts w:ascii="Calibri Light" w:hAnsi="Calibri Light" w:cs="Calibri Light"/>
          <w:b/>
          <w:bCs/>
          <w:sz w:val="24"/>
          <w:szCs w:val="24"/>
          <w:vertAlign w:val="superscript"/>
        </w:rPr>
        <w:t>2</w:t>
      </w:r>
      <w:r>
        <w:rPr>
          <w:rFonts w:ascii="Calibri Light" w:hAnsi="Calibri Light" w:cs="Calibri Light"/>
          <w:b/>
          <w:bCs/>
          <w:sz w:val="24"/>
          <w:szCs w:val="24"/>
        </w:rPr>
        <w:t xml:space="preserve">, Deny </w:t>
      </w:r>
      <w:proofErr w:type="spellStart"/>
      <w:r>
        <w:rPr>
          <w:rFonts w:ascii="Calibri Light" w:hAnsi="Calibri Light" w:cs="Calibri Light"/>
          <w:b/>
          <w:bCs/>
          <w:sz w:val="24"/>
          <w:szCs w:val="24"/>
        </w:rPr>
        <w:t>Yudo</w:t>
      </w:r>
      <w:proofErr w:type="spellEnd"/>
      <w:r>
        <w:rPr>
          <w:rFonts w:ascii="Calibri Light" w:hAnsi="Calibri Light" w:cs="Calibri Light"/>
          <w:b/>
          <w:bCs/>
          <w:sz w:val="24"/>
          <w:szCs w:val="24"/>
        </w:rPr>
        <w:t xml:space="preserve"> Wahyudi</w:t>
      </w:r>
      <w:r>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p>
    <w:p w:rsidR="009E4EBA"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sidR="00956ECE">
        <w:rPr>
          <w:rFonts w:ascii="Calibri Light" w:hAnsi="Calibri Light" w:cs="Calibri Light"/>
          <w:sz w:val="24"/>
          <w:szCs w:val="24"/>
        </w:rPr>
        <w:t xml:space="preserve">History </w:t>
      </w:r>
      <w:r w:rsidRPr="00122F5F">
        <w:rPr>
          <w:rFonts w:ascii="Calibri Light" w:hAnsi="Calibri Light" w:cs="Calibri Light"/>
          <w:sz w:val="24"/>
          <w:szCs w:val="24"/>
        </w:rPr>
        <w:t xml:space="preserve">Department, </w:t>
      </w:r>
      <w:r w:rsidR="00956ECE">
        <w:rPr>
          <w:rFonts w:ascii="Calibri Light" w:hAnsi="Calibri Light" w:cs="Calibri Light"/>
          <w:sz w:val="24"/>
          <w:szCs w:val="24"/>
        </w:rPr>
        <w:t>Universitas Negeri Malang</w:t>
      </w:r>
      <w:r w:rsidRPr="00122F5F">
        <w:rPr>
          <w:rFonts w:ascii="Calibri Light" w:hAnsi="Calibri Light" w:cs="Calibri Light"/>
          <w:sz w:val="24"/>
          <w:szCs w:val="24"/>
        </w:rPr>
        <w:t xml:space="preserve">, </w:t>
      </w:r>
      <w:r w:rsidR="00956ECE" w:rsidRPr="00956ECE">
        <w:rPr>
          <w:rFonts w:ascii="Calibri Light" w:hAnsi="Calibri Light" w:cs="Calibri Light"/>
          <w:sz w:val="24"/>
          <w:szCs w:val="24"/>
        </w:rPr>
        <w:t>Jl. Semarang 5 Malang, 65145 Telp. (0341) 551312 Malang, Indonesia</w:t>
      </w:r>
      <w:r w:rsidRPr="00122F5F">
        <w:rPr>
          <w:rFonts w:ascii="Calibri Light" w:hAnsi="Calibri Light" w:cs="Calibri Light"/>
          <w:sz w:val="24"/>
          <w:szCs w:val="24"/>
        </w:rPr>
        <w:t xml:space="preserve">, </w:t>
      </w:r>
      <w:hyperlink r:id="rId7" w:history="1">
        <w:r w:rsidR="000B4A2D" w:rsidRPr="005D3F5F">
          <w:rPr>
            <w:rStyle w:val="Hyperlink"/>
            <w:rFonts w:ascii="Calibri Light" w:hAnsi="Calibri Light" w:cs="Calibri Light"/>
            <w:sz w:val="24"/>
            <w:szCs w:val="24"/>
          </w:rPr>
          <w:t>daya.negri.fis@um.ac.id</w:t>
        </w:r>
      </w:hyperlink>
      <w:r w:rsidRPr="00122F5F">
        <w:rPr>
          <w:rFonts w:ascii="Calibri Light" w:hAnsi="Calibri Light" w:cs="Calibri Light"/>
          <w:sz w:val="24"/>
          <w:szCs w:val="24"/>
        </w:rPr>
        <w:t xml:space="preserve">) </w:t>
      </w:r>
    </w:p>
    <w:p w:rsidR="000B4A2D" w:rsidRDefault="000B4A2D" w:rsidP="000B4A2D">
      <w:pPr>
        <w:rPr>
          <w:rFonts w:ascii="Calibri Light" w:hAnsi="Calibri Light" w:cs="Calibri Light"/>
          <w:sz w:val="24"/>
          <w:szCs w:val="24"/>
        </w:rPr>
      </w:pPr>
      <w:r>
        <w:rPr>
          <w:rFonts w:ascii="Calibri Light" w:hAnsi="Calibri Light" w:cs="Calibri Light"/>
          <w:sz w:val="24"/>
          <w:szCs w:val="24"/>
          <w:vertAlign w:val="superscript"/>
        </w:rPr>
        <w:t>2</w:t>
      </w:r>
      <w:r w:rsidRPr="00122F5F">
        <w:rPr>
          <w:rFonts w:ascii="Calibri Light" w:hAnsi="Calibri Light" w:cs="Calibri Light"/>
          <w:sz w:val="24"/>
          <w:szCs w:val="24"/>
        </w:rPr>
        <w:t>(</w:t>
      </w:r>
      <w:r>
        <w:rPr>
          <w:rFonts w:ascii="Calibri Light" w:hAnsi="Calibri Light" w:cs="Calibri Light"/>
          <w:sz w:val="24"/>
          <w:szCs w:val="24"/>
        </w:rPr>
        <w:t>Center for Economics Humanities and Tourism</w:t>
      </w:r>
      <w:r w:rsidRPr="00122F5F">
        <w:rPr>
          <w:rFonts w:ascii="Calibri Light" w:hAnsi="Calibri Light" w:cs="Calibri Light"/>
          <w:sz w:val="24"/>
          <w:szCs w:val="24"/>
        </w:rPr>
        <w:t xml:space="preserve">, </w:t>
      </w:r>
      <w:r>
        <w:rPr>
          <w:rFonts w:ascii="Calibri Light" w:hAnsi="Calibri Light" w:cs="Calibri Light"/>
          <w:sz w:val="24"/>
          <w:szCs w:val="24"/>
        </w:rPr>
        <w:t>Research Institute and Community Engagement, Universitas Negeri Malang</w:t>
      </w:r>
      <w:r w:rsidRPr="00122F5F">
        <w:rPr>
          <w:rFonts w:ascii="Calibri Light" w:hAnsi="Calibri Light" w:cs="Calibri Light"/>
          <w:sz w:val="24"/>
          <w:szCs w:val="24"/>
        </w:rPr>
        <w:t xml:space="preserve">, </w:t>
      </w:r>
      <w:r w:rsidRPr="00956ECE">
        <w:rPr>
          <w:rFonts w:ascii="Calibri Light" w:hAnsi="Calibri Light" w:cs="Calibri Light"/>
          <w:sz w:val="24"/>
          <w:szCs w:val="24"/>
        </w:rPr>
        <w:t>Jl. Semarang 5 Malang, 65145 Telp. (0341) 551312 Malang, Indonesia</w:t>
      </w:r>
      <w:r w:rsidRPr="00122F5F">
        <w:rPr>
          <w:rFonts w:ascii="Calibri Light" w:hAnsi="Calibri Light" w:cs="Calibri Light"/>
          <w:sz w:val="24"/>
          <w:szCs w:val="24"/>
        </w:rPr>
        <w:t xml:space="preserve">) </w:t>
      </w:r>
    </w:p>
    <w:p w:rsidR="00DE1E48" w:rsidRPr="00122F5F" w:rsidRDefault="00DE1E48" w:rsidP="000B4A2D">
      <w:pP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956ECE"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extent cx="255270" cy="255270"/>
            <wp:effectExtent l="0" t="0" r="0" b="0"/>
            <wp:docPr id="9" name="image2.jpeg" descr="E:\DERGILER\ortak-kaynaklar-gorseller\Doi-1024x629 - Kopy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0B0707">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DE1E48" w:rsidRPr="00956ECE" w:rsidRDefault="00A27B34" w:rsidP="00956ECE">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56ECE" w:rsidRPr="00956ECE">
        <w:rPr>
          <w:rFonts w:ascii="Calibri Light" w:hAnsi="Calibri Light" w:cs="Calibri Light"/>
          <w:i/>
          <w:iCs/>
          <w:noProof/>
          <w:color w:val="000000"/>
          <w:sz w:val="24"/>
          <w:szCs w:val="24"/>
        </w:rPr>
        <w:t xml:space="preserve">This paper aims to assess the success and failure of the Larantuka Kingdom during the colonial period. Larantuka played the diplomatic gift and maintained its military infrastructure to run its political and economic affairs in the East Lesser Sunda Islands. The study used a historical approach to reconstruct early modern Larantuka and reflect on the current national strategy. This paper, therefore, proposes the theory of grand strategy to analyse the dynamics of early modern Larantuka. This study found that political-economic and religious diplomacy had affected the transition of Larantuka's traditional state system into a Catholic kingdom. The capacity of state leaders, political-economic alliances, diplomacy, and military power also determined the rise of the Larantuka Kingdom in the 17th century. A strong military and political network should be followed by resource utilisation. Allies and partners greatly impacted Larantuka’s power and sustainability. Finally, state leader shifting and decision-making became the pivotal factors in the failure and decline of the Larantuka Kingdom in the 20th century. </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956ECE" w:rsidRPr="00956ECE">
        <w:rPr>
          <w:rStyle w:val="shorttext"/>
          <w:rFonts w:ascii="Calibri Light" w:hAnsi="Calibri Light" w:cs="Calibri Light"/>
          <w:i/>
          <w:iCs/>
          <w:sz w:val="24"/>
          <w:szCs w:val="24"/>
          <w:lang w:val="en"/>
        </w:rPr>
        <w:t xml:space="preserve">diplomacy; grand strategy; </w:t>
      </w:r>
      <w:proofErr w:type="spellStart"/>
      <w:r w:rsidR="00956ECE" w:rsidRPr="00956ECE">
        <w:rPr>
          <w:rStyle w:val="shorttext"/>
          <w:rFonts w:ascii="Calibri Light" w:hAnsi="Calibri Light" w:cs="Calibri Light"/>
          <w:i/>
          <w:iCs/>
          <w:sz w:val="24"/>
          <w:szCs w:val="24"/>
          <w:lang w:val="en"/>
        </w:rPr>
        <w:t>Larantuka</w:t>
      </w:r>
      <w:proofErr w:type="spellEnd"/>
      <w:r w:rsidR="00956ECE" w:rsidRPr="00956ECE">
        <w:rPr>
          <w:rStyle w:val="shorttext"/>
          <w:rFonts w:ascii="Calibri Light" w:hAnsi="Calibri Light" w:cs="Calibri Light"/>
          <w:i/>
          <w:iCs/>
          <w:sz w:val="24"/>
          <w:szCs w:val="24"/>
          <w:lang w:val="en"/>
        </w:rPr>
        <w:t>; military infrastructure; political economy</w:t>
      </w:r>
      <w:r w:rsidR="00956ECE">
        <w:rPr>
          <w:rStyle w:val="shorttext"/>
          <w:rFonts w:ascii="Calibri Light" w:hAnsi="Calibri Light" w:cs="Calibri Light"/>
          <w:i/>
          <w:iCs/>
          <w:sz w:val="24"/>
          <w:szCs w:val="24"/>
          <w:lang w:val="en"/>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0A1764" w:rsidRDefault="000A1764" w:rsidP="00003189">
      <w:pPr>
        <w:spacing w:before="120" w:after="120"/>
        <w:ind w:left="426"/>
        <w:jc w:val="both"/>
        <w:rPr>
          <w:rFonts w:ascii="Calibri Light" w:hAnsi="Calibri Light" w:cs="Calibri Light"/>
          <w:sz w:val="24"/>
          <w:szCs w:val="24"/>
        </w:rPr>
      </w:pP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is located in the eastern coast of Flores Island. Flores along with other Lesser Sunda Islands consisting of Solor,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Lomblen</w:t>
      </w:r>
      <w:proofErr w:type="spellEnd"/>
      <w:r w:rsidRPr="000A1764">
        <w:rPr>
          <w:rFonts w:ascii="Calibri Light" w:hAnsi="Calibri Light" w:cs="Calibri Light"/>
          <w:sz w:val="24"/>
          <w:szCs w:val="24"/>
        </w:rPr>
        <w:t xml:space="preserve"> (Lembata), Ende, Pantar, Alor, Sumba, </w:t>
      </w:r>
      <w:r w:rsidRPr="000A1764">
        <w:rPr>
          <w:rFonts w:ascii="Calibri Light" w:hAnsi="Calibri Light" w:cs="Calibri Light"/>
          <w:sz w:val="24"/>
          <w:szCs w:val="24"/>
        </w:rPr>
        <w:lastRenderedPageBreak/>
        <w:t xml:space="preserve">Savu, Roti and Timor were famous for producing sandalwood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{"citationID":"dzRRwFvd","properties":{"formattedCitation":"(Matos, 1995, p. 99; Teixeira, 1963, p. 81)","plainCitation":"(Matos, 1995, p. 99; Teixeira, 1963, p. 81)","noteIndex":0},"citationItems":[{"id":"sYoH7Wzu/IXcnrBs8","uris":["http://zotero.org/users/local/tMg75FXv/items/67CZKJ7J"],"itemData":{"id":423,"type":"book","edition":"First Edition","language":"English","publisher":"Imrensa Nacional-Casa Da Moeda","source":"Amazon","title":"Portugal on the Seaway to Spices","author":[{"family":"Matos","given":"Artur Teodoro De"}],"issued":{"date-parts":[["1995",1,1]]}},"locator":"99","label":"page"},{"id":"sYoH7Wzu/a29Ku8V2","uris":["http://zotero.org/users/local/tMg75FXv/items/5P6WI2IS"],"itemData":{"id":425,"type":"book","language":"en","note":"Google-Books-ID: uDDSAAAAMAAJ","number-of-pages":"536","publisher":"Agência Geral do Ultramar","source":"Google Books","title":"The Portuguese Missions in Malacca and Singapore (1511-1958): Singapore","title-short":"The Portuguese Missions in Malacca and Singapore (1511-1958)","author":[{"family":"Teixeira","given":"Manuel"}],"issued":{"date-parts":[["1963"]]}},"locator":"81","label":"page"}],"schema":"https://github.com/citation-style-language/schema/raw/master/csl-citation.json"}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(Matos, 1995, p. 99; Teixeira, 1963, p. 81)</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lies within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Strait, which separates Flores Island from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Island. Its location was strategically more advantageous and less dependent on its livelihood on the </w:t>
      </w:r>
      <w:proofErr w:type="spellStart"/>
      <w:r w:rsidRPr="000A1764">
        <w:rPr>
          <w:rFonts w:ascii="Calibri Light" w:hAnsi="Calibri Light" w:cs="Calibri Light"/>
          <w:sz w:val="24"/>
          <w:szCs w:val="24"/>
        </w:rPr>
        <w:t>neighbouring</w:t>
      </w:r>
      <w:proofErr w:type="spellEnd"/>
      <w:r w:rsidRPr="000A1764">
        <w:rPr>
          <w:rFonts w:ascii="Calibri Light" w:hAnsi="Calibri Light" w:cs="Calibri Light"/>
          <w:sz w:val="24"/>
          <w:szCs w:val="24"/>
        </w:rPr>
        <w:t xml:space="preserve"> islands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{"citationID":"1FG3sr22","properties":{"formattedCitation":"(Abdurachman, 2008, p. 79; Pradjoko &amp; Kartika, 2014, pp. 42\\uc0\\u8211{}43)","plainCitation":"(Abdurachman, 2008, p. 79; Pradjoko &amp; Kartika, 2014, pp. 42–43)","noteIndex":0},"citationItems":[{"id":"sYoH7Wzu/v5Y3QpGP","uris":["http://zotero.org/users/local/tMg75FXv/items/PEKFMTAA"],"itemData":{"id":409,"type":"book","abstract":"Kehadiran Portugis di perairan dan kepulauan Indonesia kurang-lebih 500 tahun yang lalu telah meninggalkan jejak-jejak sejarah sampai hari ini masih dipertahankan oleh beberapa komunitas lokal di Nusantara, khususnya di Flores, Solor, dan Maluku. Salah satu warisan Portugis yang menarik adalah nama Pulau Flores yang sesungguhnya merupakan kependekan dari Cabo de Flores, sebuah nama yang dipergunakan pelaut-pelaut Portugis di masa lalu ketika mereka mencapai Tanjung Bunga.  Istilah ‘bunga angin’ yang dipilih sebagai judul buku ini juga mempunyai arti yang sama dengan istilah flor (flor de agua, mar em flor) dalam bahasa nautikal Portugis di abad ke-16. Bunga angin berarti aroma ombak atau angin sepoi-sepoi yang mendahului badai. Oleh karena itu buku Bungan Angin Portugis di Nusantara ini merupakan kumpulan narasi tentang jejak-jejak Portugis di Nusantara yang telah memberikan warna unik kepada kehidupan masyarakat Indonesia yang disentuhnya.  Hanya sedikit peneliti Indonesia yang memberikan perhatian kepada warisan sejarah ini, walaupun banyak hal dalam kehidupan kita hari ini tidak bisa dilepaskan dari fakta sejarah tersebut. Penerbitan kembali karya Paramita R. Abdurachman tentang sumber-sumber sejarah Portugis di Indonesia yang selama ini tersebar di berbagai jurnal, merupakan suatu upaya mengajak generasi muda Indonesia untuk memahami masa lalu masyarakat kita bagi kebaikan masa depan bangsa, khusunya dalam menata hubungan antar bangsa.","ISBN":"978-602-433-027-9","language":"en","note":"Google-Books-ID: EtXXDQAAQBAJ","number-of-pages":"297","publisher":"Yayasan Pustaka Obor Indonesia","source":"Google Books","title":"Bunga Angin Portugis di Nusantara: Jejak-jejak Kebudayaan Portugis di Nusantara","title-short":"Bunga Angin Portugis di Nusantara","author":[{"family":"Abdurachman","given":"Paramitha R."}],"issued":{"date-parts":[["2008"]]}},"locator":"79","label":"page"},{"id":"sYoH7Wzu/NR1ReQLZ","uris":["http://zotero.org/users/local/tMg75FXv/items/NVMLJFCK"],"itemData":{"id":414,"type":"book","abstract":"History of shipping and trade at Savu sea, Indonesia in the 18th century to the beginning of 20th century.","ISBN":"978-602-273-001-9","language":"id","note":"Google-Books-ID: AdbVoAEACAAJ","number-of-pages":"340","publisher":"Wedatama Widyasastra","source":"Google Books","title":"Pelayaran dan perdagangan kawasan Laut Sawu: abad ke-18-awal abad ke-20","title-short":"Pelayaran dan perdagangan kawasan Laut Sawu","author":[{"family":"Pradjoko","given":"Didik"},{"family":"Kartika","given":"Friska Indah"}],"issued":{"date-parts":[["2014"]]}},"locator":"42-43","label":"page"}],"schema":"https://github.com/citation-style-language/schema/raw/master/csl-citation.json"}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w:t>
      </w:r>
      <w:proofErr w:type="spellStart"/>
      <w:r w:rsidRPr="000A1764">
        <w:rPr>
          <w:rFonts w:ascii="Calibri Light" w:hAnsi="Calibri Light" w:cs="Calibri Light"/>
          <w:sz w:val="24"/>
          <w:szCs w:val="24"/>
        </w:rPr>
        <w:t>Abdurachman</w:t>
      </w:r>
      <w:proofErr w:type="spellEnd"/>
      <w:r w:rsidRPr="000A1764">
        <w:rPr>
          <w:rFonts w:ascii="Calibri Light" w:hAnsi="Calibri Light" w:cs="Calibri Light"/>
          <w:sz w:val="24"/>
          <w:szCs w:val="24"/>
        </w:rPr>
        <w:t>, 2008, p. 79; Pradjoko &amp; Kartika, 2014, pp. 42–43)</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For early modern Portuguese,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had a safe bay and was protected by two small islands directly adjacent, namely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and Solor Islands.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Harbor was a well-protected natural </w:t>
      </w:r>
      <w:proofErr w:type="spellStart"/>
      <w:r w:rsidRPr="000A1764">
        <w:rPr>
          <w:rFonts w:ascii="Calibri Light" w:hAnsi="Calibri Light" w:cs="Calibri Light"/>
          <w:sz w:val="24"/>
          <w:szCs w:val="24"/>
        </w:rPr>
        <w:t>harbour</w:t>
      </w:r>
      <w:proofErr w:type="spellEnd"/>
      <w:r w:rsidRPr="000A1764">
        <w:rPr>
          <w:rFonts w:ascii="Calibri Light" w:hAnsi="Calibri Light" w:cs="Calibri Light"/>
          <w:sz w:val="24"/>
          <w:szCs w:val="24"/>
        </w:rPr>
        <w:t xml:space="preserve"> from the storm. The area near the seaside was quite productive, so it could be planted. From the side, </w:t>
      </w:r>
      <w:proofErr w:type="spellStart"/>
      <w:r w:rsidRPr="000A1764">
        <w:rPr>
          <w:rFonts w:ascii="Calibri Light" w:hAnsi="Calibri Light" w:cs="Calibri Light"/>
          <w:sz w:val="24"/>
          <w:szCs w:val="24"/>
        </w:rPr>
        <w:t>Larantuka's</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defence</w:t>
      </w:r>
      <w:proofErr w:type="spellEnd"/>
      <w:r w:rsidRPr="000A1764">
        <w:rPr>
          <w:rFonts w:ascii="Calibri Light" w:hAnsi="Calibri Light" w:cs="Calibri Light"/>
          <w:sz w:val="24"/>
          <w:szCs w:val="24"/>
        </w:rPr>
        <w:t xml:space="preserve"> was very good, because there was a naval blockade so that the locals were protected when leaving for another seaside area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{"citationID":"d9sQYOPM","properties":{"formattedCitation":"(Samingan &amp; Roe, 2021)","plainCitation":"(Samingan &amp; Roe, 2021)","noteIndex":0},"citationItems":[{"id":"sYoH7Wzu/155nAELZ","uris":["http://zotero.org/users/local/tMg75FXv/items/CU28P25A"],"itemData":{"id":427,"type":"article-journal","abstract":"Penelitian ini bertujuan untuk mengetahui kedatangan bangsa Portugis di Nusa Tenggara Timur dalam berdagang dan menyebarkan agama Katolik.  Metode digunakan penelitian yaitu metode sejarah (historical method). Adapun langkah-langkah metode sejarah, yaitu mengumpulkan sumber (heuristik), kritik sumber atau verifikasi, interpretasi, historiografi (penulisan sejarah). Hasil penelitian ini, yaitu kedatangan bangsa Portugis ke Nusa Tenggara Timur tidak terlepas dari pengaruh perdagangan rempah yang menjadi daya minat tinggi pasaran Eropa. Produk kayu Cendana merupakan barang unggulan yang memiliki daya beli tinggi di Eropa. Berbagai setrategi dan daya pikat hingga akhirnya Portugis dapat menguasai perdagangan kayu Cendana bahkan sampai membuat pos pertahanan di Nusa Tenggara Timur. Selain mencari rempah produk kayu Cendana Bangsa Portugis juga memiliki tujuan yaitu menyebarkan agama Katolik. Wilayah-wilayah yang menjadi bagian kekusaan perdagangan Portugis di Nusa Tenggara Timur merupakan tujuan utama misionaris.","container-title":"Historis : Jurnal Kajian, Penelitian dan Pengembangan Pendidikan Sejarah","DOI":"10.31764/historis.v6i1.4441","ISSN":"2614-1167","issue":"1","language":"en","page":"18-24","source":"journal.ummat.ac.id","title":"KEDATANGAN BANGSA PORTUGIS: BERDAGANG DAN MENYEBARKAN AGAMA KATOLIK DI NUSA TENGGARA TIMUR","title-short":"KEDATANGAN BANGSA PORTUGIS","volume":"6","author":[{"family":"Samingan","given":"Samingan"},{"family":"Roe","given":"Yosef Tomi"}],"issued":{"date-parts":[["2021",6,30]]}}}],"schema":"https://github.com/citation-style-language/schema/raw/master/csl-citation.json"}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(Samingan &amp; Roe, 2021)</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Early modern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played a pivotal role as a trading hub for sandalwood commerce. If the northern coast of Flores served the spice trade from the Moluccas to Java and Malacca, the south coast of Flores including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facilitated the sandalwood trade (along with beeswax and honey) from the Lesser Sunda Islands, especially Sumba and Timor to China (Macao during the Portuguese hegemony) and India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{"citationID":"gdB8SoMx","properties":{"formattedCitation":"(Abdurachman, 2008, p. 59)","plainCitation":"(Abdurachman, 2008, p. 59)","noteIndex":0},"citationItems":[{"id":"sYoH7Wzu/v5Y3QpGP","uris":["http://zotero.org/users/local/tMg75FXv/items/PEKFMTAA"],"itemData":{"id":409,"type":"book","abstract":"Kehadiran Portugis di perairan dan kepulauan Indonesia kurang-lebih 500 tahun yang lalu telah meninggalkan jejak-jejak sejarah sampai hari ini masih dipertahankan oleh beberapa komunitas lokal di Nusantara, khususnya di Flores, Solor, dan Maluku. Salah satu warisan Portugis yang menarik adalah nama Pulau Flores yang sesungguhnya merupakan kependekan dari Cabo de Flores, sebuah nama yang dipergunakan pelaut-pelaut Portugis di masa lalu ketika mereka mencapai Tanjung Bunga.  Istilah ‘bunga angin’ yang dipilih sebagai judul buku ini juga mempunyai arti yang sama dengan istilah flor (flor de agua, mar em flor) dalam bahasa nautikal Portugis di abad ke-16. Bunga angin berarti aroma ombak atau angin sepoi-sepoi yang mendahului badai. Oleh karena itu buku Bungan Angin Portugis di Nusantara ini merupakan kumpulan narasi tentang jejak-jejak Portugis di Nusantara yang telah memberikan warna unik kepada kehidupan masyarakat Indonesia yang disentuhnya.  Hanya sedikit peneliti Indonesia yang memberikan perhatian kepada warisan sejarah ini, walaupun banyak hal dalam kehidupan kita hari ini tidak bisa dilepaskan dari fakta sejarah tersebut. Penerbitan kembali karya Paramita R. Abdurachman tentang sumber-sumber sejarah Portugis di Indonesia yang selama ini tersebar di berbagai jurnal, merupakan suatu upaya mengajak generasi muda Indonesia untuk memahami masa lalu masyarakat kita bagi kebaikan masa depan bangsa, khusunya dalam menata hubungan antar bangsa.","ISBN":"978-602-433-027-9","language":"en","note":"Google-Books-ID: EtXXDQAAQBAJ","number-of-pages":"297","publisher":"Yayasan Pustaka Obor Indonesia","source":"Google Books","title":"Bunga Angin Portugis di Nusantara: Jejak-jejak Kebudayaan Portugis di Nusantara","title-short":"Bunga Angin Portugis di Nusantara","author":[{"family":"Abdurachman","given":"Paramitha R."}],"issued":{"date-parts":[["2008"]]}},"locator":"59","label":"page"}],"schema":"https://github.com/citation-style-language/schema/raw/master/csl-citation.json"}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(Abdurachman, 2008, p. 59)</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26"/>
        <w:jc w:val="both"/>
        <w:rPr>
          <w:rFonts w:ascii="Calibri Light" w:hAnsi="Calibri Light" w:cs="Calibri Light"/>
          <w:sz w:val="24"/>
          <w:szCs w:val="24"/>
        </w:rPr>
      </w:pPr>
      <w:r w:rsidRPr="000A1764">
        <w:rPr>
          <w:rFonts w:ascii="Calibri Light" w:hAnsi="Calibri Light" w:cs="Calibri Light"/>
          <w:sz w:val="24"/>
          <w:szCs w:val="24"/>
        </w:rPr>
        <w:t xml:space="preserve">The growth of the commercial economy drove the locals to </w:t>
      </w:r>
      <w:proofErr w:type="spellStart"/>
      <w:r w:rsidRPr="000A1764">
        <w:rPr>
          <w:rFonts w:ascii="Calibri Light" w:hAnsi="Calibri Light" w:cs="Calibri Light"/>
          <w:sz w:val="24"/>
          <w:szCs w:val="24"/>
        </w:rPr>
        <w:t>organise</w:t>
      </w:r>
      <w:proofErr w:type="spellEnd"/>
      <w:r w:rsidRPr="000A1764">
        <w:rPr>
          <w:rFonts w:ascii="Calibri Light" w:hAnsi="Calibri Light" w:cs="Calibri Light"/>
          <w:sz w:val="24"/>
          <w:szCs w:val="24"/>
        </w:rPr>
        <w:t xml:space="preserve"> a political entity. It was important to </w:t>
      </w:r>
      <w:proofErr w:type="spellStart"/>
      <w:r w:rsidRPr="000A1764">
        <w:rPr>
          <w:rFonts w:ascii="Calibri Light" w:hAnsi="Calibri Light" w:cs="Calibri Light"/>
          <w:sz w:val="24"/>
          <w:szCs w:val="24"/>
        </w:rPr>
        <w:t>organise</w:t>
      </w:r>
      <w:proofErr w:type="spellEnd"/>
      <w:r w:rsidRPr="000A1764">
        <w:rPr>
          <w:rFonts w:ascii="Calibri Light" w:hAnsi="Calibri Light" w:cs="Calibri Light"/>
          <w:sz w:val="24"/>
          <w:szCs w:val="24"/>
        </w:rPr>
        <w:t xml:space="preserve"> and secure all affairs in a political state. The local elites had </w:t>
      </w:r>
      <w:proofErr w:type="spellStart"/>
      <w:r w:rsidRPr="000A1764">
        <w:rPr>
          <w:rFonts w:ascii="Calibri Light" w:hAnsi="Calibri Light" w:cs="Calibri Light"/>
          <w:sz w:val="24"/>
          <w:szCs w:val="24"/>
        </w:rPr>
        <w:t>organised</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and its dependencies before the Europeans came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{"citationID":"QBA1T9Rx","properties":{"formattedCitation":"(Abdurachman, 2008; Hurit, 2015; Kerans, 2016; A. K. H. Tokan, 2023; F. Tokan, 2023; Vatter, 1984)","plainCitation":"(Abdurachman, 2008; Hurit, 2015; Kerans, 2016; A. K. H. Tokan, 2023; F. Tokan, 2023; Vatter, 1984)","noteIndex":0},"citationItems":[{"id":"sYoH7Wzu/v5Y3QpGP","uris":["http://zotero.org/users/local/tMg75FXv/items/PEKFMTAA"],"itemData":{"id":409,"type":"book","abstract":"Kehadiran Portugis di perairan dan kepulauan Indonesia kurang-lebih 500 tahun yang lalu telah meninggalkan jejak-jejak sejarah sampai hari ini masih dipertahankan oleh beberapa komunitas lokal di Nusantara, khususnya di Flores, Solor, dan Maluku. Salah satu warisan Portugis yang menarik adalah nama Pulau Flores yang sesungguhnya merupakan kependekan dari Cabo de Flores, sebuah nama yang dipergunakan pelaut-pelaut Portugis di masa lalu ketika mereka mencapai Tanjung Bunga.  Istilah ‘bunga angin’ yang dipilih sebagai judul buku ini juga mempunyai arti yang sama dengan istilah flor (flor de agua, mar em flor) dalam bahasa nautikal Portugis di abad ke-16. Bunga angin berarti aroma ombak atau angin sepoi-sepoi yang mendahului badai. Oleh karena itu buku Bungan Angin Portugis di Nusantara ini merupakan kumpulan narasi tentang jejak-jejak Portugis di Nusantara yang telah memberikan warna unik kepada kehidupan masyarakat Indonesia yang disentuhnya.  Hanya sedikit peneliti Indonesia yang memberikan perhatian kepada warisan sejarah ini, walaupun banyak hal dalam kehidupan kita hari ini tidak bisa dilepaskan dari fakta sejarah tersebut. Penerbitan kembali karya Paramita R. Abdurachman tentang sumber-sumber sejarah Portugis di Indonesia yang selama ini tersebar di berbagai jurnal, merupakan suatu upaya mengajak generasi muda Indonesia untuk memahami masa lalu masyarakat kita bagi kebaikan masa depan bangsa, khusunya dalam menata hubungan antar bangsa.","ISBN":"978-602-433-027-9","language":"en","note":"Google-Books-ID: EtXXDQAAQBAJ","number-of-pages":"297","publisher":"Yayasan Pustaka Obor Indonesia","source":"Google Books","title":"Bunga Angin Portugis di Nusantara: Jejak-jejak Kebudayaan Portugis di Nusantara","title-short":"Bunga Angin Portugis di Nusantara","author":[{"family":"Abdurachman","given":"Paramitha R."}],"issued":{"date-parts":[["2008"]]}},"label":"page"},{"id":"sYoH7Wzu/wEOpb5Cn","uris":["http://zotero.org/users/local/tMg75FXv/items/XX5UXLDM"],"itemData":{"id":433,"type":"book","ISBN":"978-979-429-340-9","language":"id","note":"Google-Books-ID: tQnNtAEACAAJ","number-of-pages":"285","publisher":"Penerbit Nusa Indah","source":"Google Books","title":"Kumpulan cerita rakyat Flores Timur (Lamaholot)","author":[{"family":"Hurit","given":"Silvester"}],"issued":{"date-parts":[["2015"]]}},"label":"page"},{"id":"sYoH7Wzu/YtkxMELg","uris":["http://zotero.org/users/local/tMg75FXv/items/CNUHH8BC"],"itemData":{"id":436,"type":"book","ISBN":"979-429-366-0","publisher":"Nusa Indah","title":"Metafora Tradisi Lisan Tutur Sejarah Lamaholot, Tradisi Lisan Masyarakat Flores Timur dan Lembata","author":[{"family":"Kerans","given":"Hendrik"}],"issued":{"date-parts":[["2016"]]}},"label":"page"},{"id":"sYoH7Wzu/vACKWmCp","uris":["http://zotero.org/users/local/tMg75FXv/items/4F86I4TQ"],"itemData":{"id":429,"type":"book","abstract":"‘Agama’ Koda adalah ajaran luhur dari leluhur Lama­holot yang percaya terhadap Alapet Rera Wulan Tana Ekan (Yang Ilahi) dan tentang hubungan antara manusia dengan Yang Ilahi, manusia dengan manusia serta hungungan antara manusia dengan semesta raya berserta isinya.Kepercayaan kuno nan eksotis ini dianut oleh ata Lamaholot dan diwariskan turun-temurun melalui koda. Mereka mewariskan pesan-pesan dan butir-butir kebijaksanaan secara lisan melalui rangkaian kata dan kalimat yang disebut dengan koda ini.Karena itu, masyarakat Lamaholot memiliki pegangan hidup moripet di koda, matanet di koda–hidup dan mati karena koda.","ISBN":"9786231910837","language":"id","note":"Google-Books-ID: DtDOEAAAQBAJ","number-of-pages":"224","publisher":"Nilacakra","source":"Google Books","title":"Agama Koda","author":[{"family":"Tokan","given":"Ama K. H."}],"issued":{"date-parts":[["2023",8,2]]}},"label":"page"},{"id":"sYoH7Wzu/hZ5oGM3B","uris":["http://zotero.org/users/local/tMg75FXv/items/UKUQNA6C"],"itemData":{"id":435,"type":"book","ISBN":"978-623-92473-4-8","publisher":"Nusa Indah","title":"Nubanara Peninggalan Megalitik Masyarakat Lewolema Adonara","author":[{"family":"Tokan","given":"Freddy"}],"issued":{"date-parts":[["2023"]]}},"label":"page"},{"id":"sYoH7Wzu/9UWyjg3X","uris":["http://zotero.org/users/local/tMg75FXv/items/G4XISS5C"],"itemData":{"id":437,"type":"book","language":"id","note":"Google-Books-ID: g0cbAAAAIAAJ","number-of-pages":"150","publisher":"Nusa Indah","source":"Google Books","title":"Ata Kiwan","author":[{"family":"Vatter","given":"Ernst"}],"issued":{"date-parts":[["1984"]]}},"label":"page"}],"schema":"https://github.com/citation-style-language/schema/raw/master/csl-citation.json"}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(Abdurachman, 2008; Hurit, 2015; Kerans, 2016; A. K. H. Tokan, 2023; F. Tokan, 2023; Vatter, 1984)</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Unfortunately, the previous studies frequently </w:t>
      </w:r>
      <w:proofErr w:type="spellStart"/>
      <w:r w:rsidRPr="000A1764">
        <w:rPr>
          <w:rFonts w:ascii="Calibri Light" w:hAnsi="Calibri Light" w:cs="Calibri Light"/>
          <w:sz w:val="24"/>
          <w:szCs w:val="24"/>
        </w:rPr>
        <w:t>analyse</w:t>
      </w:r>
      <w:proofErr w:type="spellEnd"/>
      <w:r w:rsidRPr="000A1764">
        <w:rPr>
          <w:rFonts w:ascii="Calibri Light" w:hAnsi="Calibri Light" w:cs="Calibri Light"/>
          <w:sz w:val="24"/>
          <w:szCs w:val="24"/>
        </w:rPr>
        <w:t xml:space="preserve">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from a religious perspective. It was </w:t>
      </w:r>
      <w:proofErr w:type="spellStart"/>
      <w:r w:rsidRPr="000A1764">
        <w:rPr>
          <w:rFonts w:ascii="Calibri Light" w:hAnsi="Calibri Light" w:cs="Calibri Light"/>
          <w:sz w:val="24"/>
          <w:szCs w:val="24"/>
        </w:rPr>
        <w:t>recognised</w:t>
      </w:r>
      <w:proofErr w:type="spellEnd"/>
      <w:r w:rsidRPr="000A1764">
        <w:rPr>
          <w:rFonts w:ascii="Calibri Light" w:hAnsi="Calibri Light" w:cs="Calibri Light"/>
          <w:sz w:val="24"/>
          <w:szCs w:val="24"/>
        </w:rPr>
        <w:t xml:space="preserve"> as a Catholic kingdom, and its development was closely linked to the influence of European colonial powers, particularly the Portuguese. The teaching of Christianity had significantly shaped the kingdom's political structure and social norms. The local elites, either the Hornay or Costa families, kept integrating the local customs and governance systems into </w:t>
      </w:r>
      <w:proofErr w:type="spellStart"/>
      <w:r w:rsidRPr="000A1764">
        <w:rPr>
          <w:rFonts w:ascii="Calibri Light" w:hAnsi="Calibri Light" w:cs="Calibri Light"/>
          <w:sz w:val="24"/>
          <w:szCs w:val="24"/>
        </w:rPr>
        <w:t>Larantuka’s</w:t>
      </w:r>
      <w:proofErr w:type="spellEnd"/>
      <w:r w:rsidRPr="000A1764">
        <w:rPr>
          <w:rFonts w:ascii="Calibri Light" w:hAnsi="Calibri Light" w:cs="Calibri Light"/>
          <w:sz w:val="24"/>
          <w:szCs w:val="24"/>
        </w:rPr>
        <w:t xml:space="preserve"> political administration. Even the local elites resisted the Portuguese rule if the Portuguese complicated the local’s interest in the sandalwood trade. The previous studies are silent to </w:t>
      </w:r>
      <w:proofErr w:type="spellStart"/>
      <w:r w:rsidRPr="000A1764">
        <w:rPr>
          <w:rFonts w:ascii="Calibri Light" w:hAnsi="Calibri Light" w:cs="Calibri Light"/>
          <w:sz w:val="24"/>
          <w:szCs w:val="24"/>
        </w:rPr>
        <w:t>analyse</w:t>
      </w:r>
      <w:proofErr w:type="spellEnd"/>
      <w:r w:rsidRPr="000A1764">
        <w:rPr>
          <w:rFonts w:ascii="Calibri Light" w:hAnsi="Calibri Light" w:cs="Calibri Light"/>
          <w:sz w:val="24"/>
          <w:szCs w:val="24"/>
        </w:rPr>
        <w:t xml:space="preserve"> the lessons learnt from the history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Meanwhile, a lot of studies have studied several case studies from historical perspectives and promoted the meaning and values from history for the stakeholders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{"citationID":"NBvYBUn5","properties":{"formattedCitation":"(Agatha, 2016)","plainCitation":"(Agatha, 2016)","noteIndex":0},"citationItems":[{"id":"sYoH7Wzu/7vs5oECM","uris":["http://zotero.org/users/local/tMg75FXv/items/GHXCUDCG"],"itemData":{"id":439,"type":"article-journal","abstract":"This article is the result of PhD research work into traditional and modern law, order, and judicial systems among the Lugbara of Uganda. Although a segmentary society, the Lugbara used indigenous wisdom and lived experience to develop traditional law to guide in the management of land, flora, fauna, and water for posterity. Cultural beliefs, values, norms, and practices that guided land use and resource management were handed down by word of mouth through generations. Clan elders were the custodians of clan resources, guiding the people in negotiating the pitfalls and contradictions of human life. Development and its associated problems could be addressed using indigenous knowledge and wisdom. The beneficiaries need the capacity to sustain development by using the available local knowledge and resources. Rethinking traditional knowledge and wisdom could act as a strategy for sustainable development.","container-title":"Sage Open","DOI":"10.1177/2158244016664562","ISSN":"2158-2440","issue":"3","language":"en","note":"publisher: SAGE Publications","page":"2158244016664562","source":"SAGE Journals","title":"Traditional Wisdom in Land Use and Resource Management Among the Lugbara of Uganda: A Historical Perspective","title-short":"Traditional Wisdom in Land Use and Resource Management Among the Lugbara of Uganda","volume":"6","author":[{"family":"Agatha","given":"Alidri"}],"issued":{"date-parts":[["2016",7,1]]}}}],"schema":"https://github.com/citation-style-language/schema/raw/master/csl-citation.json"}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(Agatha, 2016)</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(Malakyan, 2013)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{"citationID":"Iwuv77dJ","properties":{"formattedCitation":"(Dilley, 2013)","plainCitation":"(Dilley, 2013)","noteIndex":0},"citationItems":[{"id":"sYoH7Wzu/PJCM9GHz","uris":["http://zotero.org/users/local/tMg75FXv/items/I6CQPP7Z"],"itemData":{"id":443,"type":"article-journal","abstract":"In the last decade, historians studying Britain’s relations with the self-governing settlement empire (the dominions) have emphasized the role of shared culture and dense networks in shaping what Bridge and Fedorowich have called the “British world.” Recent scholarship has begun to discern a political life within this British world, at times resurrecting the term Greater Britain. This article builds on these developments through research on a neglected pan-imperial institution: the Congress of Chambers of Commerce of the Empire. The article shows that the Congress, which was dominated by chambers from Britain and the dominions, acted primarily as a business lobby seeking to shape aspects of pan-imperial economic governance. This conclusion highlights the need to place greater emphasis on patterns of politics and governance within the British World (or Greater Britain).","container-title":"Sage Open","DOI":"10.1177/2158244013510304","ISSN":"2158-2440","issue":"4","language":"en","note":"publisher: SAGE Publications","page":"2158244013510304","source":"SAGE Journals","title":"The Politics of Commerce: The Congress of Chambers of Commerce of the Empire, 1886-1914","title-short":"The Politics of Commerce","volume":"3","author":[{"family":"Dilley","given":"Andrew"}],"issued":{"date-parts":[["2013",1,1]]}}}],"schema":"https://github.com/citation-style-language/schema/raw/master/csl-citation.json"}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(Dilley, 2013)</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{"citationID":"pcWPiTVH","properties":{"formattedCitation":"(Elius et al., 2020)","plainCitation":"(Elius et al., 2020)","noteIndex":0},"citationItems":[{"id":"sYoH7Wzu/poBbOwwE","uris":["http://zotero.org/users/local/tMg75FXv/items/ZQUVHMLZ"],"itemData":{"id":445,"type":"article-journal","abstract":"This research analyzes Muslim treatment of other religions in Medieval Bengal from 1204 to 1757 CE with a special reference to Muslim rulers and Sufi saints. The study is based on historical content analysis using a qualitative research design. The study shows the Muslim sultans and Mughals in the medieval period played a vital role in promoting interreligious harmony and human rights in Bengal. In addition, the Muslim missionaries and Sufis served as a force against religious hatred in society. The Muslim sultans and Mughals applied liberal and accommodative views toward non-Muslims. They did not force non-Muslims to accept Islam. Muslims and non-Muslims were integrated society, and they enjoyed full socioeconomic and religious rights. Moreover, Sufis conducted various approaches toward Muslims and non-Muslims as well. They promoted the message of equality and moral conduct among the diver’s faiths of the people. They also applied liberal, syncretic, and accommodative attitude in attracting non-Muslims to Islam in Bengal. The study concludes that most rulers were sympathetic and cooperative in dealing with the people of other religions.","container-title":"Sage Open","DOI":"10.1177/2158244020970546","ISSN":"2158-2440","issue":"4","language":"en","note":"publisher: SAGE Publications","page":"2158244020970546","source":"SAGE Journals","title":"Muslim Treatment of Other Religions in Medieval Bengal","volume":"10","author":[{"family":"Elius","given":"Mohammad"},{"family":"Khan","given":"Issa"},{"family":"Mohd Nor","given":"Mohd Roslan"},{"family":"Muneem","given":"Abdul"},{"family":"Mansor","given":"Fadillah"},{"family":"Yakub @ Zulkifli Bin Mohd Yusoff","given":"Mohd"}],"issued":{"date-parts":[["2020",10,1]]}}}],"schema":"https://github.com/citation-style-language/schema/raw/master/csl-citation.json"}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(Elius et al., 2020)</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8C45DE" w:rsidRPr="000B4A2D" w:rsidRDefault="000B4A2D" w:rsidP="000B4A2D">
      <w:pPr>
        <w:spacing w:before="120" w:after="120"/>
        <w:ind w:left="426"/>
        <w:jc w:val="both"/>
        <w:rPr>
          <w:rFonts w:ascii="Calibri Light" w:hAnsi="Calibri Light" w:cs="Calibri Light"/>
          <w:sz w:val="24"/>
          <w:szCs w:val="24"/>
        </w:rPr>
      </w:pPr>
      <w:r>
        <w:rPr>
          <w:rFonts w:ascii="Calibri Light" w:hAnsi="Calibri Light" w:cs="Calibri Light"/>
          <w:sz w:val="24"/>
          <w:szCs w:val="24"/>
        </w:rPr>
        <w:t>T</w:t>
      </w:r>
      <w:r w:rsidR="000A1764" w:rsidRPr="000A1764">
        <w:rPr>
          <w:rFonts w:ascii="Calibri Light" w:hAnsi="Calibri Light" w:cs="Calibri Light"/>
          <w:sz w:val="24"/>
          <w:szCs w:val="24"/>
        </w:rPr>
        <w:t xml:space="preserve">his study intends to revisit the </w:t>
      </w:r>
      <w:proofErr w:type="spellStart"/>
      <w:r w:rsidR="000A1764" w:rsidRPr="000A1764">
        <w:rPr>
          <w:rFonts w:ascii="Calibri Light" w:hAnsi="Calibri Light" w:cs="Calibri Light"/>
          <w:sz w:val="24"/>
          <w:szCs w:val="24"/>
        </w:rPr>
        <w:t>Larantuka</w:t>
      </w:r>
      <w:proofErr w:type="spellEnd"/>
      <w:r w:rsidR="000A1764" w:rsidRPr="000A1764">
        <w:rPr>
          <w:rFonts w:ascii="Calibri Light" w:hAnsi="Calibri Light" w:cs="Calibri Light"/>
          <w:sz w:val="24"/>
          <w:szCs w:val="24"/>
        </w:rPr>
        <w:t xml:space="preserve"> kingdom from a historical perspective. This paper will </w:t>
      </w:r>
      <w:proofErr w:type="spellStart"/>
      <w:r w:rsidR="000A1764" w:rsidRPr="000A1764">
        <w:rPr>
          <w:rFonts w:ascii="Calibri Light" w:hAnsi="Calibri Light" w:cs="Calibri Light"/>
          <w:sz w:val="24"/>
          <w:szCs w:val="24"/>
        </w:rPr>
        <w:t>analyse</w:t>
      </w:r>
      <w:proofErr w:type="spellEnd"/>
      <w:r w:rsidR="000A1764" w:rsidRPr="000A1764">
        <w:rPr>
          <w:rFonts w:ascii="Calibri Light" w:hAnsi="Calibri Light" w:cs="Calibri Light"/>
          <w:sz w:val="24"/>
          <w:szCs w:val="24"/>
        </w:rPr>
        <w:t xml:space="preserve"> </w:t>
      </w:r>
      <w:proofErr w:type="spellStart"/>
      <w:r w:rsidR="000A1764" w:rsidRPr="000A1764">
        <w:rPr>
          <w:rFonts w:ascii="Calibri Light" w:hAnsi="Calibri Light" w:cs="Calibri Light"/>
          <w:sz w:val="24"/>
          <w:szCs w:val="24"/>
        </w:rPr>
        <w:t>Larantuka’s</w:t>
      </w:r>
      <w:proofErr w:type="spellEnd"/>
      <w:r w:rsidR="000A1764" w:rsidRPr="000A1764">
        <w:rPr>
          <w:rFonts w:ascii="Calibri Light" w:hAnsi="Calibri Light" w:cs="Calibri Light"/>
          <w:sz w:val="24"/>
          <w:szCs w:val="24"/>
        </w:rPr>
        <w:t xml:space="preserve"> diplomacy and military power to encounter the geopolitical upheavals during the first global era. This paper could also propose the lesson learnt for the readers after visiting the strengths and weaknesses of the </w:t>
      </w:r>
      <w:proofErr w:type="spellStart"/>
      <w:r w:rsidR="000A1764" w:rsidRPr="000A1764">
        <w:rPr>
          <w:rFonts w:ascii="Calibri Light" w:hAnsi="Calibri Light" w:cs="Calibri Light"/>
          <w:sz w:val="24"/>
          <w:szCs w:val="24"/>
        </w:rPr>
        <w:t>Larantuka</w:t>
      </w:r>
      <w:proofErr w:type="spellEnd"/>
      <w:r w:rsidR="000A1764" w:rsidRPr="000A1764">
        <w:rPr>
          <w:rFonts w:ascii="Calibri Light" w:hAnsi="Calibri Light" w:cs="Calibri Light"/>
          <w:sz w:val="24"/>
          <w:szCs w:val="24"/>
        </w:rPr>
        <w:t xml:space="preserve"> Kingdom. </w:t>
      </w:r>
    </w:p>
    <w:p w:rsidR="00D26ADD" w:rsidRPr="000B0707"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0B0707">
        <w:rPr>
          <w:rFonts w:ascii="Calibri Light" w:hAnsi="Calibri Light" w:cs="Calibri Light"/>
          <w:b/>
          <w:sz w:val="24"/>
          <w:szCs w:val="24"/>
          <w:lang w:val="id-ID"/>
        </w:rPr>
        <w:t>METHOD</w:t>
      </w:r>
      <w:r w:rsidR="00D26ADD" w:rsidRPr="000B0707">
        <w:rPr>
          <w:rFonts w:ascii="Calibri Light" w:hAnsi="Calibri Light" w:cs="Calibri Light"/>
          <w:b/>
          <w:sz w:val="24"/>
          <w:szCs w:val="24"/>
        </w:rPr>
        <w:t xml:space="preserve"> </w:t>
      </w:r>
    </w:p>
    <w:p w:rsidR="006C0DD1" w:rsidRPr="00122F5F" w:rsidRDefault="000B4A2D" w:rsidP="00E834E0">
      <w:pPr>
        <w:spacing w:before="120" w:after="120"/>
        <w:ind w:left="426"/>
        <w:jc w:val="both"/>
        <w:rPr>
          <w:rFonts w:ascii="Calibri Light" w:hAnsi="Calibri Light" w:cs="Calibri Light"/>
          <w:sz w:val="24"/>
          <w:szCs w:val="24"/>
        </w:rPr>
      </w:pPr>
      <w:r>
        <w:rPr>
          <w:rFonts w:ascii="Calibri Light" w:hAnsi="Calibri Light" w:cs="Calibri Light"/>
          <w:sz w:val="24"/>
          <w:szCs w:val="24"/>
        </w:rPr>
        <w:t>This study used</w:t>
      </w:r>
      <w:r w:rsidRPr="000A1764">
        <w:rPr>
          <w:rFonts w:ascii="Calibri Light" w:hAnsi="Calibri Light" w:cs="Calibri Light"/>
          <w:sz w:val="24"/>
          <w:szCs w:val="24"/>
        </w:rPr>
        <w:t xml:space="preserve"> a historical approach</w:t>
      </w:r>
      <w:r>
        <w:rPr>
          <w:rFonts w:ascii="Calibri Light" w:hAnsi="Calibri Light" w:cs="Calibri Light"/>
          <w:sz w:val="24"/>
          <w:szCs w:val="24"/>
        </w:rPr>
        <w:t xml:space="preserve"> </w:t>
      </w:r>
      <w:r w:rsidRPr="000A1764">
        <w:rPr>
          <w:rFonts w:ascii="Calibri Light" w:hAnsi="Calibri Light" w:cs="Calibri Light"/>
          <w:sz w:val="24"/>
          <w:szCs w:val="24"/>
        </w:rPr>
        <w:t xml:space="preserve">to re-narrate the history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based on all available sources, both local and European </w:t>
      </w:r>
      <w:r w:rsidRPr="000A1764">
        <w:rPr>
          <w:rFonts w:ascii="Calibri Light" w:hAnsi="Calibri Light" w:cs="Calibri Light"/>
          <w:sz w:val="24"/>
          <w:szCs w:val="24"/>
        </w:rPr>
        <w:fldChar w:fldCharType="begin"/>
      </w:r>
      <w:r>
        <w:rPr>
          <w:rFonts w:ascii="Calibri Light" w:hAnsi="Calibri Light" w:cs="Calibri Light"/>
          <w:sz w:val="24"/>
          <w:szCs w:val="24"/>
        </w:rPr>
        <w:instrText xml:space="preserve"> ADDIN ZOTERO_ITEM CSL_CITATION {"citationID":"y8tF5qnQ","properties":{"formattedCitation":"(Herlina, 2020)","plainCitation":"(Herlina, 2020)","noteIndex":0},"citationItems":[{"id":"sYoH7Wzu/zhMnZN6Q","uris":["http://zotero.org/users/local/tMg75FXv/items/BCB699MH"],"itemData":{"id":243,"type":"book","event-place":"Bandung","ISBN":"978-602-7859-14-2","publisher":"Satya Historika","publisher-place":"Bandung","title":"Metode Sejarah","author":[{"family":"Herlina","given":"Nina"}],"issued":{"date-parts":[["2020"]]}}}],"schema":"https://github.com/citation-style-language/schema/raw/master/csl-citation.json"}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(Herlina, 2020)</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r w:rsidR="006C0DD1" w:rsidRPr="006C0DD1">
        <w:rPr>
          <w:rFonts w:ascii="Calibri Light" w:hAnsi="Calibri Light" w:cs="Calibri Light"/>
          <w:sz w:val="24"/>
          <w:szCs w:val="24"/>
        </w:rPr>
        <w:t xml:space="preserve">Given the abundant availability of literature, this study is possible to conduct. The existence of oral traditions </w:t>
      </w:r>
      <w:r w:rsidR="00E834E0">
        <w:rPr>
          <w:rFonts w:ascii="Calibri Light" w:hAnsi="Calibri Light" w:cs="Calibri Light"/>
          <w:sz w:val="24"/>
          <w:szCs w:val="24"/>
        </w:rPr>
        <w:t>could</w:t>
      </w:r>
      <w:r w:rsidR="006C0DD1" w:rsidRPr="006C0DD1">
        <w:rPr>
          <w:rFonts w:ascii="Calibri Light" w:hAnsi="Calibri Light" w:cs="Calibri Light"/>
          <w:sz w:val="24"/>
          <w:szCs w:val="24"/>
        </w:rPr>
        <w:t xml:space="preserve"> be used to reconstruct political history in </w:t>
      </w:r>
      <w:proofErr w:type="spellStart"/>
      <w:r w:rsidR="006C0DD1" w:rsidRPr="006C0DD1">
        <w:rPr>
          <w:rFonts w:ascii="Calibri Light" w:hAnsi="Calibri Light" w:cs="Calibri Light"/>
          <w:sz w:val="24"/>
          <w:szCs w:val="24"/>
        </w:rPr>
        <w:t>Larantuka</w:t>
      </w:r>
      <w:proofErr w:type="spellEnd"/>
      <w:r w:rsidR="006C0DD1" w:rsidRPr="006C0DD1">
        <w:rPr>
          <w:rFonts w:ascii="Calibri Light" w:hAnsi="Calibri Light" w:cs="Calibri Light"/>
          <w:sz w:val="24"/>
          <w:szCs w:val="24"/>
        </w:rPr>
        <w:t xml:space="preserve"> during the trading period. In addition, the existence of Portuguese and Dutch archives and chronicles </w:t>
      </w:r>
      <w:r w:rsidR="00E834E0">
        <w:rPr>
          <w:rFonts w:ascii="Calibri Light" w:hAnsi="Calibri Light" w:cs="Calibri Light"/>
          <w:sz w:val="24"/>
          <w:szCs w:val="24"/>
        </w:rPr>
        <w:t>could</w:t>
      </w:r>
      <w:r w:rsidR="006C0DD1" w:rsidRPr="006C0DD1">
        <w:rPr>
          <w:rFonts w:ascii="Calibri Light" w:hAnsi="Calibri Light" w:cs="Calibri Light"/>
          <w:sz w:val="24"/>
          <w:szCs w:val="24"/>
        </w:rPr>
        <w:t xml:space="preserve"> also complement information related to the development of the traditional state in </w:t>
      </w:r>
      <w:proofErr w:type="spellStart"/>
      <w:r w:rsidR="006C0DD1" w:rsidRPr="006C0DD1">
        <w:rPr>
          <w:rFonts w:ascii="Calibri Light" w:hAnsi="Calibri Light" w:cs="Calibri Light"/>
          <w:sz w:val="24"/>
          <w:szCs w:val="24"/>
        </w:rPr>
        <w:t>Larantuka</w:t>
      </w:r>
      <w:proofErr w:type="spellEnd"/>
      <w:r w:rsidR="006C0DD1" w:rsidRPr="006C0DD1">
        <w:rPr>
          <w:rFonts w:ascii="Calibri Light" w:hAnsi="Calibri Light" w:cs="Calibri Light"/>
          <w:sz w:val="24"/>
          <w:szCs w:val="24"/>
        </w:rPr>
        <w:t xml:space="preserve">. The diversity of sources requires careful listening. Differences in perspective can make researchers confused and disoriented. There needs to be cross-verification </w:t>
      </w:r>
      <w:r w:rsidR="006C0DD1" w:rsidRPr="006C0DD1">
        <w:rPr>
          <w:rFonts w:ascii="Calibri Light" w:hAnsi="Calibri Light" w:cs="Calibri Light"/>
          <w:sz w:val="24"/>
          <w:szCs w:val="24"/>
        </w:rPr>
        <w:lastRenderedPageBreak/>
        <w:t xml:space="preserve">between </w:t>
      </w:r>
      <w:r w:rsidR="00E834E0">
        <w:rPr>
          <w:rFonts w:ascii="Calibri Light" w:hAnsi="Calibri Light" w:cs="Calibri Light"/>
          <w:sz w:val="24"/>
          <w:szCs w:val="24"/>
        </w:rPr>
        <w:t xml:space="preserve">the </w:t>
      </w:r>
      <w:r w:rsidR="006C0DD1" w:rsidRPr="006C0DD1">
        <w:rPr>
          <w:rFonts w:ascii="Calibri Light" w:hAnsi="Calibri Light" w:cs="Calibri Light"/>
          <w:sz w:val="24"/>
          <w:szCs w:val="24"/>
        </w:rPr>
        <w:t xml:space="preserve">historical sources obtained. Not only to minimize subjectivity. However, exploring various perspectives can help us understand the circumstances of an event. In this position, verification occupies an important position. Without us </w:t>
      </w:r>
      <w:proofErr w:type="spellStart"/>
      <w:r w:rsidR="006C0DD1" w:rsidRPr="006C0DD1">
        <w:rPr>
          <w:rFonts w:ascii="Calibri Light" w:hAnsi="Calibri Light" w:cs="Calibri Light"/>
          <w:sz w:val="24"/>
          <w:szCs w:val="24"/>
        </w:rPr>
        <w:t>reali</w:t>
      </w:r>
      <w:r w:rsidR="00E834E0">
        <w:rPr>
          <w:rFonts w:ascii="Calibri Light" w:hAnsi="Calibri Light" w:cs="Calibri Light"/>
          <w:sz w:val="24"/>
          <w:szCs w:val="24"/>
        </w:rPr>
        <w:t>s</w:t>
      </w:r>
      <w:r w:rsidR="006C0DD1" w:rsidRPr="006C0DD1">
        <w:rPr>
          <w:rFonts w:ascii="Calibri Light" w:hAnsi="Calibri Light" w:cs="Calibri Light"/>
          <w:sz w:val="24"/>
          <w:szCs w:val="24"/>
        </w:rPr>
        <w:t>ing</w:t>
      </w:r>
      <w:proofErr w:type="spellEnd"/>
      <w:r w:rsidR="006C0DD1" w:rsidRPr="006C0DD1">
        <w:rPr>
          <w:rFonts w:ascii="Calibri Light" w:hAnsi="Calibri Light" w:cs="Calibri Light"/>
          <w:sz w:val="24"/>
          <w:szCs w:val="24"/>
        </w:rPr>
        <w:t xml:space="preserve"> it, when sorting and selecting or comparing information from various sources. Indirectly</w:t>
      </w:r>
      <w:r w:rsidR="00E834E0">
        <w:rPr>
          <w:rFonts w:ascii="Calibri Light" w:hAnsi="Calibri Light" w:cs="Calibri Light"/>
          <w:sz w:val="24"/>
          <w:szCs w:val="24"/>
        </w:rPr>
        <w:t>,</w:t>
      </w:r>
      <w:r w:rsidR="006C0DD1" w:rsidRPr="006C0DD1">
        <w:rPr>
          <w:rFonts w:ascii="Calibri Light" w:hAnsi="Calibri Light" w:cs="Calibri Light"/>
          <w:sz w:val="24"/>
          <w:szCs w:val="24"/>
        </w:rPr>
        <w:t xml:space="preserve"> we try to </w:t>
      </w:r>
      <w:proofErr w:type="spellStart"/>
      <w:r w:rsidR="006C0DD1" w:rsidRPr="006C0DD1">
        <w:rPr>
          <w:rFonts w:ascii="Calibri Light" w:hAnsi="Calibri Light" w:cs="Calibri Light"/>
          <w:sz w:val="24"/>
          <w:szCs w:val="24"/>
        </w:rPr>
        <w:t>analy</w:t>
      </w:r>
      <w:r w:rsidR="00E834E0">
        <w:rPr>
          <w:rFonts w:ascii="Calibri Light" w:hAnsi="Calibri Light" w:cs="Calibri Light"/>
          <w:sz w:val="24"/>
          <w:szCs w:val="24"/>
        </w:rPr>
        <w:t>s</w:t>
      </w:r>
      <w:r w:rsidR="006C0DD1" w:rsidRPr="006C0DD1">
        <w:rPr>
          <w:rFonts w:ascii="Calibri Light" w:hAnsi="Calibri Light" w:cs="Calibri Light"/>
          <w:sz w:val="24"/>
          <w:szCs w:val="24"/>
        </w:rPr>
        <w:t>e</w:t>
      </w:r>
      <w:proofErr w:type="spellEnd"/>
      <w:r w:rsidR="006C0DD1" w:rsidRPr="006C0DD1">
        <w:rPr>
          <w:rFonts w:ascii="Calibri Light" w:hAnsi="Calibri Light" w:cs="Calibri Light"/>
          <w:sz w:val="24"/>
          <w:szCs w:val="24"/>
        </w:rPr>
        <w:t xml:space="preserve"> or interpret an event. Synthesis as a result of thinking will be </w:t>
      </w:r>
      <w:proofErr w:type="spellStart"/>
      <w:r w:rsidR="006C0DD1" w:rsidRPr="006C0DD1">
        <w:rPr>
          <w:rFonts w:ascii="Calibri Light" w:hAnsi="Calibri Light" w:cs="Calibri Light"/>
          <w:sz w:val="24"/>
          <w:szCs w:val="24"/>
        </w:rPr>
        <w:t>reali</w:t>
      </w:r>
      <w:r w:rsidR="00E834E0">
        <w:rPr>
          <w:rFonts w:ascii="Calibri Light" w:hAnsi="Calibri Light" w:cs="Calibri Light"/>
          <w:sz w:val="24"/>
          <w:szCs w:val="24"/>
        </w:rPr>
        <w:t>s</w:t>
      </w:r>
      <w:r w:rsidR="006C0DD1" w:rsidRPr="006C0DD1">
        <w:rPr>
          <w:rFonts w:ascii="Calibri Light" w:hAnsi="Calibri Light" w:cs="Calibri Light"/>
          <w:sz w:val="24"/>
          <w:szCs w:val="24"/>
        </w:rPr>
        <w:t>ed</w:t>
      </w:r>
      <w:proofErr w:type="spellEnd"/>
      <w:r w:rsidR="006C0DD1" w:rsidRPr="006C0DD1">
        <w:rPr>
          <w:rFonts w:ascii="Calibri Light" w:hAnsi="Calibri Light" w:cs="Calibri Light"/>
          <w:sz w:val="24"/>
          <w:szCs w:val="24"/>
        </w:rPr>
        <w:t xml:space="preserve"> when it has been poured into writing.</w:t>
      </w:r>
      <w:r w:rsidR="00E834E0">
        <w:rPr>
          <w:rFonts w:ascii="Calibri Light" w:hAnsi="Calibri Light" w:cs="Calibri Light"/>
          <w:sz w:val="24"/>
          <w:szCs w:val="24"/>
        </w:rPr>
        <w:t xml:space="preserve"> </w:t>
      </w:r>
      <w:r w:rsidR="006C0DD1" w:rsidRPr="000A1764">
        <w:rPr>
          <w:rFonts w:ascii="Calibri Light" w:hAnsi="Calibri Light" w:cs="Calibri Light"/>
          <w:sz w:val="24"/>
          <w:szCs w:val="24"/>
        </w:rPr>
        <w:t xml:space="preserve">This </w:t>
      </w:r>
      <w:r w:rsidR="006C0DD1">
        <w:rPr>
          <w:rFonts w:ascii="Calibri Light" w:hAnsi="Calibri Light" w:cs="Calibri Light"/>
          <w:sz w:val="24"/>
          <w:szCs w:val="24"/>
        </w:rPr>
        <w:t>study also</w:t>
      </w:r>
      <w:r w:rsidR="006C0DD1" w:rsidRPr="000A1764">
        <w:rPr>
          <w:rFonts w:ascii="Calibri Light" w:hAnsi="Calibri Light" w:cs="Calibri Light"/>
          <w:sz w:val="24"/>
          <w:szCs w:val="24"/>
        </w:rPr>
        <w:t xml:space="preserve"> used grand strategy theory to </w:t>
      </w:r>
      <w:proofErr w:type="spellStart"/>
      <w:r w:rsidR="006C0DD1" w:rsidRPr="000A1764">
        <w:rPr>
          <w:rFonts w:ascii="Calibri Light" w:hAnsi="Calibri Light" w:cs="Calibri Light"/>
          <w:sz w:val="24"/>
          <w:szCs w:val="24"/>
        </w:rPr>
        <w:t>analyse</w:t>
      </w:r>
      <w:proofErr w:type="spellEnd"/>
      <w:r w:rsidR="006C0DD1" w:rsidRPr="000A1764">
        <w:rPr>
          <w:rFonts w:ascii="Calibri Light" w:hAnsi="Calibri Light" w:cs="Calibri Light"/>
          <w:sz w:val="24"/>
          <w:szCs w:val="24"/>
        </w:rPr>
        <w:t xml:space="preserve"> a historical phenomenon related to the power dynamics, diplomatic relations, political-economic interest and the influence of all military and non-military elements on the existence of the </w:t>
      </w:r>
      <w:proofErr w:type="spellStart"/>
      <w:r w:rsidR="006C0DD1" w:rsidRPr="000A1764">
        <w:rPr>
          <w:rFonts w:ascii="Calibri Light" w:hAnsi="Calibri Light" w:cs="Calibri Light"/>
          <w:sz w:val="24"/>
          <w:szCs w:val="24"/>
        </w:rPr>
        <w:t>Larantuka</w:t>
      </w:r>
      <w:proofErr w:type="spellEnd"/>
      <w:r w:rsidR="006C0DD1" w:rsidRPr="000A1764">
        <w:rPr>
          <w:rFonts w:ascii="Calibri Light" w:hAnsi="Calibri Light" w:cs="Calibri Light"/>
          <w:sz w:val="24"/>
          <w:szCs w:val="24"/>
        </w:rPr>
        <w:t xml:space="preserve"> Kingdom during the pre-colonial period to the colonial period.</w:t>
      </w:r>
      <w:r w:rsidR="00E834E0">
        <w:rPr>
          <w:rFonts w:ascii="Calibri Light" w:hAnsi="Calibri Light" w:cs="Calibri Light"/>
          <w:sz w:val="24"/>
          <w:szCs w:val="24"/>
        </w:rPr>
        <w:t xml:space="preserve"> </w:t>
      </w:r>
      <w:r w:rsidR="00E834E0" w:rsidRPr="00E834E0">
        <w:rPr>
          <w:rFonts w:ascii="Calibri Light" w:hAnsi="Calibri Light" w:cs="Calibri Light"/>
          <w:sz w:val="24"/>
          <w:szCs w:val="24"/>
        </w:rPr>
        <w:t xml:space="preserve">This </w:t>
      </w:r>
      <w:r w:rsidR="00E834E0">
        <w:rPr>
          <w:rFonts w:ascii="Calibri Light" w:hAnsi="Calibri Light" w:cs="Calibri Light"/>
          <w:sz w:val="24"/>
          <w:szCs w:val="24"/>
        </w:rPr>
        <w:t>paper</w:t>
      </w:r>
      <w:r w:rsidR="00E834E0" w:rsidRPr="00E834E0">
        <w:rPr>
          <w:rFonts w:ascii="Calibri Light" w:hAnsi="Calibri Light" w:cs="Calibri Light"/>
          <w:sz w:val="24"/>
          <w:szCs w:val="24"/>
        </w:rPr>
        <w:t xml:space="preserve"> </w:t>
      </w:r>
      <w:r w:rsidR="00E834E0">
        <w:rPr>
          <w:rFonts w:ascii="Calibri Light" w:hAnsi="Calibri Light" w:cs="Calibri Light"/>
          <w:sz w:val="24"/>
          <w:szCs w:val="24"/>
        </w:rPr>
        <w:t>was</w:t>
      </w:r>
      <w:r w:rsidR="00E834E0" w:rsidRPr="00E834E0">
        <w:rPr>
          <w:rFonts w:ascii="Calibri Light" w:hAnsi="Calibri Light" w:cs="Calibri Light"/>
          <w:sz w:val="24"/>
          <w:szCs w:val="24"/>
        </w:rPr>
        <w:t xml:space="preserve"> written in a literary style. Therefore, the resulting historiography </w:t>
      </w:r>
      <w:r w:rsidR="00E834E0">
        <w:rPr>
          <w:rFonts w:ascii="Calibri Light" w:hAnsi="Calibri Light" w:cs="Calibri Light"/>
          <w:sz w:val="24"/>
          <w:szCs w:val="24"/>
        </w:rPr>
        <w:t>would</w:t>
      </w:r>
      <w:r w:rsidR="00E834E0" w:rsidRPr="00E834E0">
        <w:rPr>
          <w:rFonts w:ascii="Calibri Light" w:hAnsi="Calibri Light" w:cs="Calibri Light"/>
          <w:sz w:val="24"/>
          <w:szCs w:val="24"/>
        </w:rPr>
        <w:t xml:space="preserve"> be easier to read and understand.</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Default="00334792" w:rsidP="000A1764">
      <w:pPr>
        <w:numPr>
          <w:ilvl w:val="0"/>
          <w:numId w:val="15"/>
        </w:numPr>
        <w:spacing w:before="120" w:after="120"/>
        <w:rPr>
          <w:rFonts w:ascii="Calibri Light" w:hAnsi="Calibri Light" w:cs="Calibri Light"/>
          <w:b/>
          <w:color w:val="A6A6A6"/>
          <w:sz w:val="24"/>
          <w:szCs w:val="24"/>
        </w:rPr>
      </w:pPr>
      <w:r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rsidR="000A1764" w:rsidRPr="00122F5F" w:rsidRDefault="000A1764" w:rsidP="000A1764">
      <w:pPr>
        <w:spacing w:before="120" w:after="120"/>
        <w:ind w:left="360"/>
        <w:rPr>
          <w:rFonts w:ascii="Calibri Light" w:hAnsi="Calibri Light" w:cs="Calibri Light"/>
          <w:b/>
          <w:sz w:val="24"/>
          <w:szCs w:val="24"/>
          <w:lang w:val="id-ID"/>
        </w:rPr>
      </w:pPr>
      <w:r w:rsidRPr="000A1764">
        <w:rPr>
          <w:rFonts w:ascii="Calibri Light" w:hAnsi="Calibri Light" w:cs="Calibri Light"/>
          <w:b/>
          <w:sz w:val="24"/>
          <w:szCs w:val="24"/>
          <w:lang w:val="id-ID"/>
        </w:rPr>
        <w:t>GRAND STRATEGY OF TRADITIONAL STATES IN THE MALAY ARCHIPELAGO</w:t>
      </w:r>
    </w:p>
    <w:p w:rsidR="000A1764" w:rsidRPr="000A1764" w:rsidRDefault="000A1764" w:rsidP="000A1764">
      <w:pPr>
        <w:spacing w:before="120" w:after="120"/>
        <w:ind w:left="426" w:right="-1"/>
        <w:jc w:val="both"/>
        <w:rPr>
          <w:rFonts w:ascii="Calibri Light" w:hAnsi="Calibri Light" w:cs="Calibri Light"/>
          <w:sz w:val="24"/>
          <w:szCs w:val="24"/>
        </w:rPr>
      </w:pPr>
      <w:r w:rsidRPr="000A1764">
        <w:rPr>
          <w:rFonts w:ascii="Calibri Light" w:hAnsi="Calibri Light" w:cs="Calibri Light"/>
          <w:sz w:val="24"/>
          <w:szCs w:val="24"/>
        </w:rPr>
        <w:t xml:space="preserve">The grand strategy can be understood both theoretically and practically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{"citationID":"XxhuXkaq","properties":{"formattedCitation":"(Wey &amp; Harun, 2018)","plainCitation":"(Wey &amp; Harun, 2018)","noteIndex":0},"citationItems":[{"id":"sYoH7Wzu/KGLc8PGz","uris":["http://zotero.org/users/local/tMg75FXv/items/E4X9T7PM"],"itemData":{"id":298,"type":"article-journal","abstract":"The Malacca Sultanate had profound political and strategic influence in the Southeast Asia region. This article analyzes how the Malacca Sultanate practised its grand strategy using diplomacy and statecraft aided by its military power in countering and containing its external threats to sustain its power, gain economic dividends, and influence in the region. Although there are a few academic studies on the practice of grand strategies such as those of the Roman and Ottoman Empires, none has analyzed the grand strategy of the Malacca Sultanate. The lessons from the historical practice of grand strategy by the Malacca Sultanate generated by this research provides valuable insights and guidance for today's strategic practitioners and policy makers in facing similar security risks in the same geographical setting.","container-title":"Comparative Strategy","DOI":"10.1080/01495933.2017.1419726","ISSN":"0149-5933","issue":"1","note":"publisher: Routledge\n_eprint: https://doi.org/10.1080/01495933.2017.1419726","page":"49-55","source":"Taylor and Francis+NEJM","title":"Grand strategy of the Malacca Sultanate, 1400–1511","volume":"37","author":[{"family":"Wey","given":"Adam Leong Kok"},{"family":"Harun","given":"Abdul Latif"}],"issued":{"date-parts":[["2018",1,1]]}}}],"schema":"https://github.com/citation-style-language/schema/raw/master/csl-citation.json"}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(Wey &amp; Harun, 2018)</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Grand strategy can be used as a tool to assess the success and failure of a country's power. In addition, a grand strategy is expected to be a bridge between economic, political, and military objectives to maintain the country's interests in the long term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{"citationID":"mYzpRKnt","properties":{"formattedCitation":"(Starr, 1993)","plainCitation":"(Starr, 1993)","noteIndex":0},"citationItems":[{"id":"sYoH7Wzu/YjBijeJm","uris":["http://zotero.org/users/local/tMg75FXv/items/QTPPLMCX"],"itemData":{"id":315,"type":"article-journal","container-title":"The American Political Science Review","DOI":"10.2307/2939032","ISSN":"0003-0554","issue":"1","note":"publisher: [American Political Science Association, Cambridge University Press]","page":"261-261","source":"JSTOR","title":"Review of Grand Strategies in War and Peace","volume":"87","author":[{"family":"Starr","given":"Harvey"}],"reviewed-author":[{"family":"Kennedy","given":"Paul"}],"issued":{"date-parts":[["1993"]]}}}],"schema":"https://github.com/citation-style-language/schema/raw/master/csl-citation.json"}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(Starr, 1993)</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Grand strategy can also be understood as a principle or grand design in the form of a vision, idea and main design of a country. Grand strategy can guide and provide decisions in interacting with internal and external parties in the international governance system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{"citationID":"CNaUIag6","properties":{"formattedCitation":"(Onea, 2020)","plainCitation":"(Onea, 2020)","noteIndex":0},"citationItems":[{"id":"sYoH7Wzu/DkDhPm6N","uris":["http://zotero.org/users/local/tMg75FXv/items/BSM7HD6R"],"itemData":{"id":314,"type":"book","abstract":"What is grand strategy and what is it good for? What are great powers, and which states are great powers today? What are the grand strategies available to great powers? What are the conditions under which a certain strategy is suitable and when should it be rejected? What are the factors affecting the success or failure of a given grand strategy? The present volume provides answers to these questions by introducing a typology of great power grand strategies, as strategies of rising, status quo, and declining powers, as well as through historical illustrations of each type. The reader is thus exposed to strategies such as divide and conquer, biding your time, opportunity strike, primacy, semi-detachment, concert, and appeasement through the experiences of leaders such as Bismarck, Peter the Great, Metternich, Deng Xiaoping, Neville Chamberlain, and Stalin. This analysis is then brought to bear on present developments in the grand strategies of the United States, China, and Russia. The volume should be of interest to both the academic and foreign policy-making communities, and in particular to students of international relations, diplomacy, history, and current international affairs.","event-place":"London","ISBN":"978-1-315-26837-8","note":"DOI: 10.4324/9781315268378","number-of-pages":"242","publisher":"Routledge","publisher-place":"London","title":"The Grand Strategies of Great Powers","author":[{"family":"Onea","given":"Tudor A."}],"issued":{"date-parts":[["2020",8,6]]}}}],"schema":"https://github.com/citation-style-language/schema/raw/master/csl-citation.json"}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(Onea, 2020)</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In practical terms, a grand strategy may use diplomacy and statecraft aided by military force to confront and overcome external threats. This strategy aims to maintain power, gain economic advantage, and expand influence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{"citationID":"6pbCrTbm","properties":{"formattedCitation":"(Wey &amp; Harun, 2018)","plainCitation":"(Wey &amp; Harun, 2018)","noteIndex":0},"citationItems":[{"id":"sYoH7Wzu/KGLc8PGz","uris":["http://zotero.org/users/local/tMg75FXv/items/E4X9T7PM"],"itemData":{"id":298,"type":"article-journal","abstract":"The Malacca Sultanate had profound political and strategic influence in the Southeast Asia region. This article analyzes how the Malacca Sultanate practised its grand strategy using diplomacy and statecraft aided by its military power in countering and containing its external threats to sustain its power, gain economic dividends, and influence in the region. Although there are a few academic studies on the practice of grand strategies such as those of the Roman and Ottoman Empires, none has analyzed the grand strategy of the Malacca Sultanate. The lessons from the historical practice of grand strategy by the Malacca Sultanate generated by this research provides valuable insights and guidance for today's strategic practitioners and policy makers in facing similar security risks in the same geographical setting.","container-title":"Comparative Strategy","DOI":"10.1080/01495933.2017.1419726","ISSN":"0149-5933","issue":"1","note":"publisher: Routledge\n_eprint: https://doi.org/10.1080/01495933.2017.1419726","page":"49-55","source":"Taylor and Francis+NEJM","title":"Grand strategy of the Malacca Sultanate, 1400–1511","volume":"37","author":[{"family":"Wey","given":"Adam Leong Kok"},{"family":"Harun","given":"Abdul Latif"}],"issued":{"date-parts":[["2018",1,1]]}}}],"schema":"https://github.com/citation-style-language/schema/raw/master/csl-citation.json"}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(Wey &amp; Harun, 2018)</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The main objective of grand strategy lies in state policy. The policy in question is the power or state's leader's capacity to unite all non-military and military elements to achieve the state's interests, and the state's welfare and sustainability, both during peace and war conditions. These elements include the implementation and assessment of diplomacy; the fulfilment of the state's interests; political culture; morale; and economic resources including industry; natural resources; finance; manpower and the military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{"citationID":"5EvjMBYU","properties":{"formattedCitation":"(Starr, 1993)","plainCitation":"(Starr, 1993)","noteIndex":0},"citationItems":[{"id":"sYoH7Wzu/YjBijeJm","uris":["http://zotero.org/users/local/tMg75FXv/items/QTPPLMCX"],"itemData":{"id":315,"type":"article-journal","container-title":"The American Political Science Review","DOI":"10.2307/2939032","ISSN":"0003-0554","issue":"1","note":"publisher: [American Political Science Association, Cambridge University Press]","page":"261-261","source":"JSTOR","title":"Review of Grand Strategies in War and Peace","volume":"87","author":[{"family":"Starr","given":"Harvey"}],"reviewed-author":[{"family":"Kennedy","given":"Paul"}],"issued":{"date-parts":[["1993"]]}}}],"schema":"https://github.com/citation-style-language/schema/raw/master/csl-citation.json"}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(Starr, 1993)</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In the pre-colonial period, several kingdoms and sultanates used grand strategies for their political interests and goals. Srivijaya is a model of a traditional state that used a grand strategy to become a superpower empire. For Srivijaya, the geopolitical and geo-economic situation in the Malacca Strait could be considered a threat to the region on the North Coast of Sumatra. At this time, the ports in Palembang and Jambi became the connecting route for trade activities between the Western Nusantara region and Asian trading ports. This made the Srivijaya Kingdom have a relationship with Chinese merchants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{"citationID":"xzBpO7Qm","properties":{"formattedCitation":"(Wolters, 1967)","plainCitation":"(Wolters, 1967)","noteIndex":0},"citationItems":[{"id":"sYoH7Wzu/J6FR8vWd","uris":["http://zotero.org/users/local/tMg75FXv/items/D6Q8SYB5"],"itemData":{"id":310,"type":"book","ISBN":"978-1-59740-187-6","language":"en","note":"Google-Books-ID: QoY1AQAAIAAJ","number-of-pages":"412","publisher":"Cornell University Press","source":"Google Books","title":"Early Indonesian Commerce: A Study of the Origins of Srīvijaya","title-short":"Early Indonesian Commerce","author":[{"family":"Wolters","given":"O. W."}],"issued":{"date-parts":[["1967"]]}}}],"schema":"https://github.com/citation-style-language/schema/raw/master/csl-citation.json"}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(Wolters, 1967)</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In 682, the Srivijaya Kingdom competed with Jambi for the </w:t>
      </w:r>
      <w:proofErr w:type="spellStart"/>
      <w:r w:rsidRPr="000A1764">
        <w:rPr>
          <w:rFonts w:ascii="Calibri Light" w:hAnsi="Calibri Light" w:cs="Calibri Light"/>
          <w:sz w:val="24"/>
          <w:szCs w:val="24"/>
        </w:rPr>
        <w:t>Batang</w:t>
      </w:r>
      <w:proofErr w:type="spellEnd"/>
      <w:r w:rsidRPr="000A1764">
        <w:rPr>
          <w:rFonts w:ascii="Calibri Light" w:hAnsi="Calibri Light" w:cs="Calibri Light"/>
          <w:sz w:val="24"/>
          <w:szCs w:val="24"/>
        </w:rPr>
        <w:t xml:space="preserve"> Hari River trade route. This competition was won by the Srivijaya Kingdom so that it was able to control the international trade route as well as the Jambi region. However, Srivijaya's territory was vulnerable to rebellion from the hinterland and external attacks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{"citationID":"ZOJm7Ohx","properties":{"formattedCitation":"(Hall, 1985)","plainCitation":"(Hall, 1985)","noteIndex":0},"citationItems":[{"id":"sYoH7Wzu/aUWfhQ0C","uris":["http://zotero.org/users/local/tMg75FXv/items/8EVPCYIY"],"itemData":{"id":299,"type":"book","ISBN":"978-0-8248-0843-3","language":"en","note":"Google-Books-ID: ncqGAAAAIAAJ","number-of-pages":"392","publisher":"University of Hawaii Press","source":"Google Books","title":"Maritime Trade and State Development in Early Southeast Asia","author":[{"family":"Hall","given":"Kenneth R."}],"issued":{"date-parts":[["1985"]]}}}],"schema":"https://github.com/citation-style-language/schema/raw/master/csl-citation.json"}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(Hall, 1985)</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Therefore, </w:t>
      </w:r>
      <w:r w:rsidRPr="000A1764">
        <w:rPr>
          <w:rFonts w:ascii="Calibri Light" w:hAnsi="Calibri Light" w:cs="Calibri Light"/>
          <w:sz w:val="24"/>
          <w:szCs w:val="24"/>
        </w:rPr>
        <w:lastRenderedPageBreak/>
        <w:t xml:space="preserve">the Srivijaya rulers initiated a defensive military policy to protect the overall interests of the kingdom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{"citationID":"3c4evp9P","properties":{"formattedCitation":"(Wolters, 1967)","plainCitation":"(Wolters, 1967)","noteIndex":0},"citationItems":[{"id":"sYoH7Wzu/J6FR8vWd","uris":["http://zotero.org/users/local/tMg75FXv/items/D6Q8SYB5"],"itemData":{"id":310,"type":"book","ISBN":"978-1-59740-187-6","language":"en","note":"Google-Books-ID: QoY1AQAAIAAJ","number-of-pages":"412","publisher":"Cornell University Press","source":"Google Books","title":"Early Indonesian Commerce: A Study of the Origins of Srīvijaya","title-short":"Early Indonesian Commerce","author":[{"family":"Wolters","given":"O. W."}],"issued":{"date-parts":[["1967"]]}}}],"schema":"https://github.com/citation-style-language/schema/raw/master/csl-citation.json"}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(Wolters, 1967)</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Likewise,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Kingdom under the control of Patih Gajah Mada, successfully used a grand strategy to expand its territory to include parts of Southeast Asia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{"citationID":"2NLm7AcG","properties":{"formattedCitation":"(Manggala, 2013)","plainCitation":"(Manggala, 2013)","noteIndex":0},"citationItems":[{"id":"sYoH7Wzu/MKkvE8WA","uris":["http://zotero.org/users/local/tMg75FXv/items/CR5BNIPN"],"itemData":{"id":321,"type":"article-journal","abstract":"Throughout the years, study on pre-colonial Southeast Asian international relations has not garnered major attention because it had long been seen as an integral part of the Chinacentred tribute system. There is a need to provide greater understanding of the uniqueness of the international system as different regions have different ontologies to comprehend its dynamics and structures. This paper contributes to the pre-colonial Southeast Asian literature by examining the interplay that had existed between pre-colonial Southeast Asian empires and the hierarchical East Asian international society, in particular during the 13th16th Century. The paper argues that Southeast Asian international relations in pre-colonial time were characterized by complex political structures with the influence of Mandala values. In that structural context, the Majapahit Empire, one of the biggest empires at that time had its own constitutional structures of an international society, albeit still sought close relations with China.","container-title":"JAS (Journal of ASEAN Studies)","DOI":"10.21512/jas.v1i1.764","ISSN":"2338-1353, 2338-1361","issue":"1","journalAbbreviation":"J. ASEAN Studies","language":"en","page":"1","source":"DOI.org (Crossref)","title":"The Mandala Culture of Anarchy: The Pre-Colonial Southeast Asian International Society","title-short":"The Mandala Culture of Anarchy","volume":"1","author":[{"family":"Manggala","given":"Pandu Utama"}],"issued":{"date-parts":[["2013",7,27]]}}}],"schema":"https://github.com/citation-style-language/schema/raw/master/csl-citation.json"}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(Manggala, 2013)</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The existence of the political power of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Kingdom can be seen when King Hayam </w:t>
      </w:r>
      <w:proofErr w:type="spellStart"/>
      <w:r w:rsidRPr="000A1764">
        <w:rPr>
          <w:rFonts w:ascii="Calibri Light" w:hAnsi="Calibri Light" w:cs="Calibri Light"/>
          <w:sz w:val="24"/>
          <w:szCs w:val="24"/>
        </w:rPr>
        <w:t>Wuruk</w:t>
      </w:r>
      <w:proofErr w:type="spellEnd"/>
      <w:r w:rsidRPr="000A1764">
        <w:rPr>
          <w:rFonts w:ascii="Calibri Light" w:hAnsi="Calibri Light" w:cs="Calibri Light"/>
          <w:sz w:val="24"/>
          <w:szCs w:val="24"/>
        </w:rPr>
        <w:t xml:space="preserve"> ruled in the 14th and 15th centuries. At that time,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often sent envoys and military fleets to various parts of the archipelago with the aim of trade relations, diplomacy and territorial conquest. In addition,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Kingdom established political-economic relations with kingdoms and countries in the Southeast Asian region for the continued benefit of the kingdom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{"citationID":"02Bj2PdR","properties":{"formattedCitation":"(Munandar, 2020)","plainCitation":"(Munandar, 2020)","noteIndex":0},"citationItems":[{"id":"sYoH7Wzu/WxktDdp9","uris":["http://zotero.org/users/local/tMg75FXv/items/4PMDNATS"],"itemData":{"id":317,"type":"article-journal","abstract":"This study discusses the interactions between Majapahit and other kingdoms from a contemporary time in Nusantara, Southeast Asia, India, and China and vice versa. The aim is to formulate the interaction between Majapahit and contemporary kingdoms and vice versa based on existing data. This is an ancient historical study that was conducted in three stages, namely: collecting data contained in written sources such as inscriptions, literary works, and Chinese Chronicles, and archaeological data. The second stage was a data analysis by linking data from written sources with other data, to look for elements that support each other, and always refer to the phenomenon of the study framework. The third stage included an interpretation to gain conclusions. According to the data analysis by examining Majapahit's contemporary regions and kingdoms, it turned out that the kingdom applied the basic concept of Tri Angga which refers to the macrocosm concept of Tri Loka. Majapahit's relationship with India is not as dynamic as that of China, instead, there is a view that India is religiously no longer a reference to Hinduism and Buddhism.","container-title":"Berkala Arkeologi","DOI":"10.30883/jba.v40i1.522","ISSN":"2548-7132","issue":"1","language":"en","license":"Copyright (c) 2020 Berkala Arkeologi","note":"number: 1","page":"1-22","source":"berkalaarkeologi.kemdikbud.go.id","title":"Majapahit and the Contemporary Kingdoms: Interactions and Views","title-short":"Majapahit and the Contemporary Kingdoms","volume":"40","author":[{"family":"Munandar","given":"Agus Aris"}],"issued":{"date-parts":[["2020",5,26]]}}}],"schema":"https://github.com/citation-style-language/schema/raw/master/csl-citation.json"}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(Munandar, 2020)</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In addition to these two kingdoms, the Sultanate of Malacca also applied the concept of grand strategy to its government system. In the 15th century, Malacca was the </w:t>
      </w:r>
      <w:proofErr w:type="spellStart"/>
      <w:r w:rsidRPr="000A1764">
        <w:rPr>
          <w:rFonts w:ascii="Calibri Light" w:hAnsi="Calibri Light" w:cs="Calibri Light"/>
          <w:sz w:val="24"/>
          <w:szCs w:val="24"/>
        </w:rPr>
        <w:t>centre</w:t>
      </w:r>
      <w:proofErr w:type="spellEnd"/>
      <w:r w:rsidRPr="000A1764">
        <w:rPr>
          <w:rFonts w:ascii="Calibri Light" w:hAnsi="Calibri Light" w:cs="Calibri Light"/>
          <w:sz w:val="24"/>
          <w:szCs w:val="24"/>
        </w:rPr>
        <w:t xml:space="preserve"> of Islamic civilization that spread its influence throughout the Malay Archipelago. In that period, the last Sultan of Malacca, Sultan Mahmud Syah, made a political policy to legitimize the Malacca region as the New Mecca. This was motivated by the influence of Malacca at the time which became the center of international trade during the 15th century. In addition, the Sultan of Malacca also made a Malacca sea law policy to maintain social harmony in Malacca and protect Malacca trade from external threats including the Portuguese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{"citationID":"KWetiedh","properties":{"formattedCitation":"(Wijaya, 2022)","plainCitation":"(Wijaya, 2022)","noteIndex":0},"citationItems":[{"id":"sYoH7Wzu/TmXCbaft","uris":["http://zotero.org/users/local/tMg75FXv/items/QPWKZTMX"],"itemData":{"id":309,"type":"article-journal","language":"eng","license":"openAccess","note":"Accepted: 2023-01-16T00:07:09Z","source":"repositorio-aberto.up.pt","title":"Malacca Beyond European Colonialism (15th-17th Centuries)","URL":"https://repositorio-aberto.up.pt/handle/10216/141531","author":[{"family":"Wijaya","given":"Daya Negri"}],"accessed":{"date-parts":[["2024",12,1]]},"issued":{"date-parts":[["2022",6,23]]}}}],"schema":"https://github.com/citation-style-language/schema/raw/master/csl-citation.json"}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(Wijaya, 2022)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Sultanate of Aceh also applied the concept of grand strategy to its government system when it was led by Sultan Iskandar Muda (1607-1636). In the 17th century period, the Sultanate of Aceh experienced a period of glory. This is inseparable from the role and influence of Sultan Iskandar Muda. The Sultan is believed to have created significant changes and successes when fighting the Portuguese in Malacca. The Sultan intensified the policy of inclusive commercial legislation and the expansion of territory to the entire Malay Archipelago. Therefore, in the 17th century, the Sultanate of Aceh was considered a new political, economic and military power in the archipelago. The heyday of the Sultanate of Aceh is a historical fact because Sultan Iskandar Muda was able to make Banda Aceh a cosmopolitan city and was able to transform it into a maritime city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{"citationID":"3AosjaOs","properties":{"formattedCitation":"(Lombard, 1986)","plainCitation":"(Lombard, 1986)","noteIndex":0},"citationItems":[{"id":"sYoH7Wzu/whc6qQ1D","uris":["http://zotero.org/users/local/tMg75FXv/items/FIKEZBCY"],"itemData":{"id":305,"type":"book","language":"id","note":"Google-Books-ID: D34bAQAAMAAJ","number-of-pages":"428","publisher":"Balai Pustaka","source":"Google Books","title":"Kerajaan Aceh: jaman Sultan Iskandar Muda,1607-1636","title-short":"Kerajaan Aceh","author":[{"family":"Lombard","given":"Denys"}],"issued":{"date-parts":[["1986"]]}}}],"schema":"https://github.com/citation-style-language/schema/raw/master/csl-citation.json"}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(Lombard, 1986)</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In Java, the grand strategy was also applied by the Islamic </w:t>
      </w:r>
      <w:proofErr w:type="spellStart"/>
      <w:r w:rsidRPr="000A1764">
        <w:rPr>
          <w:rFonts w:ascii="Calibri Light" w:hAnsi="Calibri Light" w:cs="Calibri Light"/>
          <w:sz w:val="24"/>
          <w:szCs w:val="24"/>
        </w:rPr>
        <w:t>Mataram</w:t>
      </w:r>
      <w:proofErr w:type="spellEnd"/>
      <w:r w:rsidRPr="000A1764">
        <w:rPr>
          <w:rFonts w:ascii="Calibri Light" w:hAnsi="Calibri Light" w:cs="Calibri Light"/>
          <w:sz w:val="24"/>
          <w:szCs w:val="24"/>
        </w:rPr>
        <w:t xml:space="preserve">. In the fifteenth century, </w:t>
      </w:r>
      <w:proofErr w:type="spellStart"/>
      <w:r w:rsidRPr="000A1764">
        <w:rPr>
          <w:rFonts w:ascii="Calibri Light" w:hAnsi="Calibri Light" w:cs="Calibri Light"/>
          <w:sz w:val="24"/>
          <w:szCs w:val="24"/>
        </w:rPr>
        <w:t>Majapahit's</w:t>
      </w:r>
      <w:proofErr w:type="spellEnd"/>
      <w:r w:rsidRPr="000A1764">
        <w:rPr>
          <w:rFonts w:ascii="Calibri Light" w:hAnsi="Calibri Light" w:cs="Calibri Light"/>
          <w:sz w:val="24"/>
          <w:szCs w:val="24"/>
        </w:rPr>
        <w:t xml:space="preserve"> power declined, and Islamic-based political entities emerged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{"citationID":"kKCekr8c","properties":{"formattedCitation":"(Ricklefs, 2007)","plainCitation":"(Ricklefs, 2007)","noteIndex":0},"citationItems":[{"id":"sYoH7Wzu/hg4NS2z4","uris":["http://zotero.org/users/local/tMg75FXv/items/L7UX3M6Y"],"itemData":{"id":199,"type":"book","edition":"Third","language":"id","publisher":"PT. Serambi Ilmu Semesta","title":"Sejarah Indonesia Modern 1200-2004","author":[{"family":"Ricklefs","given":"Merley Calvin"}],"issued":{"date-parts":[["2007"]]}}}],"schema":"https://github.com/citation-style-language/schema/raw/master/csl-citation.json"}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(Ricklefs, 2007)</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Successively, Demak, </w:t>
      </w:r>
      <w:proofErr w:type="spellStart"/>
      <w:r w:rsidRPr="000A1764">
        <w:rPr>
          <w:rFonts w:ascii="Calibri Light" w:hAnsi="Calibri Light" w:cs="Calibri Light"/>
          <w:sz w:val="24"/>
          <w:szCs w:val="24"/>
        </w:rPr>
        <w:t>Pajang</w:t>
      </w:r>
      <w:proofErr w:type="spellEnd"/>
      <w:r w:rsidRPr="000A1764">
        <w:rPr>
          <w:rFonts w:ascii="Calibri Light" w:hAnsi="Calibri Light" w:cs="Calibri Light"/>
          <w:sz w:val="24"/>
          <w:szCs w:val="24"/>
        </w:rPr>
        <w:t xml:space="preserve"> and Islamic </w:t>
      </w:r>
      <w:proofErr w:type="spellStart"/>
      <w:r w:rsidRPr="000A1764">
        <w:rPr>
          <w:rFonts w:ascii="Calibri Light" w:hAnsi="Calibri Light" w:cs="Calibri Light"/>
          <w:sz w:val="24"/>
          <w:szCs w:val="24"/>
        </w:rPr>
        <w:t>Mataram</w:t>
      </w:r>
      <w:proofErr w:type="spellEnd"/>
      <w:r w:rsidRPr="000A1764">
        <w:rPr>
          <w:rFonts w:ascii="Calibri Light" w:hAnsi="Calibri Light" w:cs="Calibri Light"/>
          <w:sz w:val="24"/>
          <w:szCs w:val="24"/>
        </w:rPr>
        <w:t xml:space="preserve"> took turns to rule Java. In the XVII century, the power and influence of the Islamic </w:t>
      </w:r>
      <w:proofErr w:type="spellStart"/>
      <w:r w:rsidRPr="000A1764">
        <w:rPr>
          <w:rFonts w:ascii="Calibri Light" w:hAnsi="Calibri Light" w:cs="Calibri Light"/>
          <w:sz w:val="24"/>
          <w:szCs w:val="24"/>
        </w:rPr>
        <w:t>Mataram</w:t>
      </w:r>
      <w:proofErr w:type="spellEnd"/>
      <w:r w:rsidRPr="000A1764">
        <w:rPr>
          <w:rFonts w:ascii="Calibri Light" w:hAnsi="Calibri Light" w:cs="Calibri Light"/>
          <w:sz w:val="24"/>
          <w:szCs w:val="24"/>
        </w:rPr>
        <w:t xml:space="preserve"> Sultanate grew rapidly. Islamic </w:t>
      </w:r>
      <w:proofErr w:type="spellStart"/>
      <w:r w:rsidRPr="000A1764">
        <w:rPr>
          <w:rFonts w:ascii="Calibri Light" w:hAnsi="Calibri Light" w:cs="Calibri Light"/>
          <w:sz w:val="24"/>
          <w:szCs w:val="24"/>
        </w:rPr>
        <w:t>Mataram</w:t>
      </w:r>
      <w:proofErr w:type="spellEnd"/>
      <w:r w:rsidRPr="000A1764">
        <w:rPr>
          <w:rFonts w:ascii="Calibri Light" w:hAnsi="Calibri Light" w:cs="Calibri Light"/>
          <w:sz w:val="24"/>
          <w:szCs w:val="24"/>
        </w:rPr>
        <w:t xml:space="preserve"> controlled the main cities on the North Coast of Java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{"citationID":"eZUkgiAv","properties":{"formattedCitation":"(de Graaf &amp; Pigeaud, 1985)","plainCitation":"(de Graaf &amp; Pigeaud, 1985)","noteIndex":0},"citationItems":[{"id":"sYoH7Wzu/j4nZuluI","uris":["http://zotero.org/users/local/tMg75FXv/items/5Q24TBXK"],"itemData":{"id":319,"type":"book","language":"ind","source":"Internet Archive","title":"Kerajaan-Kerajaan Islam di Jawa: Peralihan dari Majapahit ke Mataram","title-short":"Kerajaan-Kerajaan Islam di Jawa","URL":"http://archive.org/details/de-graaf-kerajaan-islam-di-jawa","author":[{"family":"Graaf","given":"Hermanus Johannes","non-dropping-particle":"de"},{"family":"Pigeaud","given":"Theodor Gautier Thomas"}],"accessed":{"date-parts":[["2024",12,1]]},"issued":{"date-parts":[["1985"]]}}}],"schema":"https://github.com/citation-style-language/schema/raw/master/csl-citation.json"}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(de Graaf &amp; Pigeaud, 1985)</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In 1641, after Sultan Agung </w:t>
      </w:r>
      <w:proofErr w:type="spellStart"/>
      <w:r w:rsidRPr="000A1764">
        <w:rPr>
          <w:rFonts w:ascii="Calibri Light" w:hAnsi="Calibri Light" w:cs="Calibri Light"/>
          <w:sz w:val="24"/>
          <w:szCs w:val="24"/>
        </w:rPr>
        <w:t>Hanyakrakusuma</w:t>
      </w:r>
      <w:proofErr w:type="spellEnd"/>
      <w:r w:rsidRPr="000A1764">
        <w:rPr>
          <w:rFonts w:ascii="Calibri Light" w:hAnsi="Calibri Light" w:cs="Calibri Light"/>
          <w:sz w:val="24"/>
          <w:szCs w:val="24"/>
        </w:rPr>
        <w:t xml:space="preserve"> reigned, </w:t>
      </w:r>
      <w:proofErr w:type="spellStart"/>
      <w:r w:rsidRPr="000A1764">
        <w:rPr>
          <w:rFonts w:ascii="Calibri Light" w:hAnsi="Calibri Light" w:cs="Calibri Light"/>
          <w:sz w:val="24"/>
          <w:szCs w:val="24"/>
        </w:rPr>
        <w:t>Mataram</w:t>
      </w:r>
      <w:proofErr w:type="spellEnd"/>
      <w:r w:rsidRPr="000A1764">
        <w:rPr>
          <w:rFonts w:ascii="Calibri Light" w:hAnsi="Calibri Light" w:cs="Calibri Light"/>
          <w:sz w:val="24"/>
          <w:szCs w:val="24"/>
        </w:rPr>
        <w:t xml:space="preserve"> was able to control and monopolize trade in East and Central Java and Madura with its military power. The power of Islamic </w:t>
      </w:r>
      <w:proofErr w:type="spellStart"/>
      <w:r w:rsidRPr="000A1764">
        <w:rPr>
          <w:rFonts w:ascii="Calibri Light" w:hAnsi="Calibri Light" w:cs="Calibri Light"/>
          <w:sz w:val="24"/>
          <w:szCs w:val="24"/>
        </w:rPr>
        <w:t>Mataram</w:t>
      </w:r>
      <w:proofErr w:type="spellEnd"/>
      <w:r w:rsidRPr="000A1764">
        <w:rPr>
          <w:rFonts w:ascii="Calibri Light" w:hAnsi="Calibri Light" w:cs="Calibri Light"/>
          <w:sz w:val="24"/>
          <w:szCs w:val="24"/>
        </w:rPr>
        <w:t xml:space="preserve"> in Java was recognized by Palembang, Banjarmasin and Jambi through several agreements involving the VOC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{"citationID":"3Vpprym7","properties":{"formattedCitation":"(Surya &amp; Puji, 2024)","plainCitation":"(Surya &amp; Puji, 2024)","noteIndex":0},"citationItems":[{"id":"sYoH7Wzu/ZGS9TEj8","uris":["http://zotero.org/users/local/tMg75FXv/items/6VYEKYL2"],"itemData":{"id":307,"type":"article-journal","abstract":"Java Island had long played a significant part both in Southeast Asia and the Pacific region. Between the 16th and 17th centuries, there was a series of political forces took place on the island, from the Hindu-Buddhist Majapahit Kingdom to the rise of Islamic kingdoms. Mataram is being one of the greatest Islamic kingdoms that ever existed in Java. In the 17th century, the Mataram Sultanate began conquering extensive areas of Central and East Java. Thus, it resulted in the shift of political power from the north coast of Java to the hinterland area. Mataram, during the Sultan Agung era, obtained firm relations with coastal areas and forged many marriage alliances. Thus, the Sultanate had access to other cultural traditions besides those of east Java. Eventually, Central Java under the Mataram realm became the centre of geopolitics and Javanese culture. However, after the Dutch company, aka VOC, appeared, the political disruption began. The seventeenth century in Java was mainly between VOC and Javanese and Chinese in a small part, while events in Java were primary concerns for VOC. Mataram, in particular, was a far larger kingdom than any the VOC had invaded, and it obtained a considerable interior where VOC naval power could be said meaningless. This paper presents a chronological framework of how Mataram under Sultan Agung successfully placed Central Java as the geopolitics of Java in the 17th century.Abstrak: Pulau Jawa telah lama memainkan peran penting baik di Asia Tenggara maupun kawasan Pasifik. Antara abad ke-16 dan ke-17, terjadi serangkaian kekuatan politik di pulau tersebut, dari Kerajaan Majapahit yang beragama Hindu-Buddha hingga munculnya kerajaan-kerajaan Islam. Mataram merupakan salah satu kerajaan Islam terbesar yang pernah ada di Jawa. Pada abad ke-17, Kesultanan Mataram mulai menaklukkan wilayah yang luas di Jawa Tengah dan Jawa Timur. Dengan demikian, terjadi pergeseran kekuatan politik dari pesisir utara Jawa ke daerah pedalaman. Mataram, pada masa Sultan Agung, menjalin hubungan yang erat dengan daerah pesisir dan menjalin banyak aliansi perkawinan. Dengan demikian, Kesultanan tersebut memiliki akses ke tradisi budaya lain selain Jawa Timur. Akhirnya, Jawa Tengah di bawah wilayah Mataram menjadi pusat geopolitik dan budaya Jawa. Namun, setelah perusahaan Belanda, alias VOC, muncul, kekacauan politik pun dimulai. Abad ke-17 di Jawa sebagian besar merupakan masa antara VOC dan orang Jawa serta sebagian kecil orang Tionghoa, sementara peristiwa-peristiwa di Jawa merupakan perhatian utama bagi VOC. Mataram, khususnya, merupakan kerajaan yang jauh lebih besar daripada kerajaan mana pun yang pernah diserbu VOC, dan memperoleh wilayah pedalaman yang cukup luas di mana kekuatan angkatan laut VOC dapat dikatakan tidak berarti. Tulisan ini menyajikan kerangka kronologis tentang bagaimana Mataram di bawah Sultan Agung berhasil menempatkan Jawa Tengah sebagai geopolitik Jawa pada abad ke-17.","container-title":"Paramita: Historical Studies Journal","DOI":"10.15294/paramita.v34i2.47748","ISSN":"2407-5825","issue":"2","language":"en","license":"Copyright (c) 2024 Paramita: Historical Studies Journal","note":"number: 2","source":"journal.unnes.ac.id","title":"The Geopolitics of Java in the 17th Century: A Case Study of Mataram Sultanate","title-short":"The Geopolitics of Java in the 17th Century","URL":"https://journal.unnes.ac.id/nju/paramita/article/view/47748","volume":"34","author":[{"family":"Surya","given":"Riza Afita"},{"family":"Puji","given":"Rully Putri Nirmala"}],"accessed":{"date-parts":[["2024",12,1]]},"issued":{"date-parts":[["2024",10,2]]}}}],"schema":"https://github.com/citation-style-language/schema/raw/master/csl-citation.json"}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(Surya &amp; Puji, 2024)</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Islamic </w:t>
      </w:r>
      <w:proofErr w:type="spellStart"/>
      <w:r w:rsidRPr="000A1764">
        <w:rPr>
          <w:rFonts w:ascii="Calibri Light" w:hAnsi="Calibri Light" w:cs="Calibri Light"/>
          <w:sz w:val="24"/>
          <w:szCs w:val="24"/>
        </w:rPr>
        <w:t>Mataram</w:t>
      </w:r>
      <w:proofErr w:type="spellEnd"/>
      <w:r w:rsidRPr="000A1764">
        <w:rPr>
          <w:rFonts w:ascii="Calibri Light" w:hAnsi="Calibri Light" w:cs="Calibri Light"/>
          <w:sz w:val="24"/>
          <w:szCs w:val="24"/>
        </w:rPr>
        <w:t xml:space="preserve"> geopolitically competed with the VOC to monopolize trade in Java. The sultanate was known as a rice producer and was able to establish a trade network with Malacca and tried to ally itself against the VOC. With its natural resources, economic strength and strong military, Islamic </w:t>
      </w:r>
      <w:proofErr w:type="spellStart"/>
      <w:r w:rsidRPr="000A1764">
        <w:rPr>
          <w:rFonts w:ascii="Calibri Light" w:hAnsi="Calibri Light" w:cs="Calibri Light"/>
          <w:sz w:val="24"/>
          <w:szCs w:val="24"/>
        </w:rPr>
        <w:t>Mataram</w:t>
      </w:r>
      <w:proofErr w:type="spellEnd"/>
      <w:r w:rsidRPr="000A1764">
        <w:rPr>
          <w:rFonts w:ascii="Calibri Light" w:hAnsi="Calibri Light" w:cs="Calibri Light"/>
          <w:sz w:val="24"/>
          <w:szCs w:val="24"/>
        </w:rPr>
        <w:t xml:space="preserve"> was able to monopolize the VOC's rice supply and became the basis of Islamic power in Java in the 17th century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{"citationID":"UH92UicZ","properties":{"formattedCitation":"(Surya &amp; Puji, 2024)","plainCitation":"(Surya &amp; Puji, 2024)","noteIndex":0},"citationItems":[{"id":"sYoH7Wzu/ZGS9TEj8","uris":["http://zotero.org/users/local/tMg75FXv/items/6VYEKYL2"],"itemData":{"id":307,"type":"article-journal","abstract":"Java Island had long played a significant part both in Southeast Asia and the Pacific region. Between the 16th and 17th centuries, there was a series of political forces took place on the island, from the Hindu-Buddhist Majapahit Kingdom to the rise of Islamic kingdoms. Mataram is being one of the greatest Islamic kingdoms that ever existed in Java. In the 17th century, the Mataram Sultanate began conquering extensive areas of Central and East Java. Thus, it resulted in the shift of political power from the north coast of Java to the hinterland area. Mataram, during the Sultan Agung era, obtained firm relations with coastal areas and forged many marriage alliances. Thus, the Sultanate had access to other cultural traditions besides those of east Java. Eventually, Central Java under the Mataram realm became the centre of geopolitics and Javanese culture. However, after the Dutch company, aka VOC, appeared, the political disruption began. The seventeenth century in Java was mainly between VOC and Javanese and Chinese in a small part, while events in Java were primary concerns for VOC. Mataram, in particular, was a far larger kingdom than any the VOC had invaded, and it obtained a considerable interior where VOC naval power could be said meaningless. This paper presents a chronological framework of how Mataram under Sultan Agung successfully placed Central Java as the geopolitics of Java in the 17th century.Abstrak: Pulau Jawa telah lama memainkan peran penting baik di Asia Tenggara maupun kawasan Pasifik. Antara abad ke-16 dan ke-17, terjadi serangkaian kekuatan politik di pulau tersebut, dari Kerajaan Majapahit yang beragama Hindu-Buddha hingga munculnya kerajaan-kerajaan Islam. Mataram merupakan salah satu kerajaan Islam terbesar yang pernah ada di Jawa. Pada abad ke-17, Kesultanan Mataram mulai menaklukkan wilayah yang luas di Jawa Tengah dan Jawa Timur. Dengan demikian, terjadi pergeseran kekuatan politik dari pesisir utara Jawa ke daerah pedalaman. Mataram, pada masa Sultan Agung, menjalin hubungan yang erat dengan daerah pesisir dan menjalin banyak aliansi perkawinan. Dengan demikian, Kesultanan tersebut memiliki akses ke tradisi budaya lain selain Jawa Timur. Akhirnya, Jawa Tengah di bawah wilayah Mataram menjadi pusat geopolitik dan budaya Jawa. Namun, setelah perusahaan Belanda, alias VOC, muncul, kekacauan politik pun dimulai. Abad ke-17 di Jawa sebagian besar merupakan masa antara VOC dan orang Jawa serta sebagian kecil orang Tionghoa, sementara peristiwa-peristiwa di Jawa merupakan perhatian utama bagi VOC. Mataram, khususnya, merupakan kerajaan yang jauh lebih besar daripada kerajaan mana pun yang pernah diserbu VOC, dan memperoleh wilayah pedalaman yang cukup luas di mana kekuatan angkatan laut VOC dapat dikatakan tidak berarti. Tulisan ini menyajikan kerangka kronologis tentang bagaimana Mataram di bawah Sultan Agung berhasil menempatkan Jawa Tengah sebagai geopolitik Jawa pada abad ke-17.","container-title":"Paramita: Historical Studies Journal","DOI":"10.15294/paramita.v34i2.47748","ISSN":"2407-5825","issue":"2","language":"en","license":"Copyright (c) 2024 Paramita: Historical Studies Journal","note":"number: 2","source":"journal.unnes.ac.id","title":"The Geopolitics of Java in the 17th Century: A Case Study of Mataram Sultanate","title-short":"The Geopolitics of Java in the 17th Century","URL":"https://journal.unnes.ac.id/nju/paramita/article/view/47748","volume":"34","author":[{"family":"Surya","given":"Riza Afita"},{"family":"Puji","given":"Rully Putri Nirmala"}],"accessed":{"date-parts":[["2024",12,1]]},"issued":{"date-parts":[["2024",10,2]]}}}],"schema":"https://github.com/citation-style-language/schema/raw/master/csl-citation.json"}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(Surya &amp; Puji, 2024)</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lastRenderedPageBreak/>
        <w:t xml:space="preserve">The grand strategy was also applied by the sultanates in the Maluku Islands, namely Ternate and </w:t>
      </w:r>
      <w:proofErr w:type="spellStart"/>
      <w:r w:rsidRPr="000A1764">
        <w:rPr>
          <w:rFonts w:ascii="Calibri Light" w:hAnsi="Calibri Light" w:cs="Calibri Light"/>
          <w:sz w:val="24"/>
          <w:szCs w:val="24"/>
        </w:rPr>
        <w:t>Tidore</w:t>
      </w:r>
      <w:proofErr w:type="spellEnd"/>
      <w:r w:rsidRPr="000A1764">
        <w:rPr>
          <w:rFonts w:ascii="Calibri Light" w:hAnsi="Calibri Light" w:cs="Calibri Light"/>
          <w:sz w:val="24"/>
          <w:szCs w:val="24"/>
        </w:rPr>
        <w:t xml:space="preserve">. The Sultanate of Ternate and the Sultanate of </w:t>
      </w:r>
      <w:proofErr w:type="spellStart"/>
      <w:r w:rsidRPr="000A1764">
        <w:rPr>
          <w:rFonts w:ascii="Calibri Light" w:hAnsi="Calibri Light" w:cs="Calibri Light"/>
          <w:sz w:val="24"/>
          <w:szCs w:val="24"/>
        </w:rPr>
        <w:t>Tidore</w:t>
      </w:r>
      <w:proofErr w:type="spellEnd"/>
      <w:r w:rsidRPr="000A1764">
        <w:rPr>
          <w:rFonts w:ascii="Calibri Light" w:hAnsi="Calibri Light" w:cs="Calibri Light"/>
          <w:sz w:val="24"/>
          <w:szCs w:val="24"/>
        </w:rPr>
        <w:t xml:space="preserve"> are known as forces capable of controlling several regions and civilizations in the Maluku Islands. Geopolitically, the two sultanates competed in economic, political and military terms to become the main force in the Maluku Islands. The southern region was controlled by </w:t>
      </w:r>
      <w:proofErr w:type="spellStart"/>
      <w:r w:rsidRPr="000A1764">
        <w:rPr>
          <w:rFonts w:ascii="Calibri Light" w:hAnsi="Calibri Light" w:cs="Calibri Light"/>
          <w:sz w:val="24"/>
          <w:szCs w:val="24"/>
        </w:rPr>
        <w:t>Tidore</w:t>
      </w:r>
      <w:proofErr w:type="spellEnd"/>
      <w:r w:rsidRPr="000A1764">
        <w:rPr>
          <w:rFonts w:ascii="Calibri Light" w:hAnsi="Calibri Light" w:cs="Calibri Light"/>
          <w:sz w:val="24"/>
          <w:szCs w:val="24"/>
        </w:rPr>
        <w:t xml:space="preserve">, while the northern region was controlled by Ternate. Both sultanates had a major spice commodity, cloves. This commodity was much sought after by Europeans in the 15th century period. They visited these two regions. The first Europeans to arrive were the Portuguese, who then allied with the Sultanate of Ternate. After that, the Spanish also allied with the Sultanate of </w:t>
      </w:r>
      <w:proofErr w:type="spellStart"/>
      <w:r w:rsidRPr="000A1764">
        <w:rPr>
          <w:rFonts w:ascii="Calibri Light" w:hAnsi="Calibri Light" w:cs="Calibri Light"/>
          <w:sz w:val="24"/>
          <w:szCs w:val="24"/>
        </w:rPr>
        <w:t>Tidore</w:t>
      </w:r>
      <w:proofErr w:type="spellEnd"/>
      <w:r w:rsidRPr="000A1764">
        <w:rPr>
          <w:rFonts w:ascii="Calibri Light" w:hAnsi="Calibri Light" w:cs="Calibri Light"/>
          <w:sz w:val="24"/>
          <w:szCs w:val="24"/>
        </w:rPr>
        <w:t xml:space="preserve">. Diplomatic relations in economic, political and military terms with these Europeans further strengthened the competition and opposition between the Sultanate of Ternate and the Sultanate of </w:t>
      </w:r>
      <w:proofErr w:type="spellStart"/>
      <w:r w:rsidRPr="000A1764">
        <w:rPr>
          <w:rFonts w:ascii="Calibri Light" w:hAnsi="Calibri Light" w:cs="Calibri Light"/>
          <w:sz w:val="24"/>
          <w:szCs w:val="24"/>
        </w:rPr>
        <w:t>Tidore</w:t>
      </w:r>
      <w:proofErr w:type="spellEnd"/>
      <w:r w:rsidRPr="000A1764">
        <w:rPr>
          <w:rFonts w:ascii="Calibri Light" w:hAnsi="Calibri Light" w:cs="Calibri Light"/>
          <w:sz w:val="24"/>
          <w:szCs w:val="24"/>
        </w:rPr>
        <w:t xml:space="preserve"> during the period of the 15th century to the 17th century in the Maluku Islands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{"citationID":"pxJ6PMjB","properties":{"formattedCitation":"(Andaya, 1993)","plainCitation":"(Andaya, 1993)","noteIndex":0},"citationItems":[{"id":"sYoH7Wzu/vyEs8ZM3","uris":["http://zotero.org/users/local/tMg75FXv/items/CQIGKIIX"],"itemData":{"id":228,"type":"book","abstract":"It was the coveted trinity of spices - clove, nutmeg, and mace - that first lured European and other foreigners to Maluku (the Moluccas) in eastern Indonesia. There, between the sixteenth and eighteenth centuries, Europeans recorded their activities and observations in minute detail. The descriptions of events and customs they left us, though colored by European assumptions, individual perceptions, and national concerns, represent the only written accounts of indigenous traditions. The World of Maluku encompasses three centuries of European presence in Maluku and critically evaluates a wide sweep of Iberian and Dutch sources in an ambitious attempt to understand the intellectual milieu in which European and Malukan interactions took place. Leonard Andaya argues that a general Western conception of the center and periphery based on ancient classical and Christian European traditions underlay European views of the people of Maluku. His own documentation of the changes and continuities that occurred in local societies supports a different interpretation of center-periphery relations that emphasizes the four principal Malukan kingdoms or \"pillars\" and the dualism between two centers, Ternate and Tidore. Prosperity will prevail, Malukans believed, as long as the four pillars and the proper dualism were maintained. By integrating this structure into his narrative, the author avoids a framework governed by European concerns and brings new significance to Malukan events described but only partially understood by European observers. This highly readable book is an important contribution to the historiography of Southeast Asia. It provides a deeper understanding of culture contact and will becomea standard history of a relatively unknown and complex region.","ISBN":"978-0-8248-1490-8","language":"en","note":"Google-Books-ID: YUZxAAAAMAAJ","number-of-pages":"328","publisher":"University of Hawaii Press","source":"Google Books","title":"The World of Maluku: Eastern Indonesia in the Early Modern Period","title-short":"The World of Maluku","author":[{"family":"Andaya","given":""}],"issued":{"date-parts":[["1993"]]}}}],"schema":"https://github.com/citation-style-language/schema/raw/master/csl-citation.json"}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(Andaya, 1993)</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Default="000A1764" w:rsidP="000A1764">
      <w:pPr>
        <w:spacing w:before="120" w:after="120"/>
        <w:ind w:left="440" w:right="-1" w:hanging="14"/>
        <w:jc w:val="both"/>
        <w:rPr>
          <w:rFonts w:ascii="Calibri Light" w:hAnsi="Calibri Light" w:cs="Calibri Light"/>
          <w:sz w:val="24"/>
          <w:szCs w:val="24"/>
        </w:rPr>
      </w:pPr>
    </w:p>
    <w:p w:rsidR="000A1764" w:rsidRPr="00122F5F" w:rsidRDefault="000A1764" w:rsidP="000A1764">
      <w:pPr>
        <w:spacing w:before="120" w:after="120"/>
        <w:ind w:left="360"/>
        <w:rPr>
          <w:rFonts w:ascii="Calibri Light" w:hAnsi="Calibri Light" w:cs="Calibri Light"/>
          <w:b/>
          <w:sz w:val="24"/>
          <w:szCs w:val="24"/>
          <w:lang w:val="id-ID"/>
        </w:rPr>
      </w:pPr>
      <w:r w:rsidRPr="000A1764">
        <w:rPr>
          <w:rFonts w:ascii="Calibri Light" w:hAnsi="Calibri Light" w:cs="Calibri Light"/>
          <w:b/>
          <w:sz w:val="24"/>
          <w:szCs w:val="24"/>
          <w:lang w:val="id-ID"/>
        </w:rPr>
        <w:t>RISE AND DECLINE OF LARANTUKA KINGDOM</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It is difficult to narrate the foundation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There is no record to reconstruct the earlier days of the kingdom. The historians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merely depend on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folklore, as in:</w:t>
      </w:r>
    </w:p>
    <w:p w:rsidR="000A1764" w:rsidRPr="000A1764" w:rsidRDefault="000A1764" w:rsidP="000A1764">
      <w:pPr>
        <w:spacing w:before="120" w:after="120"/>
        <w:ind w:left="440" w:right="-1" w:hanging="14"/>
        <w:jc w:val="both"/>
        <w:rPr>
          <w:rFonts w:ascii="Calibri Light" w:hAnsi="Calibri Light" w:cs="Calibri Light"/>
          <w:sz w:val="24"/>
          <w:szCs w:val="24"/>
        </w:rPr>
      </w:pPr>
      <w:r>
        <w:rPr>
          <w:rFonts w:ascii="Calibri Light" w:hAnsi="Calibri Light" w:cs="Calibri Light"/>
          <w:sz w:val="24"/>
          <w:szCs w:val="24"/>
        </w:rPr>
        <w:t>“</w:t>
      </w:r>
      <w:r w:rsidRPr="000A1764">
        <w:rPr>
          <w:rFonts w:ascii="Calibri Light" w:hAnsi="Calibri Light" w:cs="Calibri Light"/>
          <w:sz w:val="24"/>
          <w:szCs w:val="24"/>
        </w:rPr>
        <w:t xml:space="preserve">Initially,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was inhabited by the native Ile Jadi residents coming from Mount </w:t>
      </w:r>
      <w:proofErr w:type="spellStart"/>
      <w:r w:rsidRPr="000A1764">
        <w:rPr>
          <w:rFonts w:ascii="Calibri Light" w:hAnsi="Calibri Light" w:cs="Calibri Light"/>
          <w:sz w:val="24"/>
          <w:szCs w:val="24"/>
        </w:rPr>
        <w:t>Mandiri</w:t>
      </w:r>
      <w:proofErr w:type="spellEnd"/>
      <w:r w:rsidRPr="000A1764">
        <w:rPr>
          <w:rFonts w:ascii="Calibri Light" w:hAnsi="Calibri Light" w:cs="Calibri Light"/>
          <w:sz w:val="24"/>
          <w:szCs w:val="24"/>
        </w:rPr>
        <w:t xml:space="preserve"> (Ile </w:t>
      </w:r>
      <w:proofErr w:type="spellStart"/>
      <w:r w:rsidRPr="000A1764">
        <w:rPr>
          <w:rFonts w:ascii="Calibri Light" w:hAnsi="Calibri Light" w:cs="Calibri Light"/>
          <w:sz w:val="24"/>
          <w:szCs w:val="24"/>
        </w:rPr>
        <w:t>Mandiri</w:t>
      </w:r>
      <w:proofErr w:type="spellEnd"/>
      <w:r w:rsidRPr="000A1764">
        <w:rPr>
          <w:rFonts w:ascii="Calibri Light" w:hAnsi="Calibri Light" w:cs="Calibri Light"/>
          <w:sz w:val="24"/>
          <w:szCs w:val="24"/>
        </w:rPr>
        <w:t xml:space="preserve">) which stood firmly behind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City. Previously, on the top of Ile </w:t>
      </w:r>
      <w:proofErr w:type="spellStart"/>
      <w:r w:rsidRPr="000A1764">
        <w:rPr>
          <w:rFonts w:ascii="Calibri Light" w:hAnsi="Calibri Light" w:cs="Calibri Light"/>
          <w:sz w:val="24"/>
          <w:szCs w:val="24"/>
        </w:rPr>
        <w:t>Mandiri</w:t>
      </w:r>
      <w:proofErr w:type="spellEnd"/>
      <w:r w:rsidRPr="000A1764">
        <w:rPr>
          <w:rFonts w:ascii="Calibri Light" w:hAnsi="Calibri Light" w:cs="Calibri Light"/>
          <w:sz w:val="24"/>
          <w:szCs w:val="24"/>
        </w:rPr>
        <w:t xml:space="preserve">, there was an egg that was being hatched by an eagle. Which then hatched into two human children, respectively Liang Nuru (male) and </w:t>
      </w:r>
      <w:proofErr w:type="spellStart"/>
      <w:r w:rsidRPr="000A1764">
        <w:rPr>
          <w:rFonts w:ascii="Calibri Light" w:hAnsi="Calibri Light" w:cs="Calibri Light"/>
          <w:sz w:val="24"/>
          <w:szCs w:val="24"/>
        </w:rPr>
        <w:t>Watowele</w:t>
      </w:r>
      <w:proofErr w:type="spellEnd"/>
      <w:r w:rsidRPr="000A1764">
        <w:rPr>
          <w:rFonts w:ascii="Calibri Light" w:hAnsi="Calibri Light" w:cs="Calibri Light"/>
          <w:sz w:val="24"/>
          <w:szCs w:val="24"/>
        </w:rPr>
        <w:t xml:space="preserve"> or Putri Ile Jadi (female). The two human children were looked after by a genie, at that time they were not yet dressed and their entire bodies were hairy and had long, pointed nails. They built a house at the top of Ile </w:t>
      </w:r>
      <w:proofErr w:type="spellStart"/>
      <w:r w:rsidRPr="000A1764">
        <w:rPr>
          <w:rFonts w:ascii="Calibri Light" w:hAnsi="Calibri Light" w:cs="Calibri Light"/>
          <w:sz w:val="24"/>
          <w:szCs w:val="24"/>
        </w:rPr>
        <w:t>Mandiri</w:t>
      </w:r>
      <w:proofErr w:type="spellEnd"/>
      <w:r w:rsidRPr="000A1764">
        <w:rPr>
          <w:rFonts w:ascii="Calibri Light" w:hAnsi="Calibri Light" w:cs="Calibri Light"/>
          <w:sz w:val="24"/>
          <w:szCs w:val="24"/>
        </w:rPr>
        <w:t xml:space="preserve"> and then they agreed to live separately, </w:t>
      </w:r>
      <w:proofErr w:type="spellStart"/>
      <w:r w:rsidRPr="000A1764">
        <w:rPr>
          <w:rFonts w:ascii="Calibri Light" w:hAnsi="Calibri Light" w:cs="Calibri Light"/>
          <w:sz w:val="24"/>
          <w:szCs w:val="24"/>
        </w:rPr>
        <w:t>Wato</w:t>
      </w:r>
      <w:proofErr w:type="spellEnd"/>
      <w:r w:rsidRPr="000A1764">
        <w:rPr>
          <w:rFonts w:ascii="Calibri Light" w:hAnsi="Calibri Light" w:cs="Calibri Light"/>
          <w:sz w:val="24"/>
          <w:szCs w:val="24"/>
        </w:rPr>
        <w:t xml:space="preserve"> Wele to the east while his brother went to </w:t>
      </w:r>
      <w:proofErr w:type="spellStart"/>
      <w:r w:rsidRPr="000A1764">
        <w:rPr>
          <w:rFonts w:ascii="Calibri Light" w:hAnsi="Calibri Light" w:cs="Calibri Light"/>
          <w:sz w:val="24"/>
          <w:szCs w:val="24"/>
        </w:rPr>
        <w:t>Likat</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Lamaboting</w:t>
      </w:r>
      <w:proofErr w:type="spellEnd"/>
      <w:r w:rsidRPr="000A1764">
        <w:rPr>
          <w:rFonts w:ascii="Calibri Light" w:hAnsi="Calibri Light" w:cs="Calibri Light"/>
          <w:sz w:val="24"/>
          <w:szCs w:val="24"/>
        </w:rPr>
        <w:t xml:space="preserve"> Lama Bunk (located behind Ile </w:t>
      </w:r>
      <w:proofErr w:type="spellStart"/>
      <w:r w:rsidRPr="000A1764">
        <w:rPr>
          <w:rFonts w:ascii="Calibri Light" w:hAnsi="Calibri Light" w:cs="Calibri Light"/>
          <w:sz w:val="24"/>
          <w:szCs w:val="24"/>
        </w:rPr>
        <w:t>Mandiri</w:t>
      </w:r>
      <w:proofErr w:type="spellEnd"/>
      <w:r w:rsidRPr="000A1764">
        <w:rPr>
          <w:rFonts w:ascii="Calibri Light" w:hAnsi="Calibri Light" w:cs="Calibri Light"/>
          <w:sz w:val="24"/>
          <w:szCs w:val="24"/>
        </w:rPr>
        <w:t xml:space="preserve">). One day </w:t>
      </w:r>
      <w:proofErr w:type="spellStart"/>
      <w:r w:rsidRPr="000A1764">
        <w:rPr>
          <w:rFonts w:ascii="Calibri Light" w:hAnsi="Calibri Light" w:cs="Calibri Light"/>
          <w:sz w:val="24"/>
          <w:szCs w:val="24"/>
        </w:rPr>
        <w:t>Wato</w:t>
      </w:r>
      <w:proofErr w:type="spellEnd"/>
      <w:r w:rsidRPr="000A1764">
        <w:rPr>
          <w:rFonts w:ascii="Calibri Light" w:hAnsi="Calibri Light" w:cs="Calibri Light"/>
          <w:sz w:val="24"/>
          <w:szCs w:val="24"/>
        </w:rPr>
        <w:t xml:space="preserve"> Wele was visited by a man named </w:t>
      </w:r>
      <w:proofErr w:type="spellStart"/>
      <w:r w:rsidRPr="000A1764">
        <w:rPr>
          <w:rFonts w:ascii="Calibri Light" w:hAnsi="Calibri Light" w:cs="Calibri Light"/>
          <w:sz w:val="24"/>
          <w:szCs w:val="24"/>
        </w:rPr>
        <w:t>Patigolok</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Arakiang</w:t>
      </w:r>
      <w:proofErr w:type="spellEnd"/>
      <w:r w:rsidRPr="000A1764">
        <w:rPr>
          <w:rFonts w:ascii="Calibri Light" w:hAnsi="Calibri Light" w:cs="Calibri Light"/>
          <w:sz w:val="24"/>
          <w:szCs w:val="24"/>
        </w:rPr>
        <w:t xml:space="preserve"> from the island of Timor using a canoe. They then married and had three children, namely Kudi </w:t>
      </w:r>
      <w:proofErr w:type="spellStart"/>
      <w:r w:rsidRPr="000A1764">
        <w:rPr>
          <w:rFonts w:ascii="Calibri Light" w:hAnsi="Calibri Light" w:cs="Calibri Light"/>
          <w:sz w:val="24"/>
          <w:szCs w:val="24"/>
        </w:rPr>
        <w:t>Lelenbala</w:t>
      </w:r>
      <w:proofErr w:type="spellEnd"/>
      <w:r w:rsidRPr="000A1764">
        <w:rPr>
          <w:rFonts w:ascii="Calibri Light" w:hAnsi="Calibri Light" w:cs="Calibri Light"/>
          <w:sz w:val="24"/>
          <w:szCs w:val="24"/>
        </w:rPr>
        <w:t xml:space="preserve"> (who occupied the </w:t>
      </w:r>
      <w:proofErr w:type="spellStart"/>
      <w:r w:rsidRPr="000A1764">
        <w:rPr>
          <w:rFonts w:ascii="Calibri Light" w:hAnsi="Calibri Light" w:cs="Calibri Light"/>
          <w:sz w:val="24"/>
          <w:szCs w:val="24"/>
        </w:rPr>
        <w:t>Waibalun</w:t>
      </w:r>
      <w:proofErr w:type="spellEnd"/>
      <w:r w:rsidRPr="000A1764">
        <w:rPr>
          <w:rFonts w:ascii="Calibri Light" w:hAnsi="Calibri Light" w:cs="Calibri Light"/>
          <w:sz w:val="24"/>
          <w:szCs w:val="24"/>
        </w:rPr>
        <w:t xml:space="preserve"> area), </w:t>
      </w:r>
      <w:proofErr w:type="spellStart"/>
      <w:r w:rsidRPr="000A1764">
        <w:rPr>
          <w:rFonts w:ascii="Calibri Light" w:hAnsi="Calibri Light" w:cs="Calibri Light"/>
          <w:sz w:val="24"/>
          <w:szCs w:val="24"/>
        </w:rPr>
        <w:t>Padu</w:t>
      </w:r>
      <w:proofErr w:type="spellEnd"/>
      <w:r w:rsidRPr="000A1764">
        <w:rPr>
          <w:rFonts w:ascii="Calibri Light" w:hAnsi="Calibri Light" w:cs="Calibri Light"/>
          <w:sz w:val="24"/>
          <w:szCs w:val="24"/>
        </w:rPr>
        <w:t xml:space="preserve"> Ile Pook </w:t>
      </w:r>
      <w:proofErr w:type="spellStart"/>
      <w:r w:rsidRPr="000A1764">
        <w:rPr>
          <w:rFonts w:ascii="Calibri Light" w:hAnsi="Calibri Light" w:cs="Calibri Light"/>
          <w:sz w:val="24"/>
          <w:szCs w:val="24"/>
        </w:rPr>
        <w:t>Wolo</w:t>
      </w:r>
      <w:proofErr w:type="spellEnd"/>
      <w:r w:rsidRPr="000A1764">
        <w:rPr>
          <w:rFonts w:ascii="Calibri Light" w:hAnsi="Calibri Light" w:cs="Calibri Light"/>
          <w:sz w:val="24"/>
          <w:szCs w:val="24"/>
        </w:rPr>
        <w:t xml:space="preserve"> (who later became king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and </w:t>
      </w:r>
      <w:proofErr w:type="spellStart"/>
      <w:r w:rsidRPr="000A1764">
        <w:rPr>
          <w:rFonts w:ascii="Calibri Light" w:hAnsi="Calibri Light" w:cs="Calibri Light"/>
          <w:sz w:val="24"/>
          <w:szCs w:val="24"/>
        </w:rPr>
        <w:t>Lahalapang</w:t>
      </w:r>
      <w:proofErr w:type="spellEnd"/>
      <w:r w:rsidRPr="000A1764">
        <w:rPr>
          <w:rFonts w:ascii="Calibri Light" w:hAnsi="Calibri Light" w:cs="Calibri Light"/>
          <w:sz w:val="24"/>
          <w:szCs w:val="24"/>
        </w:rPr>
        <w:t xml:space="preserve"> (who inherited the population of Balela village). Pati Golok as the founding father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then passed on power to his son </w:t>
      </w:r>
      <w:bookmarkStart w:id="0" w:name="OLE_LINK1"/>
      <w:bookmarkStart w:id="1" w:name="OLE_LINK2"/>
      <w:proofErr w:type="spellStart"/>
      <w:r w:rsidRPr="000A1764">
        <w:rPr>
          <w:rFonts w:ascii="Calibri Light" w:hAnsi="Calibri Light" w:cs="Calibri Light"/>
          <w:sz w:val="24"/>
          <w:szCs w:val="24"/>
        </w:rPr>
        <w:t>Padu</w:t>
      </w:r>
      <w:proofErr w:type="spellEnd"/>
      <w:r w:rsidRPr="000A1764">
        <w:rPr>
          <w:rFonts w:ascii="Calibri Light" w:hAnsi="Calibri Light" w:cs="Calibri Light"/>
          <w:sz w:val="24"/>
          <w:szCs w:val="24"/>
        </w:rPr>
        <w:t xml:space="preserve"> Ile to rule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Then, the government was handed over to Sira Demong </w:t>
      </w:r>
      <w:proofErr w:type="spellStart"/>
      <w:r w:rsidRPr="000A1764">
        <w:rPr>
          <w:rFonts w:ascii="Calibri Light" w:hAnsi="Calibri Light" w:cs="Calibri Light"/>
          <w:sz w:val="24"/>
          <w:szCs w:val="24"/>
        </w:rPr>
        <w:t>Pagomolong</w:t>
      </w:r>
      <w:proofErr w:type="spellEnd"/>
      <w:r w:rsidRPr="000A1764">
        <w:rPr>
          <w:rFonts w:ascii="Calibri Light" w:hAnsi="Calibri Light" w:cs="Calibri Light"/>
          <w:sz w:val="24"/>
          <w:szCs w:val="24"/>
        </w:rPr>
        <w:t xml:space="preserve"> </w:t>
      </w:r>
      <w:bookmarkEnd w:id="0"/>
      <w:bookmarkEnd w:id="1"/>
      <w:r w:rsidRPr="000A1764">
        <w:rPr>
          <w:rFonts w:ascii="Calibri Light" w:hAnsi="Calibri Light" w:cs="Calibri Light"/>
          <w:sz w:val="24"/>
          <w:szCs w:val="24"/>
        </w:rPr>
        <w:t xml:space="preserve">(1338-1357??), who succeeded in uniting all the regions in East Flores into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w:t>
      </w:r>
      <w:r>
        <w:rPr>
          <w:rFonts w:ascii="Calibri Light" w:hAnsi="Calibri Light" w:cs="Calibri Light"/>
          <w:sz w:val="24"/>
          <w:szCs w:val="24"/>
        </w:rPr>
        <w:t>”</w:t>
      </w:r>
      <w:r w:rsidRPr="000A1764">
        <w:rPr>
          <w:rFonts w:ascii="Calibri Light" w:hAnsi="Calibri Light" w:cs="Calibri Light"/>
          <w:sz w:val="24"/>
          <w:szCs w:val="24"/>
        </w:rPr>
        <w:t xml:space="preserv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{"citationID":"sNV6tIPv","properties":{"formattedCitation":"(Yoseph, 2010)","plainCitation":"(Yoseph, 2010)","noteIndex":0},"citationItems":[{"id":"sYoH7Wzu/GZ7ic6Of","uris":["http://zotero.org/users/local/tMg75FXv/items/TAJ49HWG"],"itemData":{"id":447,"type":"thesis","abstract":"Penelitian ini mengkuti kaedah penelitian kualitatif dengan menggunakan metode deskriptif induktif. Dimulai dengan kegiatan observasi lapangan dengan mengindentifikasi semua unsur kebudayaan Portugis yang ada dan menganalisis dengan menggambarkan secara deskriptif enam unsur kebudayaan kedalam lima elemen citra fisik kota, dari gambaran deskriptif tersebut didapatkan lokasi lokasi yang mempunyai pengaruh yang kuat terhadap Path, Edge, Node, Districk Landmark dalam kota Larantuka\n\nkeyword: elemen citra fisik kota.","genre":"skripsi","language":"en","license":"cc_by_nc_sa_4","number-of-pages":"309","publisher":"Institut Teknologi Nasional Malang","source":"eprints.itn.ac.id","title":"Identifikasi Citra Fisik Kota Larantuka Kabupaten Flores Timur berdasarkan BUdaya Portugis","URL":"https://eprints.itn.ac.id/10855/","author":[{"family":"Yoseph","given":"Mario Paulus"}],"contributor":[{"family":"Nurul","given":"Agustina"},{"family":"Abubakar","given":"Muklisa"}],"accessed":{"date-parts":[["2024",12,18]]},"issued":{"date-parts":[["2010"]]}}}],"schema":"https://github.com/citation-style-language/schema/raw/master/csl-citation.json"}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(Yoseph, 2010)</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It is interesting to discuss the powerful king, Sira Demong </w:t>
      </w:r>
      <w:proofErr w:type="spellStart"/>
      <w:r w:rsidRPr="000A1764">
        <w:rPr>
          <w:rFonts w:ascii="Calibri Light" w:hAnsi="Calibri Light" w:cs="Calibri Light"/>
          <w:sz w:val="24"/>
          <w:szCs w:val="24"/>
        </w:rPr>
        <w:t>Pagomolong</w:t>
      </w:r>
      <w:proofErr w:type="spellEnd"/>
      <w:r w:rsidRPr="000A1764">
        <w:rPr>
          <w:rFonts w:ascii="Calibri Light" w:hAnsi="Calibri Light" w:cs="Calibri Light"/>
          <w:sz w:val="24"/>
          <w:szCs w:val="24"/>
        </w:rPr>
        <w:t xml:space="preserve">. If we can connect it with the story of </w:t>
      </w:r>
      <w:proofErr w:type="spellStart"/>
      <w:r w:rsidRPr="000A1764">
        <w:rPr>
          <w:rFonts w:ascii="Calibri Light" w:hAnsi="Calibri Light" w:cs="Calibri Light"/>
          <w:sz w:val="24"/>
          <w:szCs w:val="24"/>
        </w:rPr>
        <w:t>Demung</w:t>
      </w:r>
      <w:proofErr w:type="spellEnd"/>
      <w:r w:rsidRPr="000A1764">
        <w:rPr>
          <w:rFonts w:ascii="Calibri Light" w:hAnsi="Calibri Light" w:cs="Calibri Light"/>
          <w:sz w:val="24"/>
          <w:szCs w:val="24"/>
        </w:rPr>
        <w:t xml:space="preserve"> (Demong) and </w:t>
      </w:r>
      <w:proofErr w:type="spellStart"/>
      <w:r w:rsidRPr="000A1764">
        <w:rPr>
          <w:rFonts w:ascii="Calibri Light" w:hAnsi="Calibri Light" w:cs="Calibri Light"/>
          <w:sz w:val="24"/>
          <w:szCs w:val="24"/>
        </w:rPr>
        <w:t>Paji</w:t>
      </w:r>
      <w:proofErr w:type="spellEnd"/>
      <w:r w:rsidRPr="000A1764">
        <w:rPr>
          <w:rFonts w:ascii="Calibri Light" w:hAnsi="Calibri Light" w:cs="Calibri Light"/>
          <w:sz w:val="24"/>
          <w:szCs w:val="24"/>
        </w:rPr>
        <w:t xml:space="preserve"> (Panji), we could </w:t>
      </w:r>
      <w:proofErr w:type="spellStart"/>
      <w:r w:rsidRPr="000A1764">
        <w:rPr>
          <w:rFonts w:ascii="Calibri Light" w:hAnsi="Calibri Light" w:cs="Calibri Light"/>
          <w:sz w:val="24"/>
          <w:szCs w:val="24"/>
        </w:rPr>
        <w:t>analyse</w:t>
      </w:r>
      <w:proofErr w:type="spellEnd"/>
      <w:r w:rsidRPr="000A1764">
        <w:rPr>
          <w:rFonts w:ascii="Calibri Light" w:hAnsi="Calibri Light" w:cs="Calibri Light"/>
          <w:sz w:val="24"/>
          <w:szCs w:val="24"/>
        </w:rPr>
        <w:t xml:space="preserve"> further the king’s identity and expansion to East Flores. Either </w:t>
      </w:r>
      <w:proofErr w:type="spellStart"/>
      <w:r w:rsidRPr="000A1764">
        <w:rPr>
          <w:rFonts w:ascii="Calibri Light" w:hAnsi="Calibri Light" w:cs="Calibri Light"/>
          <w:sz w:val="24"/>
          <w:szCs w:val="24"/>
        </w:rPr>
        <w:t>Demung</w:t>
      </w:r>
      <w:proofErr w:type="spellEnd"/>
      <w:r w:rsidRPr="000A1764">
        <w:rPr>
          <w:rFonts w:ascii="Calibri Light" w:hAnsi="Calibri Light" w:cs="Calibri Light"/>
          <w:sz w:val="24"/>
          <w:szCs w:val="24"/>
        </w:rPr>
        <w:t xml:space="preserve"> or </w:t>
      </w:r>
      <w:proofErr w:type="spellStart"/>
      <w:r w:rsidRPr="000A1764">
        <w:rPr>
          <w:rFonts w:ascii="Calibri Light" w:hAnsi="Calibri Light" w:cs="Calibri Light"/>
          <w:sz w:val="24"/>
          <w:szCs w:val="24"/>
        </w:rPr>
        <w:t>Paji</w:t>
      </w:r>
      <w:proofErr w:type="spellEnd"/>
      <w:r w:rsidRPr="000A1764">
        <w:rPr>
          <w:rFonts w:ascii="Calibri Light" w:hAnsi="Calibri Light" w:cs="Calibri Light"/>
          <w:sz w:val="24"/>
          <w:szCs w:val="24"/>
        </w:rPr>
        <w:t xml:space="preserve"> is a Javanese Prince or the </w:t>
      </w:r>
      <w:proofErr w:type="spellStart"/>
      <w:r w:rsidRPr="000A1764">
        <w:rPr>
          <w:rFonts w:ascii="Calibri Light" w:hAnsi="Calibri Light" w:cs="Calibri Light"/>
          <w:sz w:val="24"/>
          <w:szCs w:val="24"/>
        </w:rPr>
        <w:t>legitimised</w:t>
      </w:r>
      <w:proofErr w:type="spellEnd"/>
      <w:r w:rsidRPr="000A1764">
        <w:rPr>
          <w:rFonts w:ascii="Calibri Light" w:hAnsi="Calibri Light" w:cs="Calibri Light"/>
          <w:sz w:val="24"/>
          <w:szCs w:val="24"/>
        </w:rPr>
        <w:t xml:space="preserve"> king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or </w:t>
      </w:r>
      <w:proofErr w:type="spellStart"/>
      <w:r w:rsidRPr="000A1764">
        <w:rPr>
          <w:rFonts w:ascii="Calibri Light" w:hAnsi="Calibri Light" w:cs="Calibri Light"/>
          <w:sz w:val="24"/>
          <w:szCs w:val="24"/>
        </w:rPr>
        <w:t>Galiyao</w:t>
      </w:r>
      <w:proofErr w:type="spellEnd"/>
      <w:r w:rsidRPr="000A1764">
        <w:rPr>
          <w:rFonts w:ascii="Calibri Light" w:hAnsi="Calibri Light" w:cs="Calibri Light"/>
          <w:sz w:val="24"/>
          <w:szCs w:val="24"/>
        </w:rPr>
        <w:t xml:space="preserve"> under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hegemony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{"citationID":"kDlkPLCF","properties":{"formattedCitation":"(Abdurachman, 2008, p. 83)","plainCitation":"(Abdurachman, 2008, p. 83)","noteIndex":0},"citationItems":[{"id":"sYoH7Wzu/v5Y3QpGP","uris":["http://zotero.org/users/local/tMg75FXv/items/PEKFMTAA"],"itemData":{"id":409,"type":"book","abstract":"Kehadiran Portugis di perairan dan kepulauan Indonesia kurang-lebih 500 tahun yang lalu telah meninggalkan jejak-jejak sejarah sampai hari ini masih dipertahankan oleh beberapa komunitas lokal di Nusantara, khususnya di Flores, Solor, dan Maluku. Salah satu warisan Portugis yang menarik adalah nama Pulau Flores yang sesungguhnya merupakan kependekan dari Cabo de Flores, sebuah nama yang dipergunakan pelaut-pelaut Portugis di masa lalu ketika mereka mencapai Tanjung Bunga.  Istilah ‘bunga angin’ yang dipilih sebagai judul buku ini juga mempunyai arti yang sama dengan istilah flor (flor de agua, mar em flor) dalam bahasa nautikal Portugis di abad ke-16. Bunga angin berarti aroma ombak atau angin sepoi-sepoi yang mendahului badai. Oleh karena itu buku Bungan Angin Portugis di Nusantara ini merupakan kumpulan narasi tentang jejak-jejak Portugis di Nusantara yang telah memberikan warna unik kepada kehidupan masyarakat Indonesia yang disentuhnya.  Hanya sedikit peneliti Indonesia yang memberikan perhatian kepada warisan sejarah ini, walaupun banyak hal dalam kehidupan kita hari ini tidak bisa dilepaskan dari fakta sejarah tersebut. Penerbitan kembali karya Paramita R. Abdurachman tentang sumber-sumber sejarah Portugis di Indonesia yang selama ini tersebar di berbagai jurnal, merupakan suatu upaya mengajak generasi muda Indonesia untuk memahami masa lalu masyarakat kita bagi kebaikan masa depan bangsa, khusunya dalam menata hubungan antar bangsa.","ISBN":"978-602-433-027-9","language":"en","note":"Google-Books-ID: EtXXDQAAQBAJ","number-of-pages":"297","publisher":"Yayasan Pustaka Obor Indonesia","source":"Google Books","title":"Bunga Angin Portugis di Nusantara: Jejak-jejak Kebudayaan Portugis di Nusantara","title-short":"Bunga Angin Portugis di Nusantara","author":[{"family":"Abdurachman","given":"Paramitha R."}],"issued":{"date-parts":[["2008"]]}},"locator":"83","label":"page"}],"schema":"https://github.com/citation-style-language/schema/raw/master/csl-citation.json"}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(Abdurachman, 2008, p. 83)</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Demung</w:t>
      </w:r>
      <w:proofErr w:type="spellEnd"/>
      <w:r w:rsidRPr="000A1764">
        <w:rPr>
          <w:rFonts w:ascii="Calibri Light" w:hAnsi="Calibri Light" w:cs="Calibri Light"/>
          <w:sz w:val="24"/>
          <w:szCs w:val="24"/>
        </w:rPr>
        <w:t xml:space="preserve">, as narrated by </w:t>
      </w:r>
      <w:proofErr w:type="spellStart"/>
      <w:r w:rsidRPr="000A1764">
        <w:rPr>
          <w:rFonts w:ascii="Calibri Light" w:hAnsi="Calibri Light" w:cs="Calibri Light"/>
          <w:sz w:val="24"/>
          <w:szCs w:val="24"/>
        </w:rPr>
        <w:t>Prapanca</w:t>
      </w:r>
      <w:proofErr w:type="spellEnd"/>
      <w:r w:rsidRPr="000A1764">
        <w:rPr>
          <w:rFonts w:ascii="Calibri Light" w:hAnsi="Calibri Light" w:cs="Calibri Light"/>
          <w:sz w:val="24"/>
          <w:szCs w:val="24"/>
        </w:rPr>
        <w:t xml:space="preserve">, led his people to capture East Flores during the 14th century.  Under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East Flores was divided into ten villages, called </w:t>
      </w:r>
      <w:proofErr w:type="spellStart"/>
      <w:r w:rsidRPr="000A1764">
        <w:rPr>
          <w:rFonts w:ascii="Calibri Light" w:hAnsi="Calibri Light" w:cs="Calibri Light"/>
          <w:sz w:val="24"/>
          <w:szCs w:val="24"/>
        </w:rPr>
        <w:t>Lewopulo</w:t>
      </w:r>
      <w:proofErr w:type="spellEnd"/>
      <w:r w:rsidRPr="000A1764">
        <w:rPr>
          <w:rFonts w:ascii="Calibri Light" w:hAnsi="Calibri Light" w:cs="Calibri Light"/>
          <w:sz w:val="24"/>
          <w:szCs w:val="24"/>
        </w:rPr>
        <w:t xml:space="preserve">. King Sira Demong acted as a government chief, assisted by five local tribe representatives (Pou Suku Lema). Those representatives were the second-ranking noblemen after the king. Pou Suku Lema controlled </w:t>
      </w:r>
      <w:proofErr w:type="spellStart"/>
      <w:r w:rsidRPr="000A1764">
        <w:rPr>
          <w:rFonts w:ascii="Calibri Light" w:hAnsi="Calibri Light" w:cs="Calibri Light"/>
          <w:sz w:val="24"/>
          <w:szCs w:val="24"/>
        </w:rPr>
        <w:t>Kabelen</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Lewo</w:t>
      </w:r>
      <w:proofErr w:type="spellEnd"/>
      <w:r w:rsidRPr="000A1764">
        <w:rPr>
          <w:rFonts w:ascii="Calibri Light" w:hAnsi="Calibri Light" w:cs="Calibri Light"/>
          <w:sz w:val="24"/>
          <w:szCs w:val="24"/>
        </w:rPr>
        <w:t xml:space="preserve"> or the village chief and </w:t>
      </w:r>
      <w:r w:rsidRPr="000A1764">
        <w:rPr>
          <w:rFonts w:ascii="Calibri Light" w:hAnsi="Calibri Light" w:cs="Calibri Light"/>
          <w:sz w:val="24"/>
          <w:szCs w:val="24"/>
        </w:rPr>
        <w:lastRenderedPageBreak/>
        <w:t xml:space="preserve">the tribal chief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{"citationID":"4IOx0gjn","properties":{"formattedCitation":"(Yoseph, 2010)","plainCitation":"(Yoseph, 2010)","noteIndex":0},"citationItems":[{"id":"sYoH7Wzu/GZ7ic6Of","uris":["http://zotero.org/users/local/tMg75FXv/items/TAJ49HWG"],"itemData":{"id":447,"type":"thesis","abstract":"Penelitian ini mengkuti kaedah penelitian kualitatif dengan menggunakan metode deskriptif induktif. Dimulai dengan kegiatan observasi lapangan dengan mengindentifikasi semua unsur kebudayaan Portugis yang ada dan menganalisis dengan menggambarkan secara deskriptif enam unsur kebudayaan kedalam lima elemen citra fisik kota, dari gambaran deskriptif tersebut didapatkan lokasi lokasi yang mempunyai pengaruh yang kuat terhadap Path, Edge, Node, Districk Landmark dalam kota Larantuka\n\nkeyword: elemen citra fisik kota.","genre":"skripsi","language":"en","license":"cc_by_nc_sa_4","number-of-pages":"309","publisher":"Institut Teknologi Nasional Malang","source":"eprints.itn.ac.id","title":"Identifikasi Citra Fisik Kota Larantuka Kabupaten Flores Timur berdasarkan BUdaya Portugis","URL":"https://eprints.itn.ac.id/10855/","author":[{"family":"Yoseph","given":"Mario Paulus"}],"contributor":[{"family":"Nurul","given":"Agustina"},{"family":"Abubakar","given":"Muklisa"}],"accessed":{"date-parts":[["2024",12,18]]},"issued":{"date-parts":[["2010"]]}}}],"schema":"https://github.com/citation-style-language/schema/raw/master/csl-citation.json"}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(Yoseph, 2010)</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This local governance model enabled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to defend its independence and assert its influence over surrounding areas, contributing to its rise as a prominent kingdom in the region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{"citationID":"Ftes9Tke","properties":{"unsorted":true,"formattedCitation":"(Aritonang &amp; Steenbrink, 2008)","plainCitation":"(Aritonang &amp; Steenbrink, 2008)","noteIndex":0},"citationItems":[{"id":"sYoH7Wzu/g6E7KW5K","uris":["http://zotero.org/users/local/tMg75FXv/items/XKSQLDPB"],"itemData":{"id":450,"type":"book","abstract":"Indonesia is the home of the largest single Muslim community of the world. Its Christian community, about 10% of the population, has until now received no overall description in English. Through cooperation of 26 Indonesian and European scholars, Protestants and Catholics, a broad and balanced picture is given of its 24 million Christians. This book sketches the growth of Christianity during the Portuguese period (1511-1605), it presents a fair account of developments under the Dutch colonial administration (1605-1942) and is more elaborate for the period of the Indonesian Republic (since 1945). It emphasizes the regional differences in this huge country, because most Christians live outside the main island of Java. Muslim-Christian relations, as well as the tensions between foreign missionaries and local theology, receive special attention.","ISBN":"978-90-04-17026-1","language":"en","note":"Google-Books-ID: cUoGJSs9yOUC","number-of-pages":"1021","publisher":"BRILL","source":"Google Books","title":"A History of Christianity in Indonesia","author":[{"family":"Aritonang","given":"Jan Sihar"},{"family":"Steenbrink","given":"Karel Adriaan"}],"issued":{"date-parts":[["2008"]]}}}],"schema":"https://github.com/citation-style-language/schema/raw/master/csl-citation.json"}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(Aritonang &amp; Steenbrink, 2008)</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rise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can be attributed to geographical advantages, strategic trade relationships, and the integration of religious practices that shaped its identity. Situated on the eastern part of Flores Island, </w:t>
      </w:r>
      <w:proofErr w:type="spellStart"/>
      <w:r w:rsidRPr="000A1764">
        <w:rPr>
          <w:rFonts w:ascii="Calibri Light" w:hAnsi="Calibri Light" w:cs="Calibri Light"/>
          <w:sz w:val="24"/>
          <w:szCs w:val="24"/>
        </w:rPr>
        <w:t>Larantuka's</w:t>
      </w:r>
      <w:proofErr w:type="spellEnd"/>
      <w:r w:rsidRPr="000A1764">
        <w:rPr>
          <w:rFonts w:ascii="Calibri Light" w:hAnsi="Calibri Light" w:cs="Calibri Light"/>
          <w:sz w:val="24"/>
          <w:szCs w:val="24"/>
        </w:rPr>
        <w:t xml:space="preserve"> location along vital maritime trade routes facilitated economic interactions with various cultures, enhancing its prominence as a trading hub in the region. This maritime connectivity allowed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to engage in trade with </w:t>
      </w:r>
      <w:proofErr w:type="spellStart"/>
      <w:r w:rsidRPr="000A1764">
        <w:rPr>
          <w:rFonts w:ascii="Calibri Light" w:hAnsi="Calibri Light" w:cs="Calibri Light"/>
          <w:sz w:val="24"/>
          <w:szCs w:val="24"/>
        </w:rPr>
        <w:t>neighbouring</w:t>
      </w:r>
      <w:proofErr w:type="spellEnd"/>
      <w:r w:rsidRPr="000A1764">
        <w:rPr>
          <w:rFonts w:ascii="Calibri Light" w:hAnsi="Calibri Light" w:cs="Calibri Light"/>
          <w:sz w:val="24"/>
          <w:szCs w:val="24"/>
        </w:rPr>
        <w:t xml:space="preserve"> islands and foreign powers, contributing to its economic growth and political significance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{"citationID":"b2Xlwjlu","properties":{"formattedCitation":"(Maran et al., 2022)","plainCitation":"(Maran et al., 2022)","noteIndex":0},"citationItems":[{"id":"sYoH7Wzu/XYeWAZPX","uris":["http://zotero.org/users/local/tMg75FXv/items/Z477BJET"],"itemData":{"id":452,"type":"article-journal","abstract":"Larantuka was once a catholic kingdom with a religious tradition called Semana Santa which lasted hundreds of years. Semana Santa, which now has developed into a religious tourism attraction, is a combination of history and religious rituals which together with the physical environment together form the image of religious tourism in Larantuka City. However, in its development, Larantuka is increasingly experiencing changes, not only socially, but physically, which then affects the identity of the area which is well-known as a religious tourism destination. Through mental mapping carried out on 32 respondents who took part in Semana Santa, a description was obtained in the form of an overview of Larantuka based on the experience of religious tourism as expressed by 58 environmental attributes. The grouping of the 58 environmental attributes is after known as the image-forming elements of religious tourism destinations, namely Tourism Locations-Sacral Sites, Tourist Locations-Non-Sacral Sites, Activity Support Facilities-Sacral Sites, Other Activity Support Facilities, Transportation Facilities, Linear Attributes, Watershed Landscapes, Local Community Organizations/Settlements, Land Views and Shopping. The ranking for the frequency of describing attributes shows that rankings 1 to 10 are dominated by environmental attributes in the category \"Tourist Locations-Sacral Sites\". This can indicate that the role of sacred environmental attributes still strongly influences the destination image of Larantuka City compared to other environmental attributes.","container-title":"Journal on Education","DOI":"10.31004/joe.v5i1.688","ISSN":"2654-5497","issue":"1","language":"en","license":"Copyright (c) 2022 Olivia Catrine Dora Maran, Herry Santoso, Jenny Ernawati","note":"number: 1","page":"815-833","source":"jonedu.org","title":"Citra Destinasi Wisata Religi Berdasarkan Pengalaman Wisata pada Prosesi Semana Santa di Kota Larantuka","volume":"5","author":[{"family":"Maran","given":"Olivia Caterine Dora"},{"family":"Santosa","given":"Herry"},{"family":"Ernawati","given":"Jenny"}],"issued":{"date-parts":[["2022",12,24]]}}}],"schema":"https://github.com/citation-style-language/schema/raw/master/csl-citation.json"}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(Maran et al., 2022)</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p>
    <w:p w:rsidR="000A1764" w:rsidRPr="000A1764" w:rsidRDefault="000A1764" w:rsidP="000A1764">
      <w:pPr>
        <w:spacing w:before="120" w:after="120"/>
        <w:ind w:left="440" w:right="-1" w:hanging="14"/>
        <w:jc w:val="both"/>
        <w:rPr>
          <w:rFonts w:ascii="Calibri Light" w:hAnsi="Calibri Light" w:cs="Calibri Light"/>
          <w:sz w:val="24"/>
          <w:szCs w:val="24"/>
        </w:rPr>
      </w:pP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is, etymologically, formed by two words of </w:t>
      </w:r>
      <w:proofErr w:type="spellStart"/>
      <w:r w:rsidRPr="000A1764">
        <w:rPr>
          <w:rFonts w:ascii="Calibri Light" w:hAnsi="Calibri Light" w:cs="Calibri Light"/>
          <w:sz w:val="24"/>
          <w:szCs w:val="24"/>
        </w:rPr>
        <w:t>laran</w:t>
      </w:r>
      <w:proofErr w:type="spellEnd"/>
      <w:r w:rsidRPr="000A1764">
        <w:rPr>
          <w:rFonts w:ascii="Calibri Light" w:hAnsi="Calibri Light" w:cs="Calibri Light"/>
          <w:sz w:val="24"/>
          <w:szCs w:val="24"/>
        </w:rPr>
        <w:t xml:space="preserve"> and </w:t>
      </w:r>
      <w:proofErr w:type="spellStart"/>
      <w:r w:rsidRPr="000A1764">
        <w:rPr>
          <w:rFonts w:ascii="Calibri Light" w:hAnsi="Calibri Light" w:cs="Calibri Light"/>
          <w:sz w:val="24"/>
          <w:szCs w:val="24"/>
        </w:rPr>
        <w:t>tuka</w:t>
      </w:r>
      <w:proofErr w:type="spellEnd"/>
      <w:r w:rsidRPr="000A1764">
        <w:rPr>
          <w:rFonts w:ascii="Calibri Light" w:hAnsi="Calibri Light" w:cs="Calibri Light"/>
          <w:sz w:val="24"/>
          <w:szCs w:val="24"/>
        </w:rPr>
        <w:t xml:space="preserve">. The first refers to Jalan or a way, and the latter deals with </w:t>
      </w:r>
      <w:proofErr w:type="spellStart"/>
      <w:r w:rsidRPr="000A1764">
        <w:rPr>
          <w:rFonts w:ascii="Calibri Light" w:hAnsi="Calibri Light" w:cs="Calibri Light"/>
          <w:sz w:val="24"/>
          <w:szCs w:val="24"/>
        </w:rPr>
        <w:t>tengah</w:t>
      </w:r>
      <w:proofErr w:type="spellEnd"/>
      <w:r w:rsidRPr="000A1764">
        <w:rPr>
          <w:rFonts w:ascii="Calibri Light" w:hAnsi="Calibri Light" w:cs="Calibri Light"/>
          <w:sz w:val="24"/>
          <w:szCs w:val="24"/>
        </w:rPr>
        <w:t xml:space="preserve"> or middle. Therefore,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could be understood as a middle way or a place to stay. Historically, the locals also called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with </w:t>
      </w:r>
      <w:proofErr w:type="spellStart"/>
      <w:r w:rsidRPr="000A1764">
        <w:rPr>
          <w:rFonts w:ascii="Calibri Light" w:hAnsi="Calibri Light" w:cs="Calibri Light"/>
          <w:sz w:val="24"/>
          <w:szCs w:val="24"/>
        </w:rPr>
        <w:t>Lewonamang</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Lewonamang</w:t>
      </w:r>
      <w:proofErr w:type="spellEnd"/>
      <w:r w:rsidRPr="000A1764">
        <w:rPr>
          <w:rFonts w:ascii="Calibri Light" w:hAnsi="Calibri Light" w:cs="Calibri Light"/>
          <w:sz w:val="24"/>
          <w:szCs w:val="24"/>
        </w:rPr>
        <w:t xml:space="preserve"> could be known as a meeting place or the kingdom's capital. Before the Europeans came,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had already hosted cross-national merchants and adventurers. From the 11th to 13th centuries,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was a home for the autochthones of the Ile Jadi tribe, people from the western part of the Indonesian archipelago (Sina Jawa Communities); and people from the eastern part of the Indonesian archipelago (Tena Mau Tribe). It might be a result of </w:t>
      </w:r>
      <w:proofErr w:type="spellStart"/>
      <w:r w:rsidRPr="000A1764">
        <w:rPr>
          <w:rFonts w:ascii="Calibri Light" w:hAnsi="Calibri Light" w:cs="Calibri Light"/>
          <w:sz w:val="24"/>
          <w:szCs w:val="24"/>
        </w:rPr>
        <w:t>Larantuka’s</w:t>
      </w:r>
      <w:proofErr w:type="spellEnd"/>
      <w:r w:rsidRPr="000A1764">
        <w:rPr>
          <w:rFonts w:ascii="Calibri Light" w:hAnsi="Calibri Light" w:cs="Calibri Light"/>
          <w:sz w:val="24"/>
          <w:szCs w:val="24"/>
        </w:rPr>
        <w:t xml:space="preserve"> commercial connection to the Javanese of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{"citationID":"2oA6kemr","properties":{"formattedCitation":"(Yoseph, 2010)","plainCitation":"(Yoseph, 2010)","noteIndex":0},"citationItems":[{"id":"sYoH7Wzu/GZ7ic6Of","uris":["http://zotero.org/users/local/tMg75FXv/items/TAJ49HWG"],"itemData":{"id":447,"type":"thesis","abstract":"Penelitian ini mengkuti kaedah penelitian kualitatif dengan menggunakan metode deskriptif induktif. Dimulai dengan kegiatan observasi lapangan dengan mengindentifikasi semua unsur kebudayaan Portugis yang ada dan menganalisis dengan menggambarkan secara deskriptif enam unsur kebudayaan kedalam lima elemen citra fisik kota, dari gambaran deskriptif tersebut didapatkan lokasi lokasi yang mempunyai pengaruh yang kuat terhadap Path, Edge, Node, Districk Landmark dalam kota Larantuka\n\nkeyword: elemen citra fisik kota.","genre":"skripsi","language":"en","license":"cc_by_nc_sa_4","number-of-pages":"309","publisher":"Institut Teknologi Nasional Malang","source":"eprints.itn.ac.id","title":"Identifikasi Citra Fisik Kota Larantuka Kabupaten Flores Timur berdasarkan BUdaya Portugis","URL":"https://eprints.itn.ac.id/10855/","author":[{"family":"Yoseph","given":"Mario Paulus"}],"contributor":[{"family":"Nurul","given":"Agustina"},{"family":"Abubakar","given":"Muklisa"}],"accessed":{"date-parts":[["2024",12,18]]},"issued":{"date-parts":[["2010"]]}}}],"schema":"https://github.com/citation-style-language/schema/raw/master/csl-citation.json"}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(Yoseph, 2010)</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During the 15th century,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lost its control to East Flores. The Islamic merchants from Java tried to have a political inheritance. They forced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to serve the Islamic states in Java.  Therefore, the locals tried to find other allies and negotiated cooperation with the Portuguese in the early 16th century. On the other side, the Portuguese also required the trading post in Flores. They wanted to link the sandalwood trade from Timor to Flores before transporting it to Malacca. In East Flores, the Portuguese established two ports, Ende and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For the Portuguese,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had a calm bay because it was protected by two islands, namely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and Solor.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Harbor was a good natural </w:t>
      </w:r>
      <w:proofErr w:type="spellStart"/>
      <w:r w:rsidRPr="000A1764">
        <w:rPr>
          <w:rFonts w:ascii="Calibri Light" w:hAnsi="Calibri Light" w:cs="Calibri Light"/>
          <w:sz w:val="24"/>
          <w:szCs w:val="24"/>
        </w:rPr>
        <w:t>harbour</w:t>
      </w:r>
      <w:proofErr w:type="spellEnd"/>
      <w:r w:rsidRPr="000A1764">
        <w:rPr>
          <w:rFonts w:ascii="Calibri Light" w:hAnsi="Calibri Light" w:cs="Calibri Light"/>
          <w:sz w:val="24"/>
          <w:szCs w:val="24"/>
        </w:rPr>
        <w:t xml:space="preserve"> because it was protected from raging storms. The area around the coast is quite fertile, so the corn planted by the Portuguese grows well. From a </w:t>
      </w:r>
      <w:proofErr w:type="spellStart"/>
      <w:r w:rsidRPr="000A1764">
        <w:rPr>
          <w:rFonts w:ascii="Calibri Light" w:hAnsi="Calibri Light" w:cs="Calibri Light"/>
          <w:sz w:val="24"/>
          <w:szCs w:val="24"/>
        </w:rPr>
        <w:t>defence</w:t>
      </w:r>
      <w:proofErr w:type="spellEnd"/>
      <w:r w:rsidRPr="000A1764">
        <w:rPr>
          <w:rFonts w:ascii="Calibri Light" w:hAnsi="Calibri Light" w:cs="Calibri Light"/>
          <w:sz w:val="24"/>
          <w:szCs w:val="24"/>
        </w:rPr>
        <w:t xml:space="preserve"> perspective,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was also very pleasant because even though there was a sea blockade, residents could cross the interior and get to other coastal areas. It was at this port that traders built safe villages with tall houses and spacious gardens. This situation did not last long because pirates appeared from Java and Sulawesi who looted villages on the coast. Another enemy of the Portuguese in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was Dutch ships which began arriving around 1600 to search for spices and sandalwood in the Flores Sea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{"citationID":"MdauXGgi","properties":{"formattedCitation":"(Pradjoko &amp; Kartika, 2014)","plainCitation":"(Pradjoko &amp; Kartika, 2014)","noteIndex":0},"citationItems":[{"id":"sYoH7Wzu/NR1ReQLZ","uris":["http://zotero.org/users/local/tMg75FXv/items/NVMLJFCK"],"itemData":{"id":414,"type":"book","abstract":"History of shipping and trade at Savu sea, Indonesia in the 18th century to the beginning of 20th century.","ISBN":"978-602-273-001-9","language":"id","note":"Google-Books-ID: AdbVoAEACAAJ","number-of-pages":"340","publisher":"Wedatama Widyasastra","source":"Google Books","title":"Pelayaran dan perdagangan kawasan Laut Sawu: abad ke-18-awal abad ke-20","title-short":"Pelayaran dan perdagangan kawasan Laut Sawu","author":[{"family":"Pradjoko","given":"Didik"},{"family":"Kartika","given":"Friska Indah"}],"issued":{"date-parts":[["2014"]]}}}],"schema":"https://github.com/citation-style-language/schema/raw/master/csl-citation.json"}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(Pradjoko &amp; Kartika, 2014)</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During the Portuguese period, the local women were married by the Portuguese-speaking merchants. Today, people call their offsprings with the </w:t>
      </w:r>
      <w:proofErr w:type="spellStart"/>
      <w:r w:rsidRPr="000A1764">
        <w:rPr>
          <w:rFonts w:ascii="Calibri Light" w:hAnsi="Calibri Light" w:cs="Calibri Light"/>
          <w:sz w:val="24"/>
          <w:szCs w:val="24"/>
        </w:rPr>
        <w:t>Topasses</w:t>
      </w:r>
      <w:proofErr w:type="spellEnd"/>
      <w:r w:rsidRPr="000A1764">
        <w:rPr>
          <w:rFonts w:ascii="Calibri Light" w:hAnsi="Calibri Light" w:cs="Calibri Light"/>
          <w:sz w:val="24"/>
          <w:szCs w:val="24"/>
        </w:rPr>
        <w:t xml:space="preserve">. The </w:t>
      </w:r>
      <w:proofErr w:type="spellStart"/>
      <w:r w:rsidRPr="000A1764">
        <w:rPr>
          <w:rFonts w:ascii="Calibri Light" w:hAnsi="Calibri Light" w:cs="Calibri Light"/>
          <w:sz w:val="24"/>
          <w:szCs w:val="24"/>
        </w:rPr>
        <w:t>Topasses</w:t>
      </w:r>
      <w:proofErr w:type="spellEnd"/>
      <w:r w:rsidRPr="000A1764">
        <w:rPr>
          <w:rFonts w:ascii="Calibri Light" w:hAnsi="Calibri Light" w:cs="Calibri Light"/>
          <w:sz w:val="24"/>
          <w:szCs w:val="24"/>
        </w:rPr>
        <w:t xml:space="preserve">, also known as </w:t>
      </w:r>
      <w:proofErr w:type="spellStart"/>
      <w:r w:rsidRPr="000A1764">
        <w:rPr>
          <w:rFonts w:ascii="Calibri Light" w:hAnsi="Calibri Light" w:cs="Calibri Light"/>
          <w:sz w:val="24"/>
          <w:szCs w:val="24"/>
        </w:rPr>
        <w:t>Larantuqueiros</w:t>
      </w:r>
      <w:proofErr w:type="spellEnd"/>
      <w:r w:rsidRPr="000A1764">
        <w:rPr>
          <w:rFonts w:ascii="Calibri Light" w:hAnsi="Calibri Light" w:cs="Calibri Light"/>
          <w:sz w:val="24"/>
          <w:szCs w:val="24"/>
        </w:rPr>
        <w:t xml:space="preserve"> or Black Portuguese, emerged during the 17th century as a result of the blending of Portuguese colonial influences with local Timorese traditions. This group formed a unique identity through a process of cultural merging, significantly influenced by the presence of Portuguese missionaries and traders in the region. Historically, the </w:t>
      </w:r>
      <w:proofErr w:type="spellStart"/>
      <w:r w:rsidRPr="000A1764">
        <w:rPr>
          <w:rFonts w:ascii="Calibri Light" w:hAnsi="Calibri Light" w:cs="Calibri Light"/>
          <w:sz w:val="24"/>
          <w:szCs w:val="24"/>
        </w:rPr>
        <w:t>Topasses</w:t>
      </w:r>
      <w:proofErr w:type="spellEnd"/>
      <w:r w:rsidRPr="000A1764">
        <w:rPr>
          <w:rFonts w:ascii="Calibri Light" w:hAnsi="Calibri Light" w:cs="Calibri Light"/>
          <w:sz w:val="24"/>
          <w:szCs w:val="24"/>
        </w:rPr>
        <w:t xml:space="preserve"> were characterized by their Catholic faith and their opposition to Dutch colonial </w:t>
      </w:r>
      <w:r w:rsidRPr="000A1764">
        <w:rPr>
          <w:rFonts w:ascii="Calibri Light" w:hAnsi="Calibri Light" w:cs="Calibri Light"/>
          <w:sz w:val="24"/>
          <w:szCs w:val="24"/>
        </w:rPr>
        <w:lastRenderedPageBreak/>
        <w:t xml:space="preserve">powers, particularly the Dutch East India Company (VOC). They were involved in trade and often acted as middlemen in the commerce of sandalwood and other goods, which were highly sought after during the colonial period. Their activities included the slave trade, where </w:t>
      </w:r>
      <w:proofErr w:type="spellStart"/>
      <w:r w:rsidRPr="000A1764">
        <w:rPr>
          <w:rFonts w:ascii="Calibri Light" w:hAnsi="Calibri Light" w:cs="Calibri Light"/>
          <w:sz w:val="24"/>
          <w:szCs w:val="24"/>
        </w:rPr>
        <w:t>Topasses</w:t>
      </w:r>
      <w:proofErr w:type="spellEnd"/>
      <w:r w:rsidRPr="000A1764">
        <w:rPr>
          <w:rFonts w:ascii="Calibri Light" w:hAnsi="Calibri Light" w:cs="Calibri Light"/>
          <w:sz w:val="24"/>
          <w:szCs w:val="24"/>
        </w:rPr>
        <w:t xml:space="preserve"> from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and Lifau engaged in raiding and selling slaves, primarily to markets in Java and Macau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{"citationID":"VQEgb6cT","properties":{"formattedCitation":"(Pinto, 1829)","plainCitation":"(Pinto, 1829)","noteIndex":0},"citationItems":[{"id":"sYoH7Wzu/Oxu2Ch9i","uris":["http://zotero.org/users/local/tMg75FXv/items/ZZXJA4IC"],"itemData":{"id":478,"type":"book","language":"pt-BR","note":"Google-Books-ID: QBBFAQAAMAAJ","number-of-pages":"406","publisher":"Typographia Rollandiana","source":"Google Books","title":"Peregrinação de Fernão Mendez Pinto","author":[{"family":"Pinto","given":"Fernão Mendes"}],"issued":{"date-parts":[["1829"]]}}}],"schema":"https://github.com/citation-style-language/schema/raw/master/csl-citation.json"}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(Pinto, 1829)</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Before the Topas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controlled the sandalwood trade networks in the mid-17th century,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did not have any power to manage the sandalwood trade. It merely served the </w:t>
      </w:r>
      <w:proofErr w:type="spellStart"/>
      <w:r w:rsidRPr="000A1764">
        <w:rPr>
          <w:rFonts w:ascii="Calibri Light" w:hAnsi="Calibri Light" w:cs="Calibri Light"/>
          <w:sz w:val="24"/>
          <w:szCs w:val="24"/>
        </w:rPr>
        <w:t>colonisers</w:t>
      </w:r>
      <w:proofErr w:type="spellEnd"/>
      <w:r w:rsidRPr="000A1764">
        <w:rPr>
          <w:rFonts w:ascii="Calibri Light" w:hAnsi="Calibri Light" w:cs="Calibri Light"/>
          <w:sz w:val="24"/>
          <w:szCs w:val="24"/>
        </w:rPr>
        <w:t xml:space="preserve"> from the Javanese of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to the Europeans. Under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rule, the kings of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expanded its territory to the East, including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Mpu</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Prapanca</w:t>
      </w:r>
      <w:proofErr w:type="spellEnd"/>
      <w:r w:rsidRPr="000A1764">
        <w:rPr>
          <w:rFonts w:ascii="Calibri Light" w:hAnsi="Calibri Light" w:cs="Calibri Light"/>
          <w:sz w:val="24"/>
          <w:szCs w:val="24"/>
        </w:rPr>
        <w:t xml:space="preserve">, the author of </w:t>
      </w:r>
      <w:proofErr w:type="spellStart"/>
      <w:r w:rsidRPr="000A1764">
        <w:rPr>
          <w:rFonts w:ascii="Calibri Light" w:hAnsi="Calibri Light" w:cs="Calibri Light"/>
          <w:sz w:val="24"/>
          <w:szCs w:val="24"/>
        </w:rPr>
        <w:t>Nagarakrtagama</w:t>
      </w:r>
      <w:proofErr w:type="spellEnd"/>
      <w:r w:rsidRPr="000A1764">
        <w:rPr>
          <w:rFonts w:ascii="Calibri Light" w:hAnsi="Calibri Light" w:cs="Calibri Light"/>
          <w:sz w:val="24"/>
          <w:szCs w:val="24"/>
        </w:rPr>
        <w:t xml:space="preserve">, informed that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captured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in the 14th century. At that time, the Javanese called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with </w:t>
      </w:r>
      <w:proofErr w:type="spellStart"/>
      <w:r w:rsidRPr="000A1764">
        <w:rPr>
          <w:rFonts w:ascii="Calibri Light" w:hAnsi="Calibri Light" w:cs="Calibri Light"/>
          <w:sz w:val="24"/>
          <w:szCs w:val="24"/>
        </w:rPr>
        <w:t>Galiyao</w:t>
      </w:r>
      <w:proofErr w:type="spellEnd"/>
      <w:r w:rsidRPr="000A1764">
        <w:rPr>
          <w:rFonts w:ascii="Calibri Light" w:hAnsi="Calibri Light" w:cs="Calibri Light"/>
          <w:sz w:val="24"/>
          <w:szCs w:val="24"/>
        </w:rPr>
        <w:t xml:space="preserve">. All products were sent to Java and re-sold again to either local or foreign merchants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{"citationID":"PK72cyXl","properties":{"formattedCitation":"(Barnes, 1982)","plainCitation":"(Barnes, 1982)","noteIndex":0},"citationItems":[{"id":"sYoH7Wzu/Yy0LLFkQ","uris":["http://zotero.org/users/local/tMg75FXv/items/II8X67Y7"],"itemData":{"id":454,"type":"article-journal","DOI":"10.1163/22134379-90003461","language":"en","note":"publisher: Brill","source":"brill.com","title":"The Majapahit dependency Galiyao","URL":"https://brill.com/view/journals/bki/138/4/article-p407_1.xml","author":[{"family":"Barnes","given":"R. H."}],"accessed":{"date-parts":[["2024",12,18]]},"issued":{"date-parts":[["1982",1,1]]}}}],"schema":"https://github.com/citation-style-language/schema/raw/master/csl-citation.json"}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(Barnes, 1982)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also expanded to the west of the Indonesian archipelago. In the early 15th century,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determined the geopolitics of the Straits of Malacca.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was connected by regular trade to Sumatra. Palembang and surrounding countries in South Sumatra submitted to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king. Meanwhile,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had established trade with Pasai in the northern tip of Sumatra. King Megat Iskandar Shah, the second ruler of Malacca, sent his envoys to Java. King Megat Iskandar Shah instructed his men to inform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king that his father had passed away and past differences between Malacca and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should be ended. The Malaccan king also proposed to establish a friendly trade between Malacca and Java. The envoys asked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king to distribute the Javanese merchandise, including spices, to Malacca. The Malaccan ambassador argued that selling their products in Malacca could decrease the risk of sailing from Java to Pasai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{"citationID":"C0TsL7Pr","properties":{"formattedCitation":"(Pires, 1944, p. 239)","plainCitation":"(Pires, 1944, p. 239)","noteIndex":0},"citationItems":[{"id":"sYoH7Wzu/ROvzjTb1","uris":["http://zotero.org/users/local/tMg75FXv/items/QJM8FEIF"],"itemData":{"id":247,"type":"book","abstract":"2 volumes (xcvi, 578 pages) : xlii plates (some folded ; including frontispieces, maps, facsimiles), 2 folded maps (in pockets) ; 23 cm.; Paged continuously; Includes bibligraphy (pages 533-540) and index; V.I. The Suma oriental of Tomé Pires, books 1-5 -- V. II. The Suma oriental, book 6 -- The book of Francisco Rodrigues -- Original Portuguese texts -- Bibliography (p. 533-540)","language":"eng","publisher":"London : The Hakluyt Society","source":"Internet Archive","title":"The Suma oriental of Tomé Pires : an account of the East, from the Red Sea to Japan, written in Malacca and India in 1512-1515 ; and, the book of Francisco Rodrigues, rutter of a voyage in the Red Sea, nautical rules, almanack and maps, written and drawn in the East before 1515","title-short":"The Suma oriental of Tomé Pires","URL":"http://archive.org/details/McGillLibrary-136385-182","author":[{"family":"Pires","given":"Tomé"}],"contributor":[{"literal":"McGill University Library"}],"accessed":{"date-parts":[["2024",11,8]]},"issued":{"date-parts":[["1944"]]}},"locator":"239","label":"page"}],"schema":"https://github.com/citation-style-language/schema/raw/master/csl-citation.json"}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(Pires, 1944, p. 239)</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King of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did not have a problem with the Malaccan proposal. However, the Malaccan king should consider that the Java-Pasai trade had been established for a long time. The Javanese merchants also had a privilege. They received a huge profit and did not pay any customs duties in Pasai. The Malaccan king sent his envoys to Pasai to negotiate, directing the Javanese merchants to Malacca. He also persuaded the Pasai officials to allow their merchants to populate Malacca. Malacca could provide gold to be exchanged for Pasai’s merchandise. Pasai would accept the Malaccan proposal if Malacca could embrace Islam. The Malaccan king tried to ignore the Pasai offer and kept sending his envoys to Java. He sent elephants and gifts to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king. Some Javanese junks began to call at Malacca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{"citationID":"llVG0Kmy","properties":{"formattedCitation":"(Pires, 1944, pp. 239\\uc0\\u8211{}240)","plainCitation":"(Pires, 1944, pp. 239–240)","noteIndex":0},"citationItems":[{"id":"sYoH7Wzu/ROvzjTb1","uris":["http://zotero.org/users/local/tMg75FXv/items/QJM8FEIF"],"itemData":{"id":247,"type":"book","abstract":"2 volumes (xcvi, 578 pages) : xlii plates (some folded ; including frontispieces, maps, facsimiles), 2 folded maps (in pockets) ; 23 cm.; Paged continuously; Includes bibligraphy (pages 533-540) and index; V.I. The Suma oriental of Tomé Pires, books 1-5 -- V. II. The Suma oriental, book 6 -- The book of Francisco Rodrigues -- Original Portuguese texts -- Bibliography (p. 533-540)","language":"eng","publisher":"London : The Hakluyt Society","source":"Internet Archive","title":"The Suma oriental of Tomé Pires : an account of the East, from the Red Sea to Japan, written in Malacca and India in 1512-1515 ; and, the book of Francisco Rodrigues, rutter of a voyage in the Red Sea, nautical rules, almanack and maps, written and drawn in the East before 1515","title-short":"The Suma oriental of Tomé Pires","URL":"http://archive.org/details/McGillLibrary-136385-182","author":[{"family":"Pires","given":"Tomé"}],"contributor":[{"literal":"McGill University Library"}],"accessed":{"date-parts":[["2024",11,8]]},"issued":{"date-parts":[["1944"]]}},"locator":"239-240","label":"page"}],"schema":"https://github.com/citation-style-language/schema/raw/master/csl-citation.json"}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(Pires, 1944, pp. 239–240)</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Java-Malacca trade began to establish. The Javanese merchants started to populate Malacca. They brought cloves, mace, nutmeg, and sandalwood to Malacca. Their presence in Malacca attracted Muslim merchant communities to come. They needed the Javanese merchandise to be re-sold in Pasai. Despite the duties imposed, it was still a lucrative trade for Pasai merchants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{"citationID":"dLKLHmeY","properties":{"formattedCitation":"(Pires, 1944, pp. 240\\uc0\\u8211{}241)","plainCitation":"(Pires, 1944, pp. 240–241)","noteIndex":0},"citationItems":[{"id":"sYoH7Wzu/ROvzjTb1","uris":["http://zotero.org/users/local/tMg75FXv/items/QJM8FEIF"],"itemData":{"id":247,"type":"book","abstract":"2 volumes (xcvi, 578 pages) : xlii plates (some folded ; including frontispieces, maps, facsimiles), 2 folded maps (in pockets) ; 23 cm.; Paged continuously; Includes bibligraphy (pages 533-540) and index; V.I. The Suma oriental of Tomé Pires, books 1-5 -- V. II. The Suma oriental, book 6 -- The book of Francisco Rodrigues -- Original Portuguese texts -- Bibliography (p. 533-540)","language":"eng","publisher":"London : The Hakluyt Society","source":"Internet Archive","title":"The Suma oriental of Tomé Pires : an account of the East, from the Red Sea to Japan, written in Malacca and India in 1512-1515 ; and, the book of Francisco Rodrigues, rutter of a voyage in the Red Sea, nautical rules, almanack and maps, written and drawn in the East before 1515","title-short":"The Suma oriental of Tomé Pires","URL":"http://archive.org/details/McGillLibrary-136385-182","author":[{"family":"Pires","given":"Tomé"}],"contributor":[{"literal":"McGill University Library"}],"accessed":{"date-parts":[["2024",11,8]]},"issued":{"date-parts":[["1944"]]}},"locator":"240-241","label":"page"}],"schema":"https://github.com/citation-style-language/schema/raw/master/csl-citation.json"}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(Pires, 1944, pp. 240–241)</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During the reign of Sultan Mansur Shah (1456-1477), the sultan sent the envoys accompanied by the Kings of Indragiri, Palembang, Jambi, </w:t>
      </w:r>
      <w:proofErr w:type="spellStart"/>
      <w:r w:rsidRPr="000A1764">
        <w:rPr>
          <w:rFonts w:ascii="Calibri Light" w:hAnsi="Calibri Light" w:cs="Calibri Light"/>
          <w:sz w:val="24"/>
          <w:szCs w:val="24"/>
        </w:rPr>
        <w:t>Lingga</w:t>
      </w:r>
      <w:proofErr w:type="spellEnd"/>
      <w:r w:rsidRPr="000A1764">
        <w:rPr>
          <w:rFonts w:ascii="Calibri Light" w:hAnsi="Calibri Light" w:cs="Calibri Light"/>
          <w:sz w:val="24"/>
          <w:szCs w:val="24"/>
        </w:rPr>
        <w:t xml:space="preserve"> and </w:t>
      </w:r>
      <w:proofErr w:type="spellStart"/>
      <w:r w:rsidRPr="000A1764">
        <w:rPr>
          <w:rFonts w:ascii="Calibri Light" w:hAnsi="Calibri Light" w:cs="Calibri Light"/>
          <w:sz w:val="24"/>
          <w:szCs w:val="24"/>
        </w:rPr>
        <w:t>Tungkal</w:t>
      </w:r>
      <w:proofErr w:type="spellEnd"/>
      <w:r w:rsidRPr="000A1764">
        <w:rPr>
          <w:rFonts w:ascii="Calibri Light" w:hAnsi="Calibri Light" w:cs="Calibri Light"/>
          <w:sz w:val="24"/>
          <w:szCs w:val="24"/>
        </w:rPr>
        <w:t xml:space="preserve"> to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After gifting an elephant to the king,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king conferred upon the Malaccan </w:t>
      </w:r>
      <w:r w:rsidRPr="000A1764">
        <w:rPr>
          <w:rFonts w:ascii="Calibri Light" w:hAnsi="Calibri Light" w:cs="Calibri Light"/>
          <w:sz w:val="24"/>
          <w:szCs w:val="24"/>
        </w:rPr>
        <w:lastRenderedPageBreak/>
        <w:t xml:space="preserve">envoys with royal cloth and ceremonial knife. The king of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also allowed Sultan Mansur Shah to marry his daughter, Raden </w:t>
      </w:r>
      <w:proofErr w:type="spellStart"/>
      <w:r w:rsidRPr="000A1764">
        <w:rPr>
          <w:rFonts w:ascii="Calibri Light" w:hAnsi="Calibri Light" w:cs="Calibri Light"/>
          <w:sz w:val="24"/>
          <w:szCs w:val="24"/>
        </w:rPr>
        <w:t>Galuh</w:t>
      </w:r>
      <w:proofErr w:type="spellEnd"/>
      <w:r w:rsidRPr="000A1764">
        <w:rPr>
          <w:rFonts w:ascii="Calibri Light" w:hAnsi="Calibri Light" w:cs="Calibri Light"/>
          <w:sz w:val="24"/>
          <w:szCs w:val="24"/>
        </w:rPr>
        <w:t xml:space="preserve"> Candra Kirana, and granted South Sumatra to Malacca. This political marriage not merely reinforced the Malaccan hegemony on Sumatra but also allowed Sumatran pepper to be re-exported from Malacca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{"citationID":"CQ897Tfx","properties":{"formattedCitation":"(Adil, 1974, p. 31; Shellabear, 1989, p. 112)","plainCitation":"(Adil, 1974, p. 31; Shellabear, 1989, p. 112)","noteIndex":0},"citationItems":[{"id":"sYoH7Wzu/PoslHAKu","uris":["http://zotero.org/users/local/tMg75FXv/items/4T2YHR82"],"itemData":{"id":460,"type":"book","language":"en","note":"Google-Books-ID: 934MAAAAIAAJ","number-of-pages":"104","publisher":"Dewan Bahasa Dan Pustaka, Kementerian Pelajaran Malaysia","source":"Google Books","title":"The History of Malacca During the Period of the Malay Sultanate","author":[{"family":"Adil","given":"Buyong","dropping-particle":"bin"}],"issued":{"date-parts":[["1974"]]}},"locator":"31","label":"page"},{"id":"sYoH7Wzu/xTeczPTM","uris":["http://zotero.org/users/local/tMg75FXv/items/3URQ6RN4"],"itemData":{"id":456,"type":"book","language":"id","note":"Google-Books-ID: kqJ8nQAACAAJ","number-of-pages":"238","publisher":"Fajar Bakti","source":"Google Books","title":"Sejarah Melayu / diusahakan oleh W. G. Shellabear","author":[{"family":"Shellabear","given":"William Girdlestone"}],"issued":{"date-parts":[["1989"]]}},"locator":"112","label":"page"}],"schema":"https://github.com/citation-style-language/schema/raw/master/csl-citation.json"}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(Adil, 1974, p. 31; Shellabear, 1989, p. 112)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During the reign of Sultan Mahmud Shah (1488-1511), Javanese merchants' role was pivotal. In Malacca, there were many Javanese rich merchants, such as Patih Adam, Patih Kadir, Patih Yusof, Patih Yunus, and </w:t>
      </w:r>
      <w:proofErr w:type="spellStart"/>
      <w:r w:rsidRPr="000A1764">
        <w:rPr>
          <w:rFonts w:ascii="Calibri Light" w:hAnsi="Calibri Light" w:cs="Calibri Light"/>
          <w:sz w:val="24"/>
          <w:szCs w:val="24"/>
        </w:rPr>
        <w:t>Utimutaraja</w:t>
      </w:r>
      <w:proofErr w:type="spellEnd"/>
      <w:r w:rsidRPr="000A1764">
        <w:rPr>
          <w:rFonts w:ascii="Calibri Light" w:hAnsi="Calibri Light" w:cs="Calibri Light"/>
          <w:sz w:val="24"/>
          <w:szCs w:val="24"/>
        </w:rPr>
        <w:t>. Those merchants could link Malacca to the Lesser Sunda Islands and the Spice Islands. The Javanese merchants sailed and carried the Indian cloths to the Spice Islands via the Lesser Sunda Islands. They sailed from Malacca to the south and anchored at Sunda, where they loaded foodstuffs and pepper. They sailed along the northern coast of Java and called at a port in the Lesser Sunda Islands. If they called at Bima or Sumbawa, they could benefit from the abundance good drinking water and foodstuffs. They also exchanged their textile products with dyewood and slaves. If they called at Flores, they could swap their Indian textiles with Sulphur. If they preferred Timor to be visited, they could have sandalwood for their cloth. From the Lesser Sunda Islands, they sailed to the east and reached Banda where they found mace and nutmeg; and the Moluccas where the cloves came from</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{"citationID":"DLAVBfvn","properties":{"formattedCitation":"(Hashim, 1989, pp. 249\\uc0\\u8211{}250; Meilink-Roelofsz, 1962, pp. 86\\uc0\\u8211{}87; Shellabear, 1989, p. 177)","plainCitation":"(Hashim, 1989, pp. 249–250; Meilink-Roelofsz, 1962, pp. 86–87; Shellabear, 1989, p. 177)","noteIndex":0},"citationItems":[{"id":"sYoH7Wzu/Vij06WV4","uris":["http://zotero.org/users/local/tMg75FXv/items/RCPKMMK5"],"itemData":{"id":463,"type":"book","language":"en","note":"Google-Books-ID: 7o7cswEACAAJ","number-of-pages":"420","publisher":"Dewan Bahasa dan Pustaka, Kementerian Pelajaran Malaysia","source":"Google Books","title":"Kesultanan Melayu Melaka: Kajian Beberapa Aspek Tentang Melaka Pada Abad Ke 15 Dan Abad Ke 16 Dalam Sejarah Malaysia","title-short":"Kesultanan Melayu Melaka","author":[{"family":"Hashim","given":"Muhammad Yusoff"}],"issued":{"date-parts":[["1989"]]}},"locator":"249-250","label":"page"},{"id":"sYoH7Wzu/9XQso5lw","uris":["http://zotero.org/users/local/tMg75FXv/items/9YGDT8WB"],"itemData":{"id":462,"type":"book","event-place":"Dordrecht","ISBN":"978-94-011-8197-6","language":"en","license":"http://www.springer.com/tdm","note":"DOI: 10.1007/978-94-011-8850-0","publisher":"Springer Netherlands","publisher-place":"Dordrecht","source":"DOI.org (Crossref)","title":"Asian Trade and European Influence: In the Indonesian Archipelago between 1500 and about 1630","title-short":"Asian Trade and European Influence","URL":"http://link.springer.com/10.1007/978-94-011-8850-0","author":[{"family":"Meilink-Roelofsz","given":"M. A. P."}],"accessed":{"date-parts":[["2024",12,18]]},"issued":{"date-parts":[["1962"]]}},"locator":"86-87","label":"page"},{"id":"sYoH7Wzu/xTeczPTM","uris":["http://zotero.org/users/local/tMg75FXv/items/3URQ6RN4"],"itemData":{"id":456,"type":"book","language":"id","note":"Google-Books-ID: kqJ8nQAACAAJ","number-of-pages":"238","publisher":"Fajar Bakti","source":"Google Books","title":"Sejarah Melayu / diusahakan oleh W. G. Shellabear","author":[{"family":"Shellabear","given":"William Girdlestone"}],"issued":{"date-parts":[["1989"]]}},"locator":"177","label":"page"}],"schema":"https://github.com/citation-style-language/schema/raw/master/csl-citation.json"}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(Hashim, 1989, pp. 249–250; Meilink-Roelofsz, 1962, pp. 86–87; Shellabear, 1989, p. 177)</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Malacca Sultanate had facilitated the multinational merchants to conduct trade since its foundation. Malacca also sent its embassies to potential political trading partners. Malacca requested those kings to allow their merchants to populate Malacca, by playing a policy of diplomatic gifts with the Siamese Kingdom, the Ming Dynasty of China,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Kingdom of Java, the Pasai Sultanate, the </w:t>
      </w:r>
      <w:proofErr w:type="spellStart"/>
      <w:r w:rsidRPr="000A1764">
        <w:rPr>
          <w:rFonts w:ascii="Calibri Light" w:hAnsi="Calibri Light" w:cs="Calibri Light"/>
          <w:sz w:val="24"/>
          <w:szCs w:val="24"/>
        </w:rPr>
        <w:t>Vijayanagara</w:t>
      </w:r>
      <w:proofErr w:type="spellEnd"/>
      <w:r w:rsidRPr="000A1764">
        <w:rPr>
          <w:rFonts w:ascii="Calibri Light" w:hAnsi="Calibri Light" w:cs="Calibri Light"/>
          <w:sz w:val="24"/>
          <w:szCs w:val="24"/>
        </w:rPr>
        <w:t xml:space="preserve"> Kingdom, and the Cambay Sultanate. Under the Chinese tributary system, Malacca began to expand its territory to the Malay World. Malacca should control both sides of the Malacca Straits to determine political stability and to secure the port city of Malacca. By doing so, it also forced all Malay products to be exported from Malacca. The initiatives of the Malaccan rulers had transformed Malacca into a main seaport in Southeast Asia. </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Traders from Malacca came to Solor to buy the </w:t>
      </w:r>
      <w:proofErr w:type="spellStart"/>
      <w:r w:rsidRPr="000A1764">
        <w:rPr>
          <w:rFonts w:ascii="Calibri Light" w:hAnsi="Calibri Light" w:cs="Calibri Light"/>
          <w:sz w:val="24"/>
          <w:szCs w:val="24"/>
        </w:rPr>
        <w:t>sulphur</w:t>
      </w:r>
      <w:proofErr w:type="spellEnd"/>
      <w:r w:rsidRPr="000A1764">
        <w:rPr>
          <w:rFonts w:ascii="Calibri Light" w:hAnsi="Calibri Light" w:cs="Calibri Light"/>
          <w:sz w:val="24"/>
          <w:szCs w:val="24"/>
        </w:rPr>
        <w:t xml:space="preserve"> there. Additionally, the Chinese had traveled to Timor to obtain Timor's highly prized Sandalwood. They used the wood as perfume and incense. They seemed to know the existence of sandalwood. They periodically sent ships there. Sandalwood had been sold via Malacca to places as far away as Cochin-China. However, the existence of Malacca as a trading center throughout the 15th century reduced the intensity of direct trade from China to the Lesser Sunda Islands. For them, the existence of the Malacca market reduced the risks and costs of shipping. Indian traders were also other distributors. They bought a lot of sandalwood to reprocess it into ointments, and perfumes, and as a complement to cremation and sacrifice ceremonies. For European consumers, sandalwood could also be a raw material for medicines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{"citationID":"SkIbnR3Q","properties":{"formattedCitation":"(Meilink-Roelofsz, 2016, pp. 84\\uc0\\u8211{}85 &amp; 101\\uc0\\u8211{}102)","plainCitation":"(Meilink-Roelofsz, 2016, pp. 84–85 &amp; 101–102)","noteIndex":0},"citationItems":[{"id":"sYoH7Wzu/y2rNnRNv","uris":["http://zotero.org/users/local/tMg75FXv/items/FWDINR4R"],"itemData":{"id":465,"type":"book","edition":"1","language":"id","publisher":"Komunitas Bambu","title":"PERSAINGAN EROPA DAN ASIA DI NUSANTARA: Sejarah Perniagaan 1500-1630","author":[{"family":"Meilink-Roelofsz","given":"M. A. P."}],"issued":{"date-parts":[["2016"]]}},"locator":"84-85 &amp; 101-102","label":"page"}],"schema":"https://github.com/citation-style-language/schema/raw/master/csl-citation.json"}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(Meilink-Roelofsz, 2016, pp. 84–85 &amp; 101–102)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Europeans began to visit the Lesser Sunda Islands after the Portuguese captured Malacca in 1511. The Portuguese tried to find where the sandalwood came from after realizing the sandalwood price at Malacca was two and half times higher than the </w:t>
      </w:r>
      <w:r w:rsidRPr="000A1764">
        <w:rPr>
          <w:rFonts w:ascii="Calibri Light" w:hAnsi="Calibri Light" w:cs="Calibri Light"/>
          <w:sz w:val="24"/>
          <w:szCs w:val="24"/>
        </w:rPr>
        <w:lastRenderedPageBreak/>
        <w:t xml:space="preserve">importers buying at Timor. The Portuguese sent </w:t>
      </w:r>
      <w:proofErr w:type="spellStart"/>
      <w:r w:rsidRPr="000A1764">
        <w:rPr>
          <w:rFonts w:ascii="Calibri Light" w:hAnsi="Calibri Light" w:cs="Calibri Light"/>
          <w:sz w:val="24"/>
          <w:szCs w:val="24"/>
        </w:rPr>
        <w:t>António</w:t>
      </w:r>
      <w:proofErr w:type="spellEnd"/>
      <w:r w:rsidRPr="000A1764">
        <w:rPr>
          <w:rFonts w:ascii="Calibri Light" w:hAnsi="Calibri Light" w:cs="Calibri Light"/>
          <w:sz w:val="24"/>
          <w:szCs w:val="24"/>
        </w:rPr>
        <w:t xml:space="preserve"> de Abreu and his fleet to the Spice Islands via the Lesser Sunda Islands. He </w:t>
      </w:r>
      <w:proofErr w:type="spellStart"/>
      <w:r w:rsidRPr="000A1764">
        <w:rPr>
          <w:rFonts w:ascii="Calibri Light" w:hAnsi="Calibri Light" w:cs="Calibri Light"/>
          <w:sz w:val="24"/>
          <w:szCs w:val="24"/>
        </w:rPr>
        <w:t>recognised</w:t>
      </w:r>
      <w:proofErr w:type="spellEnd"/>
      <w:r w:rsidRPr="000A1764">
        <w:rPr>
          <w:rFonts w:ascii="Calibri Light" w:hAnsi="Calibri Light" w:cs="Calibri Light"/>
          <w:sz w:val="24"/>
          <w:szCs w:val="24"/>
        </w:rPr>
        <w:t xml:space="preserve"> that these islands were famous for producing sandalwood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{"citationID":"YjlcSulk","properties":{"formattedCitation":"(Matos, 1995, p. 99; Teixeira, 1963, p. 81)","plainCitation":"(Matos, 1995, p. 99; Teixeira, 1963, p. 81)","noteIndex":0},"citationItems":[{"id":"sYoH7Wzu/IXcnrBs8","uris":["http://zotero.org/users/local/tMg75FXv/items/67CZKJ7J"],"itemData":{"id":423,"type":"book","edition":"First Edition","language":"English","publisher":"Imrensa Nacional-Casa Da Moeda","source":"Amazon","title":"Portugal on the Seaway to Spices","author":[{"family":"Matos","given":"Artur Teodoro De"}],"issued":{"date-parts":[["1995",1,1]]}},"locator":"99","label":"page"},{"id":"sYoH7Wzu/a29Ku8V2","uris":["http://zotero.org/users/local/tMg75FXv/items/5P6WI2IS"],"itemData":{"id":425,"type":"book","language":"en","note":"Google-Books-ID: uDDSAAAAMAAJ","number-of-pages":"536","publisher":"Agência Geral do Ultramar","source":"Google Books","title":"The Portuguese Missions in Malacca and Singapore (1511-1958): Singapore","title-short":"The Portuguese Missions in Malacca and Singapore (1511-1958)","author":[{"family":"Teixeira","given":"Manuel"}],"issued":{"date-parts":[["1963"]]}},"locator":"81","label":"page"}],"schema":"https://github.com/citation-style-language/schema/raw/master/csl-citation.json"}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(Matos, 1995, p. 99; Teixeira, 1963, p. 81)</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In 1514, the Portuguese Captain in Malacca, Rui de Brito </w:t>
      </w:r>
      <w:proofErr w:type="spellStart"/>
      <w:r w:rsidRPr="000A1764">
        <w:rPr>
          <w:rFonts w:ascii="Calibri Light" w:hAnsi="Calibri Light" w:cs="Calibri Light"/>
          <w:sz w:val="24"/>
          <w:szCs w:val="24"/>
        </w:rPr>
        <w:t>Patalim</w:t>
      </w:r>
      <w:proofErr w:type="spellEnd"/>
      <w:r w:rsidRPr="000A1764">
        <w:rPr>
          <w:rFonts w:ascii="Calibri Light" w:hAnsi="Calibri Light" w:cs="Calibri Light"/>
          <w:sz w:val="24"/>
          <w:szCs w:val="24"/>
        </w:rPr>
        <w:t xml:space="preserve">, planned to send ships, but, did not have junks to sail to Timor. He wanted to fetch sandalwood, honey, and wax from Timor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{"citationID":"qhTWSkUK","properties":{"formattedCitation":"({\\i{}Carta de Rui de Brito Patalim, Capit\\uc0\\u227{}o de Malaca, Para Afonso de Albuquerque, Governador Das \\uc0\\u205{}ndias, Sobre a Situa\\uc0\\u231{}\\uc0\\u227{}o de Malaca}, 1514, pp. 54 &amp; 71\\uc0\\u8211{}72; Teixeira, 1963, p. 81)","plainCitation":"(Carta de Rui de Brito Patalim, Capitão de Malaca, Para Afonso de Albuquerque, Governador Das Índias, Sobre a Situação de Malaca, 1514, pp. 54 &amp; 71–72; Teixeira, 1963, p. 81)","noteIndex":0},"citationItems":[{"id":"sYoH7Wzu/V7t90Tnf","uris":["http://zotero.org/users/local/tMg75FXv/items/SED75L7E"],"itemData":{"id":473,"type":"document","publisher":"Arquivo Nacional da Torre do Tombo","title":"Carta de Rui de Brito Patalim, capitão de Malaca, para Afonso de Albuquerque, governador das Índias, sobre a situação de Malaca","URL":"https://digitarq.arquivos.pt/viewer?id=3768897","accessed":{"date-parts":[["2024",12,18]]},"issued":{"date-parts":[["1514"]]}},"locator":"54 &amp; 71-72","label":"page"},{"id":"sYoH7Wzu/a29Ku8V2","uris":["http://zotero.org/users/local/tMg75FXv/items/5P6WI2IS"],"itemData":{"id":425,"type":"book","language":"en","note":"Google-Books-ID: uDDSAAAAMAAJ","number-of-pages":"536","publisher":"Agência Geral do Ultramar","source":"Google Books","title":"The Portuguese Missions in Malacca and Singapore (1511-1958): Singapore","title-short":"The Portuguese Missions in Malacca and Singapore (1511-1958)","author":[{"family":"Teixeira","given":"Manuel"}],"issued":{"date-parts":[["1963"]]}},"locator":"81","label":"page"}],"schema":"https://github.com/citation-style-language/schema/raw/master/csl-citation.json"}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(Carta de Rui de Brito Patalim, Capitão de Malaca, Para Afonso de Albuquerque, Governador Das Índias, Sobre a Situação de Malaca, 1514, pp. 54 &amp; 71–72; Teixeira, 1963, p. 81)</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In 1515, the first contact between the Portuguese and Timor began. The Portuguese made regular voyages to the Lesser Sunda Islands, landing mainly in the </w:t>
      </w:r>
      <w:proofErr w:type="spellStart"/>
      <w:r w:rsidRPr="000A1764">
        <w:rPr>
          <w:rFonts w:ascii="Calibri Light" w:hAnsi="Calibri Light" w:cs="Calibri Light"/>
          <w:sz w:val="24"/>
          <w:szCs w:val="24"/>
        </w:rPr>
        <w:t>Amabeno</w:t>
      </w:r>
      <w:proofErr w:type="spellEnd"/>
      <w:r w:rsidRPr="000A1764">
        <w:rPr>
          <w:rFonts w:ascii="Calibri Light" w:hAnsi="Calibri Light" w:cs="Calibri Light"/>
          <w:sz w:val="24"/>
          <w:szCs w:val="24"/>
        </w:rPr>
        <w:t xml:space="preserve"> and Mena regions of Timor. They also visited Solor, facing a better climate and a safe anchorage to wait for the suitable monsoon to return. During their stay, they built some huts and loaded the cargoes of sandalwood. While the Portuguese merchants returned to Malacca, the Dominican Order remained to establish a permanent settlement in Solor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{"citationID":"zSsm2b2y","properties":{"formattedCitation":"(Matos, 1995, pp. 101\\uc0\\u8211{}102; Villiers, 1985, p. 65)","plainCitation":"(Matos, 1995, pp. 101–102; Villiers, 1985, p. 65)","noteIndex":0},"citationItems":[{"id":"sYoH7Wzu/IXcnrBs8","uris":["http://zotero.org/users/local/tMg75FXv/items/67CZKJ7J"],"itemData":{"id":423,"type":"book","edition":"First Edition","language":"English","publisher":"Imrensa Nacional-Casa Da Moeda","source":"Amazon","title":"Portugal on the Seaway to Spices","author":[{"family":"Matos","given":"Artur Teodoro De"}],"issued":{"date-parts":[["1995",1,1]]}},"locator":"101-102","label":"page"},{"id":"sYoH7Wzu/ck3uxOyO","uris":["http://zotero.org/users/local/tMg75FXv/items/8S7XWQT8"],"itemData":{"id":466,"type":"book","language":"en","note":"Google-Books-ID: IuUdAAAAMAAJ","number-of-pages":"108","publisher":"Calouste Gulbenkian Foundation","source":"Google Books","title":"East of Malacca: Three Essays on the Portuguese in the Indonesian Archipelago in the Sixteenth and Early Seventeenth Centuries","title-short":"East of Malacca","author":[{"family":"Villiers","given":"John"}],"issued":{"date-parts":[["1985"]]}},"locator":"65","label":"page"}],"schema":"https://github.com/citation-style-language/schema/raw/master/csl-citation.json"}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(Matos, 1995, pp. 101–102; Villiers, 1985, p. 65)</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In 1516, the Portuguese fleet under Jorge </w:t>
      </w:r>
      <w:proofErr w:type="spellStart"/>
      <w:r w:rsidRPr="000A1764">
        <w:rPr>
          <w:rFonts w:ascii="Calibri Light" w:hAnsi="Calibri Light" w:cs="Calibri Light"/>
          <w:sz w:val="24"/>
          <w:szCs w:val="24"/>
        </w:rPr>
        <w:t>Fogaça</w:t>
      </w:r>
      <w:proofErr w:type="spellEnd"/>
      <w:r w:rsidRPr="000A1764">
        <w:rPr>
          <w:rFonts w:ascii="Calibri Light" w:hAnsi="Calibri Light" w:cs="Calibri Light"/>
          <w:sz w:val="24"/>
          <w:szCs w:val="24"/>
        </w:rPr>
        <w:t xml:space="preserve"> sailed to Timor. It succeeded in trading sandalwood and returned to Malacca. Jorge </w:t>
      </w:r>
      <w:proofErr w:type="spellStart"/>
      <w:r w:rsidRPr="000A1764">
        <w:rPr>
          <w:rFonts w:ascii="Calibri Light" w:hAnsi="Calibri Light" w:cs="Calibri Light"/>
          <w:sz w:val="24"/>
          <w:szCs w:val="24"/>
        </w:rPr>
        <w:t>Fogasa</w:t>
      </w:r>
      <w:proofErr w:type="spellEnd"/>
      <w:r w:rsidRPr="000A1764">
        <w:rPr>
          <w:rFonts w:ascii="Calibri Light" w:hAnsi="Calibri Light" w:cs="Calibri Light"/>
          <w:sz w:val="24"/>
          <w:szCs w:val="24"/>
        </w:rPr>
        <w:t xml:space="preserve"> shared the provision with Jorge de Brito, who sent his servants to accompany Jorge </w:t>
      </w:r>
      <w:proofErr w:type="spellStart"/>
      <w:r w:rsidRPr="000A1764">
        <w:rPr>
          <w:rFonts w:ascii="Calibri Light" w:hAnsi="Calibri Light" w:cs="Calibri Light"/>
          <w:sz w:val="24"/>
          <w:szCs w:val="24"/>
        </w:rPr>
        <w:t>Fogasa</w:t>
      </w:r>
      <w:proofErr w:type="spellEnd"/>
      <w:r w:rsidRPr="000A1764">
        <w:rPr>
          <w:rFonts w:ascii="Calibri Light" w:hAnsi="Calibri Light" w:cs="Calibri Light"/>
          <w:sz w:val="24"/>
          <w:szCs w:val="24"/>
        </w:rPr>
        <w:t xml:space="preserve">. Both made a massive profit from selling sandalwood to private Portuguese and Asian merchants in Malacca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{"citationID":"EQ056KBq","properties":{"formattedCitation":"({\\i{}Carta de Pedro de Faria, Capit\\uc0\\u227{}o de Malaca, Ao Rei D. Jo\\uc0\\u227{}o III, Sobre a Fortaleza de Malaca, Sobre Banda, Molucas e Outros Assuntos}, 1517, pp. 337\\uc0\\u8211{}359; Smith, 1970, p. 56)","plainCitation":"(Carta de Pedro de Faria, Capitão de Malaca, Ao Rei D. João III, Sobre a Fortaleza de Malaca, Sobre Banda, Molucas e Outros Assuntos, 1517, pp. 337–359; Smith, 1970, p. 56)","noteIndex":0},"citationItems":[{"id":"sYoH7Wzu/eOuQdWJl","uris":["http://zotero.org/users/local/tMg75FXv/items/4RB3FAXU"],"itemData":{"id":475,"type":"document","publisher":"Arquivo Nacional da Torre do Tombo","title":"Carta de Pedro de Faria, capitão de Malaca, ao rei D. João III, sobre a fortaleza de Malaca, sobre Banda, Molucas e outros assuntos","URL":"https://digitarq.arquivos.pt/viewer?id=4509584","accessed":{"date-parts":[["2024",12,18]]},"issued":{"date-parts":[["1517"]]}},"locator":"337-359","label":"page"},{"id":"sYoH7Wzu/Xus1Ugol","uris":["http://zotero.org/users/local/tMg75FXv/items/PJY5DPDH"],"itemData":{"id":468,"type":"book","language":"eng","number-of-pages":"174","publisher":"Decatur Press, Inc.","source":"Internet Archive","title":"The First Age of the Portuguese Embassies, Navigations and Peregrinations in Persia (1507-1524)","URL":"http://archive.org/details/firstageofportug0000rona","author":[{"family":"Smith","given":"Ronald Bishop"}],"accessed":{"date-parts":[["2024",12,18]]},"issued":{"date-parts":[["1970",1,1]]}},"locator":"56","label":"page"}],"schema":"https://github.com/citation-style-language/schema/raw/master/csl-citation.json"}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(Carta de Pedro de Faria, Capitão de Malaca, Ao Rei D. João III, Sobre a Fortaleza de Malaca, Sobre Banda, Molucas e Outros Assuntos, 1517, pp. 337–359; Smith, 1970, p. 56)</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From 1516 to 1556, the Portuguese might have traded sandalwood with the local merchants. When the Portuguese merchants came to Solor, the trading vessels also brought religious preachers. In 1556, Friar Antonio Taveira came to Solor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{"citationID":"8x1tXnrD","properties":{"formattedCitation":"(Matos, 1995, p. 102)","plainCitation":"(Matos, 1995, p. 102)","noteIndex":0},"citationItems":[{"id":"sYoH7Wzu/IXcnrBs8","uris":["http://zotero.org/users/local/tMg75FXv/items/67CZKJ7J"],"itemData":{"id":423,"type":"book","edition":"First Edition","language":"English","publisher":"Imrensa Nacional-Casa Da Moeda","source":"Amazon","title":"Portugal on the Seaway to Spices","author":[{"family":"Matos","given":"Artur Teodoro De"}],"issued":{"date-parts":[["1995",1,1]]}},"locator":"102","label":"page"}],"schema":"https://github.com/citation-style-language/schema/raw/master/csl-citation.json"}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(Matos, 1995, p. 102)</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He converted a significant number of the local inhabitants. His presence in the Lesser Sunda Islands did not come about by chance. He might have been sent because he had previously been sent to Timor for a specific purpose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{"citationID":"ZVVmZh3P","properties":{"formattedCitation":"(Matos, 1995, p. 103)","plainCitation":"(Matos, 1995, p. 103)","noteIndex":0},"citationItems":[{"id":"sYoH7Wzu/IXcnrBs8","uris":["http://zotero.org/users/local/tMg75FXv/items/67CZKJ7J"],"itemData":{"id":423,"type":"book","edition":"First Edition","language":"English","publisher":"Imrensa Nacional-Casa Da Moeda","source":"Amazon","title":"Portugal on the Seaway to Spices","author":[{"family":"Matos","given":"Artur Teodoro De"}],"issued":{"date-parts":[["1995",1,1]]}},"locator":"103","label":"page"}],"schema":"https://github.com/citation-style-language/schema/raw/master/csl-citation.json"}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(Matos, 1995, p. 103)</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In 1558, a secular priest was sent to preach to the newly converted Christians, but he did not visit them and preferred to trade instead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{"citationID":"G2rlkLa0","properties":{"formattedCitation":"({\\i{}Carta Do Padre Baltasar Dias Ao Padre Provincial Da India, Malaca}, 1559, p. 345; Teixeira, 1963, p. 83)","plainCitation":"(Carta Do Padre Baltasar Dias Ao Padre Provincial Da India, Malaca, 1559, p. 345; Teixeira, 1963, p. 83)","noteIndex":0},"citationItems":[{"id":"sYoH7Wzu/XsVWLmcj","uris":["http://zotero.org/users/local/tMg75FXv/items/64LQQUKQ"],"itemData":{"id":477,"type":"document","publisher":"DPHMPPOI","title":"Carta do Padre Baltasar Dias ao Padre Provincial da India, Malaca","issued":{"date-parts":[["1559"]]}},"locator":"345","label":"page"},{"id":"sYoH7Wzu/a29Ku8V2","uris":["http://zotero.org/users/local/tMg75FXv/items/5P6WI2IS"],"itemData":{"id":425,"type":"book","language":"en","note":"Google-Books-ID: uDDSAAAAMAAJ","number-of-pages":"536","publisher":"Agência Geral do Ultramar","source":"Google Books","title":"The Portuguese Missions in Malacca and Singapore (1511-1958): Singapore","title-short":"The Portuguese Missions in Malacca and Singapore (1511-1958)","author":[{"family":"Teixeira","given":"Manuel"}],"issued":{"date-parts":[["1963"]]}},"locator":"83","label":"page"}],"schema":"https://github.com/citation-style-language/schema/raw/master/csl-citation.json"}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(Carta Do Padre Baltasar Dias Ao Padre Provincial Da India, Malaca, 1559, p. 345; Teixeira, 1963, p. 83)</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During the 1560s, the Dominicans frequented the Lesser Sunda Islands. In 1561, four Dominicans left Malacca to preach the Catholic doctrine in Solor. In 1566, Fr. </w:t>
      </w:r>
      <w:proofErr w:type="spellStart"/>
      <w:r w:rsidRPr="000A1764">
        <w:rPr>
          <w:rFonts w:ascii="Calibri Light" w:hAnsi="Calibri Light" w:cs="Calibri Light"/>
          <w:sz w:val="24"/>
          <w:szCs w:val="24"/>
        </w:rPr>
        <w:t>António</w:t>
      </w:r>
      <w:proofErr w:type="spellEnd"/>
      <w:r w:rsidRPr="000A1764">
        <w:rPr>
          <w:rFonts w:ascii="Calibri Light" w:hAnsi="Calibri Light" w:cs="Calibri Light"/>
          <w:sz w:val="24"/>
          <w:szCs w:val="24"/>
        </w:rPr>
        <w:t xml:space="preserve"> Taveira </w:t>
      </w:r>
      <w:proofErr w:type="spellStart"/>
      <w:r w:rsidRPr="000A1764">
        <w:rPr>
          <w:rFonts w:ascii="Calibri Light" w:hAnsi="Calibri Light" w:cs="Calibri Light"/>
          <w:sz w:val="24"/>
          <w:szCs w:val="24"/>
        </w:rPr>
        <w:t>baptised</w:t>
      </w:r>
      <w:proofErr w:type="spellEnd"/>
      <w:r w:rsidRPr="000A1764">
        <w:rPr>
          <w:rFonts w:ascii="Calibri Light" w:hAnsi="Calibri Light" w:cs="Calibri Light"/>
          <w:sz w:val="24"/>
          <w:szCs w:val="24"/>
        </w:rPr>
        <w:t xml:space="preserve"> five thousand people on Timor, Flores, and Solor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{"citationID":"44XYoMBF","properties":{"formattedCitation":"(Matos, 1995, p. 104; Villiers, 1985, p. 65)","plainCitation":"(Matos, 1995, p. 104; Villiers, 1985, p. 65)","noteIndex":0},"citationItems":[{"id":"sYoH7Wzu/IXcnrBs8","uris":["http://zotero.org/users/local/tMg75FXv/items/67CZKJ7J"],"itemData":{"id":423,"type":"book","edition":"First Edition","language":"English","publisher":"Imrensa Nacional-Casa Da Moeda","source":"Amazon","title":"Portugal on the Seaway to Spices","author":[{"family":"Matos","given":"Artur Teodoro De"}],"issued":{"date-parts":[["1995",1,1]]}},"locator":"104","label":"page"},{"id":"sYoH7Wzu/ck3uxOyO","uris":["http://zotero.org/users/local/tMg75FXv/items/8S7XWQT8"],"itemData":{"id":466,"type":"book","language":"en","note":"Google-Books-ID: IuUdAAAAMAAJ","number-of-pages":"108","publisher":"Calouste Gulbenkian Foundation","source":"Google Books","title":"East of Malacca: Three Essays on the Portuguese in the Indonesian Archipelago in the Sixteenth and Early Seventeenth Centuries","title-short":"East of Malacca","author":[{"family":"Villiers","given":"John"}],"issued":{"date-parts":[["1985"]]}},"locator":"65","label":"page"}],"schema":"https://github.com/citation-style-language/schema/raw/master/csl-citation.json"}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(Matos, 1995, p. 104; Villiers, 1985, p. 65)</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Unlike Portuguese and Asian merchants who did not have permanent settlements in the Lesser Sunda Islands, the Dominicans opened the first Portuguese settlement and a monastery in Solor. By 1566, Fr. </w:t>
      </w:r>
      <w:proofErr w:type="spellStart"/>
      <w:r w:rsidRPr="000A1764">
        <w:rPr>
          <w:rFonts w:ascii="Calibri Light" w:hAnsi="Calibri Light" w:cs="Calibri Light"/>
          <w:sz w:val="24"/>
          <w:szCs w:val="24"/>
        </w:rPr>
        <w:t>António</w:t>
      </w:r>
      <w:proofErr w:type="spellEnd"/>
      <w:r w:rsidRPr="000A1764">
        <w:rPr>
          <w:rFonts w:ascii="Calibri Light" w:hAnsi="Calibri Light" w:cs="Calibri Light"/>
          <w:sz w:val="24"/>
          <w:szCs w:val="24"/>
        </w:rPr>
        <w:t xml:space="preserve"> da Cruz had built a fort with five bulwarks, made of lime and stone, to protect the Catholics from the Muslim invaders. The Javanese then besieged Solor from the sea, until a Portuguese ship from the Moluccas attacked and destroyed the Javanese junks, killing many of the crews. The rival threat led Friar </w:t>
      </w:r>
      <w:proofErr w:type="spellStart"/>
      <w:r w:rsidRPr="000A1764">
        <w:rPr>
          <w:rFonts w:ascii="Calibri Light" w:hAnsi="Calibri Light" w:cs="Calibri Light"/>
          <w:sz w:val="24"/>
          <w:szCs w:val="24"/>
        </w:rPr>
        <w:t>António</w:t>
      </w:r>
      <w:proofErr w:type="spellEnd"/>
      <w:r w:rsidRPr="000A1764">
        <w:rPr>
          <w:rFonts w:ascii="Calibri Light" w:hAnsi="Calibri Light" w:cs="Calibri Light"/>
          <w:sz w:val="24"/>
          <w:szCs w:val="24"/>
        </w:rPr>
        <w:t xml:space="preserve"> da Cruz to strengthen his </w:t>
      </w:r>
      <w:proofErr w:type="spellStart"/>
      <w:r w:rsidRPr="000A1764">
        <w:rPr>
          <w:rFonts w:ascii="Calibri Light" w:hAnsi="Calibri Light" w:cs="Calibri Light"/>
          <w:sz w:val="24"/>
          <w:szCs w:val="24"/>
        </w:rPr>
        <w:t>defence</w:t>
      </w:r>
      <w:proofErr w:type="spellEnd"/>
      <w:r w:rsidRPr="000A1764">
        <w:rPr>
          <w:rFonts w:ascii="Calibri Light" w:hAnsi="Calibri Light" w:cs="Calibri Light"/>
          <w:sz w:val="24"/>
          <w:szCs w:val="24"/>
        </w:rPr>
        <w:t xml:space="preserve"> and build a solid stone fortress. With the help of the locals and a donation from the State of India, the fortification was started in 1566. While the </w:t>
      </w:r>
      <w:proofErr w:type="spellStart"/>
      <w:r w:rsidRPr="000A1764">
        <w:rPr>
          <w:rFonts w:ascii="Calibri Light" w:hAnsi="Calibri Light" w:cs="Calibri Light"/>
          <w:sz w:val="24"/>
          <w:szCs w:val="24"/>
        </w:rPr>
        <w:t>defence</w:t>
      </w:r>
      <w:proofErr w:type="spellEnd"/>
      <w:r w:rsidRPr="000A1764">
        <w:rPr>
          <w:rFonts w:ascii="Calibri Light" w:hAnsi="Calibri Light" w:cs="Calibri Light"/>
          <w:sz w:val="24"/>
          <w:szCs w:val="24"/>
        </w:rPr>
        <w:t xml:space="preserve"> was under construction, the Dominicans did not neglect their spiritual work. They continually opened new Christian communities, for instance, in </w:t>
      </w:r>
      <w:proofErr w:type="spellStart"/>
      <w:r w:rsidRPr="000A1764">
        <w:rPr>
          <w:rFonts w:ascii="Calibri Light" w:hAnsi="Calibri Light" w:cs="Calibri Light"/>
          <w:sz w:val="24"/>
          <w:szCs w:val="24"/>
        </w:rPr>
        <w:t>Lamala</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and Flores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{"citationID":"0D2BIhlC","properties":{"formattedCitation":"(Boxer, 1968, pp. 173\\uc0\\u8211{}175; Teixeira, 1963, p. 84; Villiers, 1985, pp. 104\\uc0\\u8211{}105)","plainCitation":"(Boxer, 1968, pp. 173–175; Teixeira, 1963, p. 84; Villiers, 1985, pp. 104–105)","noteIndex":0},"citationItems":[{"id":"sYoH7Wzu/lPo2wN47","uris":["http://zotero.org/users/local/tMg75FXv/items/GI648VQ8"],"itemData":{"id":469,"type":"book","ISBN":"978-0-19-638074-2","language":"en","note":"Google-Books-ID: qUAsAAAAMAAJ","number-of-pages":"352","publisher":"Oxford U.P.","source":"Google Books","title":"Fidalgos in the Far East 1550-1770","author":[{"family":"Boxer","given":"Charles Ralph"}],"issued":{"date-parts":[["1968"]]}},"locator":"173-175","label":"page"},{"id":"sYoH7Wzu/a29Ku8V2","uris":["http://zotero.org/users/local/tMg75FXv/items/5P6WI2IS"],"itemData":{"id":425,"type":"book","language":"en","note":"Google-Books-ID: uDDSAAAAMAAJ","number-of-pages":"536","publisher":"Agência Geral do Ultramar","source":"Google Books","title":"The Portuguese Missions in Malacca and Singapore (1511-1958): Singapore","title-short":"The Portuguese Missions in Malacca and Singapore (1511-1958)","author":[{"family":"Teixeira","given":"Manuel"}],"issued":{"date-parts":[["1963"]]}},"locator":"84","label":"page"},{"id":"sYoH7Wzu/ck3uxOyO","uris":["http://zotero.org/users/local/tMg75FXv/items/8S7XWQT8"],"itemData":{"id":466,"type":"book","language":"en","note":"Google-Books-ID: IuUdAAAAMAAJ","number-of-pages":"108","publisher":"Calouste Gulbenkian Foundation","source":"Google Books","title":"East of Malacca: Three Essays on the Portuguese in the Indonesian Archipelago in the Sixteenth and Early Seventeenth Centuries","title-short":"East of Malacca","author":[{"family":"Villiers","given":"John"}],"issued":{"date-parts":[["1985"]]}},"locator":"104-105","label":"page"}],"schema":"https://github.com/citation-style-language/schema/raw/master/csl-citation.json"}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(Boxer, 1968, pp. 173–175; Teixeira, 1963, p. 84; Villiers, 1985, pp. 104–105)</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After the Portuguese resided, married the locals and constructed the fortress in Solor, the Portuguese Casados took over the control of the sandalwood trade. The Portuguese began </w:t>
      </w:r>
      <w:r w:rsidRPr="000A1764">
        <w:rPr>
          <w:rFonts w:ascii="Calibri Light" w:hAnsi="Calibri Light" w:cs="Calibri Light"/>
          <w:sz w:val="24"/>
          <w:szCs w:val="24"/>
        </w:rPr>
        <w:lastRenderedPageBreak/>
        <w:t xml:space="preserve">to export the sandalwood to Malacca and later to Macao. The Malacca-Solor business did not run without any risk. The Javanese and Dutch merchants frequently attacked the Portuguese crews. In 1564, the Javanese junks surrounded and blocked Solor. The Portuguese ship from the Moluccas rescued and forced the Javanese to escape. In 1568, the Javanese also had another siege, but the Portuguese could defeat them. The Portuguese had established a Christian settlement and converted a thousand souls to embrace Catholicism in Solor and the surrounding islands. Nevertheless, the local resistance had threatened the Portuguese authority, as the people of </w:t>
      </w:r>
      <w:proofErr w:type="spellStart"/>
      <w:r w:rsidRPr="000A1764">
        <w:rPr>
          <w:rFonts w:ascii="Calibri Light" w:hAnsi="Calibri Light" w:cs="Calibri Light"/>
          <w:sz w:val="24"/>
          <w:szCs w:val="24"/>
        </w:rPr>
        <w:t>Lamakera</w:t>
      </w:r>
      <w:proofErr w:type="spellEnd"/>
      <w:r w:rsidRPr="000A1764">
        <w:rPr>
          <w:rFonts w:ascii="Calibri Light" w:hAnsi="Calibri Light" w:cs="Calibri Light"/>
          <w:sz w:val="24"/>
          <w:szCs w:val="24"/>
        </w:rPr>
        <w:t xml:space="preserve"> did in 1598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{"citationID":"vxpQ4cou","properties":{"formattedCitation":"(Boxer, 1968, pp. 175\\uc0\\u8211{}176; Matos, 1995, pp. 124\\uc0\\u8211{}125; Villiers, 1985, pp. 70\\uc0\\u8211{}72)","plainCitation":"(Boxer, 1968, pp. 175–176; Matos, 1995, pp. 124–125; Villiers, 1985, pp. 70–72)","noteIndex":0},"citationItems":[{"id":"sYoH7Wzu/lPo2wN47","uris":["http://zotero.org/users/local/tMg75FXv/items/GI648VQ8"],"itemData":{"id":469,"type":"book","ISBN":"978-0-19-638074-2","language":"en","note":"Google-Books-ID: qUAsAAAAMAAJ","number-of-pages":"352","publisher":"Oxford U.P.","source":"Google Books","title":"Fidalgos in the Far East 1550-1770","author":[{"family":"Boxer","given":"Charles Ralph"}],"issued":{"date-parts":[["1968"]]}},"locator":"175-176","label":"page"},{"id":"sYoH7Wzu/IXcnrBs8","uris":["http://zotero.org/users/local/tMg75FXv/items/67CZKJ7J"],"itemData":{"id":423,"type":"book","edition":"First Edition","language":"English","publisher":"Imrensa Nacional-Casa Da Moeda","source":"Amazon","title":"Portugal on the Seaway to Spices","author":[{"family":"Matos","given":"Artur Teodoro De"}],"issued":{"date-parts":[["1995",1,1]]}},"locator":"124-125","label":"page"},{"id":"sYoH7Wzu/ck3uxOyO","uris":["http://zotero.org/users/local/tMg75FXv/items/8S7XWQT8"],"itemData":{"id":466,"type":"book","language":"en","note":"Google-Books-ID: IuUdAAAAMAAJ","number-of-pages":"108","publisher":"Calouste Gulbenkian Foundation","source":"Google Books","title":"East of Malacca: Three Essays on the Portuguese in the Indonesian Archipelago in the Sixteenth and Early Seventeenth Centuries","title-short":"East of Malacca","author":[{"family":"Villiers","given":"John"}],"issued":{"date-parts":[["1985"]]}},"locator":"70-72","label":"page"}],"schema":"https://github.com/citation-style-language/schema/raw/master/csl-citation.json"}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(Boxer, 1968, pp. 175–176; Matos, 1995, pp. 124–125; Villiers, 1985, pp. 70–72)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In the late 16th century, the Portuguese Captains in Malacca had the exclusive right to send their vessels or sell their rights for the voyage of Malacca-Solor. The Portuguese in Solor </w:t>
      </w:r>
      <w:proofErr w:type="spellStart"/>
      <w:r w:rsidRPr="000A1764">
        <w:rPr>
          <w:rFonts w:ascii="Calibri Light" w:hAnsi="Calibri Light" w:cs="Calibri Light"/>
          <w:sz w:val="24"/>
          <w:szCs w:val="24"/>
        </w:rPr>
        <w:t>organised</w:t>
      </w:r>
      <w:proofErr w:type="spellEnd"/>
      <w:r w:rsidRPr="000A1764">
        <w:rPr>
          <w:rFonts w:ascii="Calibri Light" w:hAnsi="Calibri Light" w:cs="Calibri Light"/>
          <w:sz w:val="24"/>
          <w:szCs w:val="24"/>
        </w:rPr>
        <w:t xml:space="preserve"> a political administration, erected another fort in Ende in 1595, and levied the incoming vessels since 1611. They used these fiscal revenues to pay the official salaries. The growth of Solor attracted the Dutch to invade in 1613. The Portuguese moved their power and settlement to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became prosperous after being the Portuguese capital in the Lesser Sunda Islands. By the 1620s, the Portuguese linked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to Malacca and </w:t>
      </w:r>
      <w:proofErr w:type="spellStart"/>
      <w:r w:rsidRPr="000A1764">
        <w:rPr>
          <w:rFonts w:ascii="Calibri Light" w:hAnsi="Calibri Light" w:cs="Calibri Light"/>
          <w:sz w:val="24"/>
          <w:szCs w:val="24"/>
        </w:rPr>
        <w:t>Makasar</w:t>
      </w:r>
      <w:proofErr w:type="spellEnd"/>
      <w:r w:rsidRPr="000A1764">
        <w:rPr>
          <w:rFonts w:ascii="Calibri Light" w:hAnsi="Calibri Light" w:cs="Calibri Light"/>
          <w:sz w:val="24"/>
          <w:szCs w:val="24"/>
        </w:rPr>
        <w:t xml:space="preserve">, where they could barter sandalwood with various Asian merchandise. When the Dutch captured Malacca in 1641, The Portuguese in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still survived after running a long-distance trade with Macao since 1639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{"citationID":"W3zNQwS2","properties":{"formattedCitation":"(Boxer, 1968, p. 177; Lobato, 1999, p. 278; Matos, 1995, pp. 126\\uc0\\u8211{}127; Villiers, 1985, pp. 72 &amp; 75\\uc0\\u8211{}76)","plainCitation":"(Boxer, 1968, p. 177; Lobato, 1999, p. 278; Matos, 1995, pp. 126–127; Villiers, 1985, pp. 72 &amp; 75–76)","noteIndex":0},"citationItems":[{"id":"sYoH7Wzu/lPo2wN47","uris":["http://zotero.org/users/local/tMg75FXv/items/GI648VQ8"],"itemData":{"id":469,"type":"book","ISBN":"978-0-19-638074-2","language":"en","note":"Google-Books-ID: qUAsAAAAMAAJ","number-of-pages":"352","publisher":"Oxford U.P.","source":"Google Books","title":"Fidalgos in the Far East 1550-1770","author":[{"family":"Boxer","given":"Charles Ralph"}],"issued":{"date-parts":[["1968"]]}},"locator":"177","label":"page"},{"id":"sYoH7Wzu/bJNAU5ci","uris":["http://zotero.org/users/local/tMg75FXv/items/M5WVKQGG"],"itemData":{"id":471,"type":"book","ISBN":"978-972-8013-40-0","language":"pt","note":"Google-Books-ID: dXz2AQAACAAJ","number-of-pages":"406","publisher":"Instituto Português do Oriente","source":"Google Books","title":"Política e comércio dos portugueses na insulíndia: Malaca e as Molucas de 1575 a 1605","title-short":"Política e comércio dos portugueses na insulíndia","author":[{"family":"Lobato","given":"Manuel"}],"issued":{"date-parts":[["1999"]]}},"locator":"278","label":"page"},{"id":"sYoH7Wzu/IXcnrBs8","uris":["http://zotero.org/users/local/tMg75FXv/items/67CZKJ7J"],"itemData":{"id":423,"type":"book","edition":"First Edition","language":"English","publisher":"Imrensa Nacional-Casa Da Moeda","source":"Amazon","title":"Portugal on the Seaway to Spices","author":[{"family":"Matos","given":"Artur Teodoro De"}],"issued":{"date-parts":[["1995",1,1]]}},"locator":"126-127","label":"page"},{"id":"sYoH7Wzu/ck3uxOyO","uris":["http://zotero.org/users/local/tMg75FXv/items/8S7XWQT8"],"itemData":{"id":466,"type":"book","language":"en","note":"Google-Books-ID: IuUdAAAAMAAJ","number-of-pages":"108","publisher":"Calouste Gulbenkian Foundation","source":"Google Books","title":"East of Malacca: Three Essays on the Portuguese in the Indonesian Archipelago in the Sixteenth and Early Seventeenth Centuries","title-short":"East of Malacca","author":[{"family":"Villiers","given":"John"}],"issued":{"date-parts":[["1985"]]}},"locator":"72 &amp; 75-76","label":"page"}],"schema":"https://github.com/citation-style-language/schema/raw/master/csl-citation.json"}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(Boxer, 1968, p. 177; Lobato, 1999, p. 278; Matos, 1995, pp. 126–127; Villiers, 1985, pp. 72 &amp; 75–76)</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Dutch had control of Solor for several times. However, the Dutch left Solor after they witnessed the earthquake in 1648. The Portuguese in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experienced significant growth. The Javanese and Chinese ships regularly called at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When the Dutch captured Makassar in 1660, the Portuguese transferred their bureaucracy to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All the Portuguese and the Portuguese-speaking men stayed and opened the new settlement in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They married the locals and created the mixed race of the </w:t>
      </w:r>
      <w:proofErr w:type="spellStart"/>
      <w:r w:rsidRPr="000A1764">
        <w:rPr>
          <w:rFonts w:ascii="Calibri Light" w:hAnsi="Calibri Light" w:cs="Calibri Light"/>
          <w:sz w:val="24"/>
          <w:szCs w:val="24"/>
        </w:rPr>
        <w:t>Topasses</w:t>
      </w:r>
      <w:proofErr w:type="spellEnd"/>
      <w:r w:rsidRPr="000A1764">
        <w:rPr>
          <w:rFonts w:ascii="Calibri Light" w:hAnsi="Calibri Light" w:cs="Calibri Light"/>
          <w:sz w:val="24"/>
          <w:szCs w:val="24"/>
        </w:rPr>
        <w:t xml:space="preserv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{"citationID":"qUSpHCtJ","properties":{"formattedCitation":"(Pradjoko &amp; Kartika, 2014, pp. 100\\uc0\\u8211{}101)","plainCitation":"(Pradjoko &amp; Kartika, 2014, pp. 100–101)","noteIndex":0},"citationItems":[{"id":"sYoH7Wzu/NR1ReQLZ","uris":["http://zotero.org/users/local/tMg75FXv/items/NVMLJFCK"],"itemData":{"id":414,"type":"book","abstract":"History of shipping and trade at Savu sea, Indonesia in the 18th century to the beginning of 20th century.","ISBN":"978-602-273-001-9","language":"id","note":"Google-Books-ID: AdbVoAEACAAJ","number-of-pages":"340","publisher":"Wedatama Widyasastra","source":"Google Books","title":"Pelayaran dan perdagangan kawasan Laut Sawu: abad ke-18-awal abad ke-20","title-short":"Pelayaran dan perdagangan kawasan Laut Sawu","author":[{"family":"Pradjoko","given":"Didik"},{"family":"Kartika","given":"Friska Indah"}],"issued":{"date-parts":[["2014"]]}},"locator":"100-101","label":"page"}],"schema":"https://github.com/citation-style-language/schema/raw/master/csl-citation.json"}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w:t>
      </w:r>
      <w:proofErr w:type="spellStart"/>
      <w:r w:rsidRPr="000A1764">
        <w:rPr>
          <w:rFonts w:ascii="Calibri Light" w:hAnsi="Calibri Light" w:cs="Calibri Light"/>
          <w:sz w:val="24"/>
          <w:szCs w:val="24"/>
        </w:rPr>
        <w:t>Pradjoko</w:t>
      </w:r>
      <w:proofErr w:type="spellEnd"/>
      <w:r w:rsidRPr="000A1764">
        <w:rPr>
          <w:rFonts w:ascii="Calibri Light" w:hAnsi="Calibri Light" w:cs="Calibri Light"/>
          <w:sz w:val="24"/>
          <w:szCs w:val="24"/>
        </w:rPr>
        <w:t xml:space="preserve"> &amp; Kartika, 2014, pp. 100–101)</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p>
    <w:p w:rsidR="000A1764" w:rsidRPr="000A1764" w:rsidRDefault="000A1764" w:rsidP="000A1764">
      <w:pPr>
        <w:spacing w:before="120" w:after="120"/>
        <w:ind w:left="440" w:right="-1" w:hanging="14"/>
        <w:jc w:val="both"/>
        <w:rPr>
          <w:rFonts w:ascii="Calibri Light" w:hAnsi="Calibri Light" w:cs="Calibri Light"/>
          <w:sz w:val="24"/>
          <w:szCs w:val="24"/>
        </w:rPr>
      </w:pP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was led by the descendants of two famous families who competed with each other throughout the 18th and 19th centuries. The first was the Costa family, which came from Portuguese descent and nobles from Timor. Second, the Hornay family were descendants of Hornay, a former VOC commander in Solor who defected to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Until 1750, these two families fought for power in Flores and its surroundings, they attacked, robbed and killed each other. In 1750, they agreed to make peace and implement a rotating system of power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{"citationID":"1NdKDf5Z","properties":{"formattedCitation":"(Pradjoko &amp; Kartika, 2014, p. 101)","plainCitation":"(Pradjoko &amp; Kartika, 2014, p. 101)","noteIndex":0},"citationItems":[{"id":"sYoH7Wzu/NR1ReQLZ","uris":["http://zotero.org/users/local/tMg75FXv/items/NVMLJFCK"],"itemData":{"id":414,"type":"book","abstract":"History of shipping and trade at Savu sea, Indonesia in the 18th century to the beginning of 20th century.","ISBN":"978-602-273-001-9","language":"id","note":"Google-Books-ID: AdbVoAEACAAJ","number-of-pages":"340","publisher":"Wedatama Widyasastra","source":"Google Books","title":"Pelayaran dan perdagangan kawasan Laut Sawu: abad ke-18-awal abad ke-20","title-short":"Pelayaran dan perdagangan kawasan Laut Sawu","author":[{"family":"Pradjoko","given":"Didik"},{"family":"Kartika","given":"Friska Indah"}],"issued":{"date-parts":[["2014"]]}},"locator":"101","label":"page"}],"schema":"https://github.com/citation-style-language/schema/raw/master/csl-citation.json"}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(Pradjoko &amp; Kartika, 2014, p. 101)</w:t>
      </w:r>
      <w:r w:rsidRPr="000A1764">
        <w:rPr>
          <w:rFonts w:ascii="Calibri Light" w:hAnsi="Calibri Light" w:cs="Calibri Light"/>
          <w:sz w:val="24"/>
          <w:szCs w:val="24"/>
        </w:rPr>
        <w:fldChar w:fldCharType="end"/>
      </w:r>
      <w:r w:rsidRPr="000A1764">
        <w:rPr>
          <w:rFonts w:ascii="Calibri Light" w:hAnsi="Calibri Light" w:cs="Calibri Light"/>
          <w:sz w:val="24"/>
          <w:szCs w:val="24"/>
        </w:rPr>
        <w:t>. They had a common enemy, namely the VOC and the Alliance of the Five Coasts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Lamahala</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Terong</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Lohayong</w:t>
      </w:r>
      <w:proofErr w:type="spellEnd"/>
      <w:r w:rsidRPr="000A1764">
        <w:rPr>
          <w:rFonts w:ascii="Calibri Light" w:hAnsi="Calibri Light" w:cs="Calibri Light"/>
          <w:sz w:val="24"/>
          <w:szCs w:val="24"/>
        </w:rPr>
        <w:t xml:space="preserve">, and </w:t>
      </w:r>
      <w:proofErr w:type="spellStart"/>
      <w:r w:rsidRPr="000A1764">
        <w:rPr>
          <w:rFonts w:ascii="Calibri Light" w:hAnsi="Calibri Light" w:cs="Calibri Light"/>
          <w:sz w:val="24"/>
          <w:szCs w:val="24"/>
        </w:rPr>
        <w:t>Lamakera</w:t>
      </w:r>
      <w:proofErr w:type="spellEnd"/>
      <w:r w:rsidRPr="000A1764">
        <w:rPr>
          <w:rFonts w:ascii="Calibri Light" w:hAnsi="Calibri Light" w:cs="Calibri Light"/>
          <w:sz w:val="24"/>
          <w:szCs w:val="24"/>
        </w:rPr>
        <w:t xml:space="preserve">).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rulers began to influence other areas such as Sikka, Lio and Ende to support their political movements. They were an independent force. During the 17th and 18th centuries, only two Portuguese ships sailed from Goa to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and no official representatives of the Kingdom visited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{"citationID":"x0dhliUh","properties":{"formattedCitation":"(Pradjoko &amp; Kartika, 2014, p. 102)","plainCitation":"(Pradjoko &amp; Kartika, 2014, p. 102)","noteIndex":0},"citationItems":[{"id":"sYoH7Wzu/NR1ReQLZ","uris":["http://zotero.org/users/local/tMg75FXv/items/NVMLJFCK"],"itemData":{"id":414,"type":"book","abstract":"History of shipping and trade at Savu sea, Indonesia in the 18th century to the beginning of 20th century.","ISBN":"978-602-273-001-9","language":"id","note":"Google-Books-ID: AdbVoAEACAAJ","number-of-pages":"340","publisher":"Wedatama Widyasastra","source":"Google Books","title":"Pelayaran dan perdagangan kawasan Laut Sawu: abad ke-18-awal abad ke-20","title-short":"Pelayaran dan perdagangan kawasan Laut Sawu","author":[{"family":"Pradjoko","given":"Didik"},{"family":"Kartika","given":"Friska Indah"}],"issued":{"date-parts":[["2014"]]}},"locator":"102","label":"page"}],"schema":"https://github.com/citation-style-language/schema/raw/master/csl-citation.json"}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w:t>
      </w:r>
      <w:proofErr w:type="spellStart"/>
      <w:r w:rsidRPr="000A1764">
        <w:rPr>
          <w:rFonts w:ascii="Calibri Light" w:hAnsi="Calibri Light" w:cs="Calibri Light"/>
          <w:sz w:val="24"/>
          <w:szCs w:val="24"/>
        </w:rPr>
        <w:t>Pradjoko</w:t>
      </w:r>
      <w:proofErr w:type="spellEnd"/>
      <w:r w:rsidRPr="000A1764">
        <w:rPr>
          <w:rFonts w:ascii="Calibri Light" w:hAnsi="Calibri Light" w:cs="Calibri Light"/>
          <w:sz w:val="24"/>
          <w:szCs w:val="24"/>
        </w:rPr>
        <w:t xml:space="preserve"> &amp; Kartika, 2014, p. 102)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At the end of the 17th century,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leaders began to see that the trade in sandalwood from Timor was very profitable. They were involved in controlling the sandalwood trade. Using their armed forces,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leaders imposed a monopoly </w:t>
      </w:r>
      <w:r w:rsidRPr="000A1764">
        <w:rPr>
          <w:rFonts w:ascii="Calibri Light" w:hAnsi="Calibri Light" w:cs="Calibri Light"/>
          <w:sz w:val="24"/>
          <w:szCs w:val="24"/>
        </w:rPr>
        <w:lastRenderedPageBreak/>
        <w:t>on local rulers (</w:t>
      </w:r>
      <w:proofErr w:type="spellStart"/>
      <w:r w:rsidRPr="000A1764">
        <w:rPr>
          <w:rFonts w:ascii="Calibri Light" w:hAnsi="Calibri Light" w:cs="Calibri Light"/>
          <w:sz w:val="24"/>
          <w:szCs w:val="24"/>
        </w:rPr>
        <w:t>liurai</w:t>
      </w:r>
      <w:proofErr w:type="spellEnd"/>
      <w:r w:rsidRPr="000A1764">
        <w:rPr>
          <w:rFonts w:ascii="Calibri Light" w:hAnsi="Calibri Light" w:cs="Calibri Light"/>
          <w:sz w:val="24"/>
          <w:szCs w:val="24"/>
        </w:rPr>
        <w:t xml:space="preserve">). In 1640, they sent their fleet to capture Lifau, north of Timor. In 1675, Antonio da Hornay crowned himself as uncrowned king of Timor, after marrying the daughter of the king of </w:t>
      </w:r>
      <w:proofErr w:type="spellStart"/>
      <w:r w:rsidRPr="000A1764">
        <w:rPr>
          <w:rFonts w:ascii="Calibri Light" w:hAnsi="Calibri Light" w:cs="Calibri Light"/>
          <w:sz w:val="24"/>
          <w:szCs w:val="24"/>
        </w:rPr>
        <w:t>Ambeno</w:t>
      </w:r>
      <w:proofErr w:type="spellEnd"/>
      <w:r w:rsidRPr="000A1764">
        <w:rPr>
          <w:rFonts w:ascii="Calibri Light" w:hAnsi="Calibri Light" w:cs="Calibri Light"/>
          <w:sz w:val="24"/>
          <w:szCs w:val="24"/>
        </w:rPr>
        <w:t xml:space="preserve"> in Timor. He had the power to regulate the sandalwood trade traffic, raise prices, and even prohibit the sale of sandalwood to foreign traders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{"citationID":"JZNeaeck","properties":{"formattedCitation":"(Pradjoko &amp; Kartika, 2014, p. 103)","plainCitation":"(Pradjoko &amp; Kartika, 2014, p. 103)","noteIndex":0},"citationItems":[{"id":"sYoH7Wzu/NR1ReQLZ","uris":["http://zotero.org/users/local/tMg75FXv/items/NVMLJFCK"],"itemData":{"id":414,"type":"book","abstract":"History of shipping and trade at Savu sea, Indonesia in the 18th century to the beginning of 20th century.","ISBN":"978-602-273-001-9","language":"id","note":"Google-Books-ID: AdbVoAEACAAJ","number-of-pages":"340","publisher":"Wedatama Widyasastra","source":"Google Books","title":"Pelayaran dan perdagangan kawasan Laut Sawu: abad ke-18-awal abad ke-20","title-short":"Pelayaran dan perdagangan kawasan Laut Sawu","author":[{"family":"Pradjoko","given":"Didik"},{"family":"Kartika","given":"Friska Indah"}],"issued":{"date-parts":[["2014"]]}},"locator":"103","label":"page"}],"schema":"https://github.com/citation-style-language/schema/raw/master/csl-citation.json"}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(Pradjoko &amp; Kartika, 2014, p. 103)</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Portugal felt that </w:t>
      </w:r>
      <w:proofErr w:type="spellStart"/>
      <w:r w:rsidRPr="000A1764">
        <w:rPr>
          <w:rFonts w:ascii="Calibri Light" w:hAnsi="Calibri Light" w:cs="Calibri Light"/>
          <w:sz w:val="24"/>
          <w:szCs w:val="24"/>
        </w:rPr>
        <w:t>Larantuka's</w:t>
      </w:r>
      <w:proofErr w:type="spellEnd"/>
      <w:r w:rsidRPr="000A1764">
        <w:rPr>
          <w:rFonts w:ascii="Calibri Light" w:hAnsi="Calibri Light" w:cs="Calibri Light"/>
          <w:sz w:val="24"/>
          <w:szCs w:val="24"/>
        </w:rPr>
        <w:t xml:space="preserve"> expansion into Timor was not being carried out in Portugal's name. Therefore, the Governor of Macau sent Antonio Coelho Guerreiro with one hundred soldiers to open a base in Timor. Guerreiro had mediation with the King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Domingos da Costa. But the king threw him out. Guerreiro finally landed at Lifau and built a fort out of mud. King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considered the Portuguese's actions to be an infiltration attempt.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troops then surrounded the fort. Many Portuguese troops starved to death until Guerreiro surrendered to the Topaz people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{"citationID":"i8VnGsil","properties":{"formattedCitation":"(Pradjoko &amp; Kartika, 2014, p. 104)","plainCitation":"(Pradjoko &amp; Kartika, 2014, p. 104)","noteIndex":0},"citationItems":[{"id":"sYoH7Wzu/NR1ReQLZ","uris":["http://zotero.org/users/local/tMg75FXv/items/NVMLJFCK"],"itemData":{"id":414,"type":"book","abstract":"History of shipping and trade at Savu sea, Indonesia in the 18th century to the beginning of 20th century.","ISBN":"978-602-273-001-9","language":"id","note":"Google-Books-ID: AdbVoAEACAAJ","number-of-pages":"340","publisher":"Wedatama Widyasastra","source":"Google Books","title":"Pelayaran dan perdagangan kawasan Laut Sawu: abad ke-18-awal abad ke-20","title-short":"Pelayaran dan perdagangan kawasan Laut Sawu","author":[{"family":"Pradjoko","given":"Didik"},{"family":"Kartika","given":"Friska Indah"}],"issued":{"date-parts":[["2014"]]}},"locator":"104","label":"page"}],"schema":"https://github.com/citation-style-language/schema/raw/master/csl-citation.json"}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(Pradjoko &amp; Kartika, 2014, p. 104)</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golden age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ended in 1859 when the Portuguese were forced to surrender Flores to the Dutch after long negotiations. The Dutch wanted the Flores region because they saw its economic and strategic potential as a trade route for spices and sandalwood. The Dutch then took over the government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and turned it into a residency led by a Dutch resident.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However, the Dutch did not immediately abolish the monarchy system in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The Dutch </w:t>
      </w:r>
      <w:proofErr w:type="spellStart"/>
      <w:r w:rsidRPr="000A1764">
        <w:rPr>
          <w:rFonts w:ascii="Calibri Light" w:hAnsi="Calibri Light" w:cs="Calibri Light"/>
          <w:sz w:val="24"/>
          <w:szCs w:val="24"/>
        </w:rPr>
        <w:t>recognised</w:t>
      </w:r>
      <w:proofErr w:type="spellEnd"/>
      <w:r w:rsidRPr="000A1764">
        <w:rPr>
          <w:rFonts w:ascii="Calibri Light" w:hAnsi="Calibri Light" w:cs="Calibri Light"/>
          <w:sz w:val="24"/>
          <w:szCs w:val="24"/>
        </w:rPr>
        <w:t xml:space="preserve"> the existence of local kings coming from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noble family. These local kings were given the authority to manage traditional and religious affairs in their respective regions. However, they had to comply with the policies and regulations set by the Dutch colonial government. Apart from that, they also had to pay taxes and tribute to the Dutch as a sign of recognition of their sovereignty. Nevertheless, the people and kings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were not happy with the Dutch colonialism. The locals seemed to preserve their rights and freedoms. Unfortunately, the Dutch interfered in their internal affairs. Moreover, the spread of Protestant Christianity carried out by Dutch missionaries also threatened Catholicism.</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In 1904, the people and kings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rebelled against the Dutch colonial government. King Don Lorenzo II from the Sikka Kingdom, which was one of the vassal kingdoms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led the rebellion against the Dutch. King Don Lorenzo II succeeded in gathering support from other kings in Flores such as King Don Alfonso from the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Kingdom and King Don Do </w:t>
      </w:r>
      <w:proofErr w:type="spellStart"/>
      <w:r w:rsidRPr="000A1764">
        <w:rPr>
          <w:rFonts w:ascii="Calibri Light" w:hAnsi="Calibri Light" w:cs="Calibri Light"/>
          <w:sz w:val="24"/>
          <w:szCs w:val="24"/>
        </w:rPr>
        <w:t>Minggus</w:t>
      </w:r>
      <w:proofErr w:type="spellEnd"/>
      <w:r w:rsidRPr="000A1764">
        <w:rPr>
          <w:rFonts w:ascii="Calibri Light" w:hAnsi="Calibri Light" w:cs="Calibri Light"/>
          <w:sz w:val="24"/>
          <w:szCs w:val="24"/>
        </w:rPr>
        <w:t xml:space="preserve"> from the Lembata Kingdom. This rebellion lasted several months. However, it was finally extinguished by Dutch military forces with the help of several local pro-Dutch ethnic groups such as aid from several local pro-Dutch ethnic groups such as the Ende tribe and the Ngada tribe. Many people and kings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were killed or captured in this battle.</w:t>
      </w:r>
    </w:p>
    <w:p w:rsid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After the rebellion was successfully suppressed, the Dutch then officially dissolved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in 1904. The territory of this kingdom was then divided into several districts, which were ruled by a Dutch resident controller or assistant. The monarchy system, which had existed since the 13th century, ended in Flores. Thus, the golden age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ended tragically under Dutch colonial rule. However, the cultural and religious heritage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has been preserved to this day.</w:t>
      </w:r>
    </w:p>
    <w:p w:rsidR="000A1764" w:rsidRDefault="000A1764" w:rsidP="000A1764">
      <w:pPr>
        <w:spacing w:before="120" w:after="120"/>
        <w:ind w:left="440" w:right="-1" w:hanging="14"/>
        <w:jc w:val="both"/>
        <w:rPr>
          <w:rFonts w:ascii="Calibri Light" w:hAnsi="Calibri Light" w:cs="Calibri Light"/>
          <w:sz w:val="24"/>
          <w:szCs w:val="24"/>
        </w:rPr>
      </w:pPr>
    </w:p>
    <w:p w:rsidR="000A1764" w:rsidRDefault="000A1764" w:rsidP="000A1764">
      <w:pPr>
        <w:spacing w:before="120" w:after="120"/>
        <w:ind w:left="440" w:right="-1" w:hanging="14"/>
        <w:jc w:val="both"/>
        <w:rPr>
          <w:rFonts w:ascii="Calibri Light" w:hAnsi="Calibri Light" w:cs="Calibri Light"/>
          <w:b/>
          <w:sz w:val="24"/>
          <w:szCs w:val="24"/>
          <w:lang w:val="id-ID"/>
        </w:rPr>
      </w:pPr>
      <w:r w:rsidRPr="000A1764">
        <w:rPr>
          <w:rFonts w:ascii="Calibri Light" w:hAnsi="Calibri Light" w:cs="Calibri Light"/>
          <w:b/>
          <w:sz w:val="24"/>
          <w:szCs w:val="24"/>
          <w:lang w:val="id-ID"/>
        </w:rPr>
        <w:t>GRAND STRATEGY OF LARANTUKA KINGDOM</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East Nusa Tenggara region has been known as a sandalwood producing area since the seventh century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{"citationID":"FZD9pXfv","properties":{"formattedCitation":"(Jebarus, 2017)","plainCitation":"(Jebarus, 2017)","noteIndex":0},"citationItems":[{"id":"sYoH7Wzu/BSxj9Kyi","uris":["http://zotero.org/users/local/tMg75FXv/items/EZZQ7ID4"],"itemData":{"id":391,"type":"book","ISBN":"978-602-1161-41-8","publisher":"Ledalero","title":"Sejarah Keuskupan Larantuka","author":[{"family":"Jebarus","given":"Eduard"}],"issued":{"date-parts":[["2017"]]}}}],"schema":"https://github.com/citation-style-language/schema/raw/master/csl-citation.json"}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(Jebarus, 2017)</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In this area there is one of the local kingdoms,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In the XIII century,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was able to establish relations with the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Kingdom in terms of political economy. Later, this kingdom became the territory of </w:t>
      </w:r>
      <w:proofErr w:type="spellStart"/>
      <w:r w:rsidRPr="000A1764">
        <w:rPr>
          <w:rFonts w:ascii="Calibri Light" w:hAnsi="Calibri Light" w:cs="Calibri Light"/>
          <w:sz w:val="24"/>
          <w:szCs w:val="24"/>
        </w:rPr>
        <w:t>Majapahit</w:t>
      </w:r>
      <w:proofErr w:type="spellEnd"/>
      <w:r w:rsidRPr="000A1764">
        <w:rPr>
          <w:rFonts w:ascii="Calibri Light" w:hAnsi="Calibri Light" w:cs="Calibri Light"/>
          <w:sz w:val="24"/>
          <w:szCs w:val="24"/>
        </w:rPr>
        <w:t xml:space="preserv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{"citationID":"g3jSh5xs","properties":{"formattedCitation":"(Cribb &amp; Kahin, 2004)","plainCitation":"(Cribb &amp; Kahin, 2004)","noteIndex":0},"citationItems":[{"id":"sYoH7Wzu/7qSdhXXO","uris":["http://zotero.org/users/local/tMg75FXv/items/ISRXDUBE"],"itemData":{"id":406,"type":"book","abstract":"Indonesia is Asia's third largest country in both population and area, a sprawling tropical archipelago of some 180 million people from hundreds of ethnic groups with a complex and turbulent history. One of Asia's newly industrializing countries, it is already a major economic powerhouse. In over 800 clear and succinct entries, the dictionary covers people, places, and organizations, as well as economics, culture, and political thought from Indonesia's ancient history up until the recent past. Includes a comprehensive bibliography, maps, chronology, list of abbreviations, and appendix of election results and major office-holders. This second edition has been thoroughly updated and expanded to cover the events that have occurred in Indonesia's history in the past fifteen years.","ISBN":"978-0-8108-4935-8","language":"en","note":"Google-Books-ID: SawyrExg75cC","number-of-pages":"668","publisher":"Scarecrow Press","source":"Google Books","title":"Historical Dictionary of Indonesia","author":[{"family":"Cribb","given":"R. B."},{"family":"Kahin","given":"Audrey"}],"issued":{"date-parts":[["2004"]]}}}],"schema":"https://github.com/citation-style-language/schema/raw/master/csl-citation.json"}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(Cribb &amp; Kahin, 2004)</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is geographically part of the </w:t>
      </w:r>
      <w:proofErr w:type="spellStart"/>
      <w:r w:rsidRPr="000A1764">
        <w:rPr>
          <w:rFonts w:ascii="Calibri Light" w:hAnsi="Calibri Light" w:cs="Calibri Light"/>
          <w:sz w:val="24"/>
          <w:szCs w:val="24"/>
        </w:rPr>
        <w:t>Sawu</w:t>
      </w:r>
      <w:proofErr w:type="spellEnd"/>
      <w:r w:rsidRPr="000A1764">
        <w:rPr>
          <w:rFonts w:ascii="Calibri Light" w:hAnsi="Calibri Light" w:cs="Calibri Light"/>
          <w:sz w:val="24"/>
          <w:szCs w:val="24"/>
        </w:rPr>
        <w:t xml:space="preserve"> Sea, which consists of several large islands in East Nusa Tenggara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{"citationID":"izUOvFv2","properties":{"formattedCitation":"(Pradjoko, 2017)","plainCitation":"(Pradjoko, 2017)","noteIndex":0},"citationItems":[{"id":"sYoH7Wzu/5bx7tExg","uris":["http://zotero.org/users/local/tMg75FXv/items/VGT89YA6"],"itemData":{"id":387,"type":"article-journal","abstract":"From Stranded Praos ‘up to’ People Trailed by the Sea Stream: A Study about the Maritime Oral Tradition as a Source in the Writing about the Migration History in the Region of the Sawu Sea in the Lesser Sunda Islands","container-title":"Journal of Maritime Studies and National Integration","ISSN":"2579-9215","issue":"2","language":"en","note":"publisher: Diponegoro University","page":"78-94","source":"ejournal2.undip.ac.id","title":"From Stranded Praos ‘up to’ People Trailed by the Sea Stream: A Study about the Maritime Oral Tradition as a Source in the Writing about the Migration History in the Region of the Sawu Sea in the Lesser Sunda Islands","title-short":"From Stranded Praos ‘up to’ People Trailed by the Sea Stream","volume":"1","author":[{"family":"Pradjoko","given":"Didik"}],"issued":{"date-parts":[["2017",12,21]]}}}],"schema":"https://github.com/citation-style-language/schema/raw/master/csl-citation.json"}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(Pradjoko, 2017)</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Historically, the formation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is related to the folklore of </w:t>
      </w:r>
      <w:proofErr w:type="spellStart"/>
      <w:r w:rsidRPr="000A1764">
        <w:rPr>
          <w:rFonts w:ascii="Calibri Light" w:hAnsi="Calibri Light" w:cs="Calibri Light"/>
          <w:sz w:val="24"/>
          <w:szCs w:val="24"/>
        </w:rPr>
        <w:t>paji</w:t>
      </w:r>
      <w:proofErr w:type="spellEnd"/>
      <w:r w:rsidRPr="000A1764">
        <w:rPr>
          <w:rFonts w:ascii="Calibri Light" w:hAnsi="Calibri Light" w:cs="Calibri Light"/>
          <w:sz w:val="24"/>
          <w:szCs w:val="24"/>
        </w:rPr>
        <w:t xml:space="preserve"> and demon. The story of </w:t>
      </w:r>
      <w:proofErr w:type="spellStart"/>
      <w:r w:rsidRPr="000A1764">
        <w:rPr>
          <w:rFonts w:ascii="Calibri Light" w:hAnsi="Calibri Light" w:cs="Calibri Light"/>
          <w:sz w:val="24"/>
          <w:szCs w:val="24"/>
        </w:rPr>
        <w:t>paji</w:t>
      </w:r>
      <w:proofErr w:type="spellEnd"/>
      <w:r w:rsidRPr="000A1764">
        <w:rPr>
          <w:rFonts w:ascii="Calibri Light" w:hAnsi="Calibri Light" w:cs="Calibri Light"/>
          <w:sz w:val="24"/>
          <w:szCs w:val="24"/>
        </w:rPr>
        <w:t xml:space="preserve"> and demon is a mythology that developed in the East Flores region. This story tells of the conflict and competition between two local rulers, namely </w:t>
      </w:r>
      <w:proofErr w:type="spellStart"/>
      <w:r w:rsidRPr="000A1764">
        <w:rPr>
          <w:rFonts w:ascii="Calibri Light" w:hAnsi="Calibri Light" w:cs="Calibri Light"/>
          <w:sz w:val="24"/>
          <w:szCs w:val="24"/>
        </w:rPr>
        <w:t>paji</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and demon (</w:t>
      </w:r>
      <w:proofErr w:type="spellStart"/>
      <w:r w:rsidRPr="000A1764">
        <w:rPr>
          <w:rFonts w:ascii="Calibri Light" w:hAnsi="Calibri Light" w:cs="Calibri Light"/>
          <w:sz w:val="24"/>
          <w:szCs w:val="24"/>
        </w:rPr>
        <w:t>Adorana</w:t>
      </w:r>
      <w:proofErr w:type="spellEnd"/>
      <w:r w:rsidRPr="000A1764">
        <w:rPr>
          <w:rFonts w:ascii="Calibri Light" w:hAnsi="Calibri Light" w:cs="Calibri Light"/>
          <w:sz w:val="24"/>
          <w:szCs w:val="24"/>
        </w:rPr>
        <w:t xml:space="preserve"> Kingdom). Therefore, the </w:t>
      </w:r>
      <w:proofErr w:type="spellStart"/>
      <w:r w:rsidRPr="000A1764">
        <w:rPr>
          <w:rFonts w:ascii="Calibri Light" w:hAnsi="Calibri Light" w:cs="Calibri Light"/>
          <w:sz w:val="24"/>
          <w:szCs w:val="24"/>
        </w:rPr>
        <w:t>paji</w:t>
      </w:r>
      <w:proofErr w:type="spellEnd"/>
      <w:r w:rsidRPr="000A1764">
        <w:rPr>
          <w:rFonts w:ascii="Calibri Light" w:hAnsi="Calibri Light" w:cs="Calibri Light"/>
          <w:sz w:val="24"/>
          <w:szCs w:val="24"/>
        </w:rPr>
        <w:t xml:space="preserve"> and demon story represents the beginning of the formation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and internal conflicts involving political, economic and military aspects with the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Kingdom in the East Flores region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{"citationID":"rbbKQlD0","properties":{"formattedCitation":"(Barnes, 1987)","plainCitation":"(Barnes, 1987)","noteIndex":0},"citationItems":[{"id":"sYoH7Wzu/cn8lbqAx","uris":["http://zotero.org/users/local/tMg75FXv/items/YL2FECIR"],"itemData":{"id":400,"type":"article-journal","abstract":"Published in Indonesia Circle. School of Oriental &amp; African Studies. Newsletter (Vol. 15, No. 42, 1987)","archive_location":"world","container-title":"Indonesia Circle","language":"EN","license":"Copyright Taylor and Francis Group, LLC","note":"publisher: Taylor &amp; Francis Group","source":"www.tandfonline.com","title":"Weaving and non‐weaving among the Lamaholot","URL":"https://www.tandfonline.com/doi/abs/10.1080/03062848708729658","author":[{"family":"Barnes","given":"R. H."}],"accessed":{"date-parts":[["2024",12,9]]},"issued":{"date-parts":[["1987"]]}}}],"schema":"https://github.com/citation-style-language/schema/raw/master/csl-citation.json"}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(Barnes, 1987)</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dispute between the </w:t>
      </w:r>
      <w:proofErr w:type="spellStart"/>
      <w:r w:rsidRPr="000A1764">
        <w:rPr>
          <w:rFonts w:ascii="Calibri Light" w:hAnsi="Calibri Light" w:cs="Calibri Light"/>
          <w:sz w:val="24"/>
          <w:szCs w:val="24"/>
        </w:rPr>
        <w:t>paji</w:t>
      </w:r>
      <w:proofErr w:type="spellEnd"/>
      <w:r w:rsidRPr="000A1764">
        <w:rPr>
          <w:rFonts w:ascii="Calibri Light" w:hAnsi="Calibri Light" w:cs="Calibri Light"/>
          <w:sz w:val="24"/>
          <w:szCs w:val="24"/>
        </w:rPr>
        <w:t xml:space="preserve"> and demon groups occurred in the late 16th century when the </w:t>
      </w:r>
      <w:proofErr w:type="spellStart"/>
      <w:r w:rsidRPr="000A1764">
        <w:rPr>
          <w:rFonts w:ascii="Calibri Light" w:hAnsi="Calibri Light" w:cs="Calibri Light"/>
          <w:sz w:val="24"/>
          <w:szCs w:val="24"/>
        </w:rPr>
        <w:t>Lamaholot</w:t>
      </w:r>
      <w:proofErr w:type="spellEnd"/>
      <w:r w:rsidRPr="000A1764">
        <w:rPr>
          <w:rFonts w:ascii="Calibri Light" w:hAnsi="Calibri Light" w:cs="Calibri Light"/>
          <w:sz w:val="24"/>
          <w:szCs w:val="24"/>
        </w:rPr>
        <w:t xml:space="preserve"> tribe split into two groups. This split is believed to be a conflict between two brothers involving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and the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Kingdom.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is a demon people, a community that lives in the highlands or mountains. While the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Kingdom is the </w:t>
      </w:r>
      <w:proofErr w:type="spellStart"/>
      <w:r w:rsidRPr="000A1764">
        <w:rPr>
          <w:rFonts w:ascii="Calibri Light" w:hAnsi="Calibri Light" w:cs="Calibri Light"/>
          <w:sz w:val="24"/>
          <w:szCs w:val="24"/>
        </w:rPr>
        <w:t>paji</w:t>
      </w:r>
      <w:proofErr w:type="spellEnd"/>
      <w:r w:rsidRPr="000A1764">
        <w:rPr>
          <w:rFonts w:ascii="Calibri Light" w:hAnsi="Calibri Light" w:cs="Calibri Light"/>
          <w:sz w:val="24"/>
          <w:szCs w:val="24"/>
        </w:rPr>
        <w:t xml:space="preserve"> people, a community that lives in the coastal area. This folktale relates to the competing influences of Islam and Catholicism in East Flores and the trade network at the end of the 16th century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{"citationID":"mJDHmAET","properties":{"formattedCitation":"(H\\uc0\\u228{}gerdal, 2012)","plainCitation":"(Hägerdal, 2012)","noteIndex":0},"citationItems":[{"id":"sYoH7Wzu/6tZzGPdw","uris":["http://zotero.org/users/local/tMg75FXv/items/B8L38QN5"],"itemData":{"id":398,"type":"book","abstract":"European traders and soldiers established a foothold on Timor in the course of the seventeenth century, motivated by the quest for the commercially vital sandalwood and the intense competition between the Dutch and the Portuguese. &lt;i&gt;Lords of the Land, Lords of the Sea&lt;/i&gt; focuses on two centuries of contacts between the indigenous polities on Timor and the early colonials, and covers the period 1600-1800.","publisher":"Brill","source":"JSTOR","title":"Lords of the Land, Lords of the Sea: Conflict and Adaptation in Early Colonial Timor, 1600-1800","title-short":"Lords of the Land, Lords of the Sea","URL":"https://www.jstor.org/stable/10.1163/j.ctt1w8h178","author":[{"family":"Hägerdal","given":"Hans"}],"accessed":{"date-parts":[["2024",12,9]]},"issued":{"date-parts":[["2012"]]}}}],"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(Hägerdal, 2012)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In the early modern period, Europeans had an influence on local power in their colonies, especially in East Flores. This influence was in all aspects of the colonies that were related to the grand strategy. The power of Europeans was able to influence and even intervene in the power of traditional governments ranging from economic, political, cultural, religious and military aspects. With this power and influence, Europeans in their colonies were very difficult to expel because the West was able to offer military protection, economic networks and political positions to the King and local rulers in the colonies. This was used by the Kings and local rulers for their interests and goals, especially in terms of geopolitical competition with the opposing party. Therefore, the influence and intervention of these powerful Europeans became one of the reasons why the kings and local rulers in Southeast Asia could accept the influence and intervention of Europeans despite their oppressive and exploitative nature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{"citationID":"JzsHKW8h","properties":{"formattedCitation":"(H\\uc0\\u228{}gerdal, 2012)","plainCitation":"(Hägerdal, 2012)","noteIndex":0},"citationItems":[{"id":"sYoH7Wzu/6tZzGPdw","uris":["http://zotero.org/users/local/tMg75FXv/items/B8L38QN5"],"itemData":{"id":398,"type":"book","abstract":"European traders and soldiers established a foothold on Timor in the course of the seventeenth century, motivated by the quest for the commercially vital sandalwood and the intense competition between the Dutch and the Portuguese. &lt;i&gt;Lords of the Land, Lords of the Sea&lt;/i&gt; focuses on two centuries of contacts between the indigenous polities on Timor and the early colonials, and covers the period 1600-1800.","publisher":"Brill","source":"JSTOR","title":"Lords of the Land, Lords of the Sea: Conflict and Adaptation in Early Colonial Timor, 1600-1800","title-short":"Lords of the Land, Lords of the Sea","URL":"https://www.jstor.org/stable/10.1163/j.ctt1w8h178","author":[{"family":"Hägerdal","given":"Hans"}],"accessed":{"date-parts":[["2024",12,9]]},"issued":{"date-parts":[["2012"]]}}}],"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(Hägerdal, 2012)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Local kingdoms in East Flores such as the Kingdom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and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had established diplomatic relations with Europeans in the late 16th century through trade and political networks. The initial arrival of the Portuguese in East Nusa Tenggara was through traders and Dominican priests arriving in Solor. In addition, a competitor, the VOC, intervened by attacking the Portuguese fort at </w:t>
      </w:r>
      <w:proofErr w:type="spellStart"/>
      <w:r w:rsidRPr="000A1764">
        <w:rPr>
          <w:rFonts w:ascii="Calibri Light" w:hAnsi="Calibri Light" w:cs="Calibri Light"/>
          <w:sz w:val="24"/>
          <w:szCs w:val="24"/>
        </w:rPr>
        <w:t>Lohayong</w:t>
      </w:r>
      <w:proofErr w:type="spellEnd"/>
      <w:r w:rsidRPr="000A1764">
        <w:rPr>
          <w:rFonts w:ascii="Calibri Light" w:hAnsi="Calibri Light" w:cs="Calibri Light"/>
          <w:sz w:val="24"/>
          <w:szCs w:val="24"/>
        </w:rPr>
        <w:t xml:space="preserve"> in 1613. After the attack, the Portuguese retreated in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region and established diplomacy with the King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Meanwhile, the VOC signed a political agreement with Muslim leaders (</w:t>
      </w:r>
      <w:proofErr w:type="spellStart"/>
      <w:r w:rsidRPr="000A1764">
        <w:rPr>
          <w:rFonts w:ascii="Calibri Light" w:hAnsi="Calibri Light" w:cs="Calibri Light"/>
          <w:sz w:val="24"/>
          <w:szCs w:val="24"/>
        </w:rPr>
        <w:t>Sengaji</w:t>
      </w:r>
      <w:proofErr w:type="spellEnd"/>
      <w:r w:rsidRPr="000A1764">
        <w:rPr>
          <w:rFonts w:ascii="Calibri Light" w:hAnsi="Calibri Light" w:cs="Calibri Light"/>
          <w:sz w:val="24"/>
          <w:szCs w:val="24"/>
        </w:rPr>
        <w:t xml:space="preserve">) </w:t>
      </w:r>
      <w:r w:rsidRPr="000A1764">
        <w:rPr>
          <w:rFonts w:ascii="Calibri Light" w:hAnsi="Calibri Light" w:cs="Calibri Light"/>
          <w:sz w:val="24"/>
          <w:szCs w:val="24"/>
        </w:rPr>
        <w:lastRenderedPageBreak/>
        <w:t xml:space="preserve">from an alliance of five villages called </w:t>
      </w:r>
      <w:proofErr w:type="spellStart"/>
      <w:r w:rsidRPr="000A1764">
        <w:rPr>
          <w:rFonts w:ascii="Calibri Light" w:hAnsi="Calibri Light" w:cs="Calibri Light"/>
          <w:sz w:val="24"/>
          <w:szCs w:val="24"/>
        </w:rPr>
        <w:t>wetan</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lema</w:t>
      </w:r>
      <w:proofErr w:type="spellEnd"/>
      <w:r w:rsidRPr="000A1764">
        <w:rPr>
          <w:rFonts w:ascii="Calibri Light" w:hAnsi="Calibri Light" w:cs="Calibri Light"/>
          <w:sz w:val="24"/>
          <w:szCs w:val="24"/>
        </w:rPr>
        <w:t xml:space="preserve"> including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Terong</w:t>
      </w:r>
      <w:proofErr w:type="spellEnd"/>
      <w:r w:rsidRPr="000A1764">
        <w:rPr>
          <w:rFonts w:ascii="Calibri Light" w:hAnsi="Calibri Light" w:cs="Calibri Light"/>
          <w:sz w:val="24"/>
          <w:szCs w:val="24"/>
        </w:rPr>
        <w:t xml:space="preserve"> and </w:t>
      </w:r>
      <w:proofErr w:type="spellStart"/>
      <w:r w:rsidRPr="000A1764">
        <w:rPr>
          <w:rFonts w:ascii="Calibri Light" w:hAnsi="Calibri Light" w:cs="Calibri Light"/>
          <w:sz w:val="24"/>
          <w:szCs w:val="24"/>
        </w:rPr>
        <w:t>Lamahala</w:t>
      </w:r>
      <w:proofErr w:type="spellEnd"/>
      <w:r w:rsidRPr="000A1764">
        <w:rPr>
          <w:rFonts w:ascii="Calibri Light" w:hAnsi="Calibri Light" w:cs="Calibri Light"/>
          <w:sz w:val="24"/>
          <w:szCs w:val="24"/>
        </w:rPr>
        <w:t xml:space="preserve"> in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w:t>
      </w:r>
      <w:proofErr w:type="spellStart"/>
      <w:r w:rsidRPr="000A1764">
        <w:rPr>
          <w:rFonts w:ascii="Calibri Light" w:hAnsi="Calibri Light" w:cs="Calibri Light"/>
          <w:sz w:val="24"/>
          <w:szCs w:val="24"/>
        </w:rPr>
        <w:t>Lohayong</w:t>
      </w:r>
      <w:proofErr w:type="spellEnd"/>
      <w:r w:rsidRPr="000A1764">
        <w:rPr>
          <w:rFonts w:ascii="Calibri Light" w:hAnsi="Calibri Light" w:cs="Calibri Light"/>
          <w:sz w:val="24"/>
          <w:szCs w:val="24"/>
        </w:rPr>
        <w:t xml:space="preserve"> and </w:t>
      </w:r>
      <w:proofErr w:type="spellStart"/>
      <w:r w:rsidRPr="000A1764">
        <w:rPr>
          <w:rFonts w:ascii="Calibri Light" w:hAnsi="Calibri Light" w:cs="Calibri Light"/>
          <w:sz w:val="24"/>
          <w:szCs w:val="24"/>
        </w:rPr>
        <w:t>Lamakera</w:t>
      </w:r>
      <w:proofErr w:type="spellEnd"/>
      <w:r w:rsidRPr="000A1764">
        <w:rPr>
          <w:rFonts w:ascii="Calibri Light" w:hAnsi="Calibri Light" w:cs="Calibri Light"/>
          <w:sz w:val="24"/>
          <w:szCs w:val="24"/>
        </w:rPr>
        <w:t xml:space="preserve"> in Solor. These Muslim leaders (</w:t>
      </w:r>
      <w:proofErr w:type="spellStart"/>
      <w:r w:rsidRPr="000A1764">
        <w:rPr>
          <w:rFonts w:ascii="Calibri Light" w:hAnsi="Calibri Light" w:cs="Calibri Light"/>
          <w:sz w:val="24"/>
          <w:szCs w:val="24"/>
        </w:rPr>
        <w:t>Sengaji</w:t>
      </w:r>
      <w:proofErr w:type="spellEnd"/>
      <w:r w:rsidRPr="000A1764">
        <w:rPr>
          <w:rFonts w:ascii="Calibri Light" w:hAnsi="Calibri Light" w:cs="Calibri Light"/>
          <w:sz w:val="24"/>
          <w:szCs w:val="24"/>
        </w:rPr>
        <w:t xml:space="preserve">) were considered by the VOC as important allies to achieve their political-economic goals. Meanwhile, the Portuguese spread the influence of Catholicism in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and allied themselves with the local Kings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{"citationID":"DCunpUt4","properties":{"formattedCitation":"(Barnes, 2005, 2009)","plainCitation":"(Barnes, 2005, 2009)","noteIndex":0},"citationItems":[{"id":"sYoH7Wzu/3zMtDpU7","uris":["http://zotero.org/users/local/tMg75FXv/items/RH9GB6PI"],"itemData":{"id":392,"type":"article-journal","DOI":"10.1163/22134379-90003713","language":"en","note":"publisher: Brill","source":"brill.com","title":"Hongi Hinga and its implications; A war of colonial consolidation in the Timor residence in 1904","URL":"https://brill.com/view/journals/bki/161/1/article-p1_1.xml","author":[{"family":"Barnes","given":"R. H."}],"accessed":{"date-parts":[["2024",12,9]]},"issued":{"date-parts":[["2005"]]}},"label":"page"},{"id":"sYoH7Wzu/EIQZfgej","uris":["http://zotero.org/users/local/tMg75FXv/items/9AUGPNPV"],"itemData":{"id":402,"type":"article-journal","container-title":"Bijdragen tot de Taal-, Land- en Volkenkunde","ISSN":"0006-2294","issue":"1","note":"publisher: Brill","page":"32-61","source":"JSTOR","title":"A temple, a mission, and a war: Jesuit missionaries and local culture in East Flores in the nineteenth century","title-short":"A temple, a mission, and a war","volume":"165","author":[{"family":"Barnes","given":"R. H."}],"issued":{"date-parts":[["2009"]]}},"label":"page"}],"schema":"https://github.com/citation-style-language/schema/raw/master/csl-citation.json"}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(Barnes, 2005, 2009)</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Portuguese influence on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was not only through political-economic diplomacy but also through religious influence. The Portuguese through Catholic missionaries spread the influence of Catholicism on the King and the people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The King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Ola Ado Bala accepted and followed the Catholicism brought by the Portuguese missionaries. After King Ola Ado Bala became a Catholic, the people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followed to believe in the new religion, as well as signaling the transition from the local </w:t>
      </w:r>
      <w:proofErr w:type="spellStart"/>
      <w:r w:rsidRPr="000A1764">
        <w:rPr>
          <w:rFonts w:ascii="Calibri Light" w:hAnsi="Calibri Light" w:cs="Calibri Light"/>
          <w:sz w:val="24"/>
          <w:szCs w:val="24"/>
        </w:rPr>
        <w:t>Lamaholot</w:t>
      </w:r>
      <w:proofErr w:type="spellEnd"/>
      <w:r w:rsidRPr="000A1764">
        <w:rPr>
          <w:rFonts w:ascii="Calibri Light" w:hAnsi="Calibri Light" w:cs="Calibri Light"/>
          <w:sz w:val="24"/>
          <w:szCs w:val="24"/>
        </w:rPr>
        <w:t xml:space="preserve"> belief of Rera-</w:t>
      </w:r>
      <w:proofErr w:type="spellStart"/>
      <w:r w:rsidRPr="000A1764">
        <w:rPr>
          <w:rFonts w:ascii="Calibri Light" w:hAnsi="Calibri Light" w:cs="Calibri Light"/>
          <w:sz w:val="24"/>
          <w:szCs w:val="24"/>
        </w:rPr>
        <w:t>wulan</w:t>
      </w:r>
      <w:proofErr w:type="spellEnd"/>
      <w:r w:rsidRPr="000A1764">
        <w:rPr>
          <w:rFonts w:ascii="Calibri Light" w:hAnsi="Calibri Light" w:cs="Calibri Light"/>
          <w:sz w:val="24"/>
          <w:szCs w:val="24"/>
        </w:rPr>
        <w:t xml:space="preserve"> Tana-</w:t>
      </w:r>
      <w:proofErr w:type="spellStart"/>
      <w:r w:rsidRPr="000A1764">
        <w:rPr>
          <w:rFonts w:ascii="Calibri Light" w:hAnsi="Calibri Light" w:cs="Calibri Light"/>
          <w:sz w:val="24"/>
          <w:szCs w:val="24"/>
        </w:rPr>
        <w:t>ekan</w:t>
      </w:r>
      <w:proofErr w:type="spellEnd"/>
      <w:r w:rsidRPr="000A1764">
        <w:rPr>
          <w:rFonts w:ascii="Calibri Light" w:hAnsi="Calibri Light" w:cs="Calibri Light"/>
          <w:sz w:val="24"/>
          <w:szCs w:val="24"/>
        </w:rPr>
        <w:t xml:space="preserve"> to Catholicism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{"citationID":"VG6Z84bA","properties":{"formattedCitation":"(Kebingin &amp; Martasudjita, 2022)","plainCitation":"(Kebingin &amp; Martasudjita, 2022)","noteIndex":0},"citationItems":[{"id":"sYoH7Wzu/YmyCjvpI","uris":["http://zotero.org/users/local/tMg75FXv/items/S34GU2KF"],"itemData":{"id":396,"type":"article-journal","abstract":"This study aims, firstly, to determine the factors that led to the conversion of the Lamaholot religion to the Larantuka Catholic religion. Second, to find out the social impact upon&amp;nbsp; religious conversion of Lamaholot to Catholicism on the daily life of the people in Larantuka. And how this will gave us the basic understanding upon the history of the transition and how Catholic religion still thriving till nowadays. This study uses a qualitative method with an ethnographic approach. The research locations are spread across three sub-districts, namely Larantuka, Lewolema, and Ilemandiri. Sources of data obtained through document analysis, interviews focused on key informants, direct involvement, observation and introspection. The research results were analyzed using domain, taxonomy, and componential techniques. The theology paradigm used on this writing is the Theology of the Incarnation. How God humanizes and enters the local culture, illuminates it with divine light so that the adherents of the culture can see into the depths of themselves the truth that comes from that light.","container-title":"Advances in Social Sciences Research Journal","DOI":"10.14738/assrj.92.11747","ISSN":"2055-0286","issue":"2","language":"en","license":"Copyright (c) 2022 Benedikta Yosefina  Kebingin, Emanuel Martasudjita","note":"number: 2","page":"146-158","source":"journals.scholarpublishing.org","title":"A Local Wisdom in East Flores and the Shift: The Transition of the Lamaholot Religion to the Catholic Religion","title-short":"A Local Wisdom in East Flores and the Shift","volume":"9","author":[{"family":"Kebingin","given":"Benedikta Yosefina"},{"family":"Martasudjita","given":"Emanuel"}],"issued":{"date-parts":[["2022",2,16]]}}}],"schema":"https://github.com/citation-style-language/schema/raw/master/csl-citation.json"}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w:t>
      </w:r>
      <w:proofErr w:type="spellStart"/>
      <w:r w:rsidRPr="000A1764">
        <w:rPr>
          <w:rFonts w:ascii="Calibri Light" w:hAnsi="Calibri Light" w:cs="Calibri Light"/>
          <w:sz w:val="24"/>
          <w:szCs w:val="24"/>
        </w:rPr>
        <w:t>Kebingin</w:t>
      </w:r>
      <w:proofErr w:type="spellEnd"/>
      <w:r w:rsidRPr="000A1764">
        <w:rPr>
          <w:rFonts w:ascii="Calibri Light" w:hAnsi="Calibri Light" w:cs="Calibri Light"/>
          <w:sz w:val="24"/>
          <w:szCs w:val="24"/>
        </w:rPr>
        <w:t xml:space="preserve"> &amp; Martasudjita, 2022)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dominance of the Catholic religious element in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this was utilized by the Portuguese to build influence and diplomacy for the interests and goals of the state with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through Catholic priests and missionaries. After the Portuguese Fort in Solor was controlled by the VOC in 1613,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was made by the Portuguese as its colony. The Portuguese used Catholic priests to strengthen their influence and interests related to the Estado da India project. Catholic priests became village leaders who were respected by the population in several Catholic villages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These Catholic priests were able to influence and empathize with the local population to support Portuguese interests and resist VOC rule in East Flores. Through the Catholic Priests, the Portuguese armed the people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with bows, shields, swords and some firearms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{"citationID":"ggdxTnQS","properties":{"formattedCitation":"(H\\uc0\\u228{}gerdal, 2012)","plainCitation":"(Hägerdal, 2012)","noteIndex":0},"citationItems":[{"id":"sYoH7Wzu/6tZzGPdw","uris":["http://zotero.org/users/local/tMg75FXv/items/B8L38QN5"],"itemData":{"id":398,"type":"book","abstract":"European traders and soldiers established a foothold on Timor in the course of the seventeenth century, motivated by the quest for the commercially vital sandalwood and the intense competition between the Dutch and the Portuguese. &lt;i&gt;Lords of the Land, Lords of the Sea&lt;/i&gt; focuses on two centuries of contacts between the indigenous polities on Timor and the early colonials, and covers the period 1600-1800.","publisher":"Brill","source":"JSTOR","title":"Lords of the Land, Lords of the Sea: Conflict and Adaptation in Early Colonial Timor, 1600-1800","title-short":"Lords of the Land, Lords of the Sea","URL":"https://www.jstor.org/stable/10.1163/j.ctt1w8h178","author":[{"family":"Hägerdal","given":"Hans"}],"accessed":{"date-parts":[["2024",12,9]]},"issued":{"date-parts":[["2012"]]}}}],"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(Hägerdal, 2012)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Diplomatic relations between the Kingdom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and the Portuguese were also through mixed marriages between white Portuguese and the local population. This marriage route aimed to maintain the economic-political dominance, Portuguese culture and language as well as a strong Catholic identity in the colony. Mixed marriages between the Portuguese and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population began in 1613 after the attack of Fort Henricus on Solor by the VOC.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area was known as an escape area for Europeans, especially the Portuguese who defected and opposed the VOC at that time. This mixed marriage gave rise to a community called </w:t>
      </w:r>
      <w:proofErr w:type="spellStart"/>
      <w:r w:rsidRPr="000A1764">
        <w:rPr>
          <w:rFonts w:ascii="Calibri Light" w:hAnsi="Calibri Light" w:cs="Calibri Light"/>
          <w:sz w:val="24"/>
          <w:szCs w:val="24"/>
        </w:rPr>
        <w:t>Larantuqueiros</w:t>
      </w:r>
      <w:proofErr w:type="spellEnd"/>
      <w:r w:rsidRPr="000A1764">
        <w:rPr>
          <w:rFonts w:ascii="Calibri Light" w:hAnsi="Calibri Light" w:cs="Calibri Light"/>
          <w:sz w:val="24"/>
          <w:szCs w:val="24"/>
        </w:rPr>
        <w:t xml:space="preserve"> or Topas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{"citationID":"We6Lzcnp","properties":{"formattedCitation":"(Andaya, 2010; H\\uc0\\u228{}gerdal, 2012)","plainCitation":"(Andaya, 2010; Hägerdal, 2012)","noteIndex":0},"citationItems":[{"id":"sYoH7Wzu/nCw2Gnvc","uris":["http://zotero.org/users/local/tMg75FXv/items/AL2I76I6"],"itemData":{"id":399,"type":"article-journal","abstract":"This study of Timor and the surrounding islands between the sixteenth and eighteenth centuries provides evidence that, after the demise of the Portuguese Estado da India, an ‘informal’ or ‘shadow’ empire persisted but in uniquely localised ways. It describes the emergence of the ‘black Portuguese’ community known in Timor and the Solor archipelago as the Topasses. Their singular identity was based on the melding of indigenous and Portuguese blood and cultural forms. Their ability to access the sources of spiritual authority in both the Catholic and the Timorese domains assured their survival and that of the Portuguese in Timor until well into the twentieth century.","container-title":"Journal of Southeast Asian Studies","DOI":"10.1017/S002246341000024X","ISSN":"1474-0680, 0022-4634","issue":"3","language":"en","page":"391-420","source":"Cambridge University Press","title":"The ‘informal Portuguese empire’ and the Topasses in the Solor archipelago and Timor in the seventeenth and eighteenth centuries","volume":"41","author":[{"family":"Andaya","given":"Leonard Y."}],"issued":{"date-parts":[["2010",10]]}},"label":"page"},{"id":"sYoH7Wzu/6tZzGPdw","uris":["http://zotero.org/users/local/tMg75FXv/items/B8L38QN5"],"itemData":{"id":398,"type":"book","abstract":"European traders and soldiers established a foothold on Timor in the course of the seventeenth century, motivated by the quest for the commercially vital sandalwood and the intense competition between the Dutch and the Portuguese. &lt;i&gt;Lords of the Land, Lords of the Sea&lt;/i&gt; focuses on two centuries of contacts between the indigenous polities on Timor and the early colonials, and covers the period 1600-1800.","publisher":"Brill","source":"JSTOR","title":"Lords of the Land, Lords of the Sea: Conflict and Adaptation in Early Colonial Timor, 1600-1800","title-short":"Lords of the Land, Lords of the Sea","URL":"https://www.jstor.org/stable/10.1163/j.ctt1w8h178","author":[{"family":"Hägerdal","given":"Hans"}],"accessed":{"date-parts":[["2024",12,9]]},"issued":{"date-parts":[["2012"]]}},"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(Andaya, 2010; Hägerdal, 2012)</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black Portuguese community, commonly referred to as the Topas, were able to control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region of East Flores during this period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{"citationID":"nzdfxV2T","properties":{"formattedCitation":"(H\\uc0\\u228{}gerdal, 2012)","plainCitation":"(Hägerdal, 2012)","noteIndex":0},"citationItems":[{"id":"sYoH7Wzu/6tZzGPdw","uris":["http://zotero.org/users/local/tMg75FXv/items/B8L38QN5"],"itemData":{"id":398,"type":"book","abstract":"European traders and soldiers established a foothold on Timor in the course of the seventeenth century, motivated by the quest for the commercially vital sandalwood and the intense competition between the Dutch and the Portuguese. &lt;i&gt;Lords of the Land, Lords of the Sea&lt;/i&gt; focuses on two centuries of contacts between the indigenous polities on Timor and the early colonials, and covers the period 1600-1800.","publisher":"Brill","source":"JSTOR","title":"Lords of the Land, Lords of the Sea: Conflict and Adaptation in Early Colonial Timor, 1600-1800","title-short":"Lords of the Land, Lords of the Sea","URL":"https://www.jstor.org/stable/10.1163/j.ctt1w8h178","author":[{"family":"Hägerdal","given":"Hans"}],"accessed":{"date-parts":[["2024",12,9]]},"issued":{"date-parts":[["2012"]]}}}],"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(Hägerdal, 2012)</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The Topas had two power bases, one in Lifau on the North Coast of Timor led by Mateus da Costa and the other in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in East Flores led by Antonio Hornay. Although these two groups of Topas competed with each other, both groups had the same goal of fighting the VOC in Flores. In 1656, both groups of Topas troops fought against the VOC troops led by Arnoldus de </w:t>
      </w:r>
      <w:proofErr w:type="spellStart"/>
      <w:r w:rsidRPr="000A1764">
        <w:rPr>
          <w:rFonts w:ascii="Calibri Light" w:hAnsi="Calibri Light" w:cs="Calibri Light"/>
          <w:sz w:val="24"/>
          <w:szCs w:val="24"/>
        </w:rPr>
        <w:t>Vlamingh</w:t>
      </w:r>
      <w:proofErr w:type="spellEnd"/>
      <w:r w:rsidRPr="000A1764">
        <w:rPr>
          <w:rFonts w:ascii="Calibri Light" w:hAnsi="Calibri Light" w:cs="Calibri Light"/>
          <w:sz w:val="24"/>
          <w:szCs w:val="24"/>
        </w:rPr>
        <w:t xml:space="preserve"> van Oudtshoorn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{"citationID":"tpk3dacS","properties":{"formattedCitation":"(Andaya, 2010)","plainCitation":"(Andaya, 2010)","noteIndex":0},"citationItems":[{"id":"sYoH7Wzu/nCw2Gnvc","uris":["http://zotero.org/users/local/tMg75FXv/items/AL2I76I6"],"itemData":{"id":399,"type":"article-journal","abstract":"This study of Timor and the surrounding islands between the sixteenth and eighteenth centuries provides evidence that, after the demise of the Portuguese Estado da India, an ‘informal’ or ‘shadow’ empire persisted but in uniquely localised ways. It describes the emergence of the ‘black Portuguese’ community known in Timor and the Solor archipelago as the Topasses. Their singular identity was based on the melding of indigenous and Portuguese blood and cultural forms. Their ability to access the sources of spiritual authority in both the Catholic and the Timorese domains assured their survival and that of the Portuguese in Timor until well into the twentieth century.","container-title":"Journal of Southeast Asian Studies","DOI":"10.1017/S002246341000024X","ISSN":"1474-0680, 0022-4634","issue":"3","language":"en","page":"391-420","source":"Cambridge University Press","title":"The ‘informal Portuguese empire’ and the Topasses in the Solor archipelago and Timor in the seventeenth and eighteenth centuries","volume":"41","author":[{"family":"Andaya","given":"Leonard Y."}],"issued":{"date-parts":[["2010",10]]}}}],"schema":"https://github.com/citation-style-language/schema/raw/master/csl-citation.json"}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(Andaya, 2010)</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two Topas leaders Mateus da Costa (1653-72) and Antonio Hornay (1673-93) had different relationships with the white Portuguese. The white Dominican Portuguese were willing to ally with da Costa and the Topas of </w:t>
      </w:r>
      <w:proofErr w:type="spellStart"/>
      <w:r w:rsidRPr="000A1764">
        <w:rPr>
          <w:rFonts w:ascii="Calibri Light" w:hAnsi="Calibri Light" w:cs="Calibri Light"/>
          <w:sz w:val="24"/>
          <w:szCs w:val="24"/>
        </w:rPr>
        <w:t>Lifiau</w:t>
      </w:r>
      <w:proofErr w:type="spellEnd"/>
      <w:r w:rsidRPr="000A1764">
        <w:rPr>
          <w:rFonts w:ascii="Calibri Light" w:hAnsi="Calibri Light" w:cs="Calibri Light"/>
          <w:sz w:val="24"/>
          <w:szCs w:val="24"/>
        </w:rPr>
        <w:t xml:space="preserve"> but rejected relations with the Topas </w:t>
      </w:r>
      <w:r w:rsidRPr="000A1764">
        <w:rPr>
          <w:rFonts w:ascii="Calibri Light" w:hAnsi="Calibri Light" w:cs="Calibri Light"/>
          <w:sz w:val="24"/>
          <w:szCs w:val="24"/>
        </w:rPr>
        <w:lastRenderedPageBreak/>
        <w:t xml:space="preserve">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led by Hornay. In particular, when Hornay led a battle with Ade's forces on the northeast coast of Timor. Hornay's forces allied themselves with the Konga, Sikka and Ugi in the eastern part of the island of Flores. Later, when Hornay was appointed Captain Major to replace da Costa the white Portuguese still refused to ally with him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{"citationID":"taCFpmEd","properties":{"formattedCitation":"(Andaya, 2010)","plainCitation":"(Andaya, 2010)","noteIndex":0},"citationItems":[{"id":"sYoH7Wzu/nCw2Gnvc","uris":["http://zotero.org/users/local/tMg75FXv/items/AL2I76I6"],"itemData":{"id":399,"type":"article-journal","abstract":"This study of Timor and the surrounding islands between the sixteenth and eighteenth centuries provides evidence that, after the demise of the Portuguese Estado da India, an ‘informal’ or ‘shadow’ empire persisted but in uniquely localised ways. It describes the emergence of the ‘black Portuguese’ community known in Timor and the Solor archipelago as the Topasses. Their singular identity was based on the melding of indigenous and Portuguese blood and cultural forms. Their ability to access the sources of spiritual authority in both the Catholic and the Timorese domains assured their survival and that of the Portuguese in Timor until well into the twentieth century.","container-title":"Journal of Southeast Asian Studies","DOI":"10.1017/S002246341000024X","ISSN":"1474-0680, 0022-4634","issue":"3","language":"en","page":"391-420","source":"Cambridge University Press","title":"The ‘informal Portuguese empire’ and the Topasses in the Solor archipelago and Timor in the seventeenth and eighteenth centuries","volume":"41","author":[{"family":"Andaya","given":"Leonard Y."}],"issued":{"date-parts":[["2010",10]]}}}],"schema":"https://github.com/citation-style-language/schema/raw/master/csl-citation.json"}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(Andaya, 2010)</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This position increased Hornay's social status and allowed him to expand his political influence in East Flores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{"citationID":"7xxLjaFY","properties":{"formattedCitation":"(Abdurachman, 2008)","plainCitation":"(Abdurachman, 2008)","noteIndex":0},"citationItems":[{"id":"sYoH7Wzu/v5Y3QpGP","uris":["http://zotero.org/users/local/tMg75FXv/items/PEKFMTAA"],"itemData":{"id":409,"type":"book","abstract":"Kehadiran Portugis di perairan dan kepulauan Indonesia kurang-lebih 500 tahun yang lalu telah meninggalkan jejak-jejak sejarah sampai hari ini masih dipertahankan oleh beberapa komunitas lokal di Nusantara, khususnya di Flores, Solor, dan Maluku. Salah satu warisan Portugis yang menarik adalah nama Pulau Flores yang sesungguhnya merupakan kependekan dari Cabo de Flores, sebuah nama yang dipergunakan pelaut-pelaut Portugis di masa lalu ketika mereka mencapai Tanjung Bunga.  Istilah ‘bunga angin’ yang dipilih sebagai judul buku ini juga mempunyai arti yang sama dengan istilah flor (flor de agua, mar em flor) dalam bahasa nautikal Portugis di abad ke-16. Bunga angin berarti aroma ombak atau angin sepoi-sepoi yang mendahului badai. Oleh karena itu buku Bungan Angin Portugis di Nusantara ini merupakan kumpulan narasi tentang jejak-jejak Portugis di Nusantara yang telah memberikan warna unik kepada kehidupan masyarakat Indonesia yang disentuhnya.  Hanya sedikit peneliti Indonesia yang memberikan perhatian kepada warisan sejarah ini, walaupun banyak hal dalam kehidupan kita hari ini tidak bisa dilepaskan dari fakta sejarah tersebut. Penerbitan kembali karya Paramita R. Abdurachman tentang sumber-sumber sejarah Portugis di Indonesia yang selama ini tersebar di berbagai jurnal, merupakan suatu upaya mengajak generasi muda Indonesia untuk memahami masa lalu masyarakat kita bagi kebaikan masa depan bangsa, khusunya dalam menata hubungan antar bangsa.","ISBN":"978-602-433-027-9","language":"en","note":"Google-Books-ID: EtXXDQAAQBAJ","number-of-pages":"297","publisher":"Yayasan Pustaka Obor Indonesia","source":"Google Books","title":"Bunga Angin Portugis di Nusantara: Jejak-jejak Kebudayaan Portugis di Nusantara","title-short":"Bunga Angin Portugis di Nusantara","author":[{"family":"Abdurachman","given":"Paramitha R."}],"issued":{"date-parts":[["2008"]]}}}],"schema":"https://github.com/citation-style-language/schema/raw/master/csl-citation.json"}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(Abdurachman, 2008)</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Antonio Hornay also used marriage to the daughter of a local king to capitalize on his political diplomacy and influence in East Flores. Hornay married the daughter of the King of </w:t>
      </w:r>
      <w:proofErr w:type="spellStart"/>
      <w:r w:rsidRPr="000A1764">
        <w:rPr>
          <w:rFonts w:ascii="Calibri Light" w:hAnsi="Calibri Light" w:cs="Calibri Light"/>
          <w:sz w:val="24"/>
          <w:szCs w:val="24"/>
        </w:rPr>
        <w:t>Ambeno</w:t>
      </w:r>
      <w:proofErr w:type="spellEnd"/>
      <w:r w:rsidRPr="000A1764">
        <w:rPr>
          <w:rFonts w:ascii="Calibri Light" w:hAnsi="Calibri Light" w:cs="Calibri Light"/>
          <w:sz w:val="24"/>
          <w:szCs w:val="24"/>
        </w:rPr>
        <w:t xml:space="preserve"> in Timor. The purpose of this marriage was to strengthen his power and influence and expand Antonio Hornay's territory in East Flores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{"citationID":"KbyFHR8A","properties":{"formattedCitation":"(Heuken, 2002; Pradjoko &amp; Kartika, 2014)","plainCitation":"(Heuken, 2002; Pradjoko &amp; Kartika, 2014)","noteIndex":0},"citationItems":[{"id":"sYoH7Wzu/PvNQGi0e","uris":["http://zotero.org/users/local/tMg75FXv/items/BX3HNJQN"],"itemData":{"id":404,"type":"book","ISBN":"978-979-97229-1-1","language":"en","note":"Google-Books-ID: CAjZAAAAMAAJ","number-of-pages":"228","publisher":"Cipta Loka Caraka","source":"Google Books","title":"Be My Witness to the Ends of the Earth!: The Catholic Church in Indonesia Before the 19th Century","title-short":"Be My Witness to the Ends of the Earth!","author":[{"family":"Heuken","given":"Adolf"}],"issued":{"date-parts":[["2002"]]}},"label":"page"},{"id":"sYoH7Wzu/NR1ReQLZ","uris":["http://zotero.org/users/local/tMg75FXv/items/NVMLJFCK"],"itemData":{"id":414,"type":"book","abstract":"History of shipping and trade at Savu sea, Indonesia in the 18th century to the beginning of 20th century.","ISBN":"978-602-273-001-9","language":"id","note":"Google-Books-ID: AdbVoAEACAAJ","number-of-pages":"340","publisher":"Wedatama Widyasastra","source":"Google Books","title":"Pelayaran dan perdagangan kawasan Laut Sawu: abad ke-18-awal abad ke-20","title-short":"Pelayaran dan perdagangan kawasan Laut Sawu","author":[{"family":"Pradjoko","given":"Didik"},{"family":"Kartika","given":"Friska Indah"}],"issued":{"date-parts":[["2014"]]}},"label":"page"}],"schema":"https://github.com/citation-style-language/schema/raw/master/csl-citation.json"}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(Heuken, 2002; Pradjoko &amp; Kartika, 2014)</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During his tenure as Captain Major in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Antonio Hornay demonstrated his capacity as a local leader who dared to challenge Portuguese rule. This courage attracted the sympathy of the Topas people in East and Central Flores, and they were loyal and respectful to Hornay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{"citationID":"KIGtna9F","properties":{"formattedCitation":"(Andaya, 2010)","plainCitation":"(Andaya, 2010)","noteIndex":0},"citationItems":[{"id":"sYoH7Wzu/nCw2Gnvc","uris":["http://zotero.org/users/local/tMg75FXv/items/AL2I76I6"],"itemData":{"id":399,"type":"article-journal","abstract":"This study of Timor and the surrounding islands between the sixteenth and eighteenth centuries provides evidence that, after the demise of the Portuguese Estado da India, an ‘informal’ or ‘shadow’ empire persisted but in uniquely localised ways. It describes the emergence of the ‘black Portuguese’ community known in Timor and the Solor archipelago as the Topasses. Their singular identity was based on the melding of indigenous and Portuguese blood and cultural forms. Their ability to access the sources of spiritual authority in both the Catholic and the Timorese domains assured their survival and that of the Portuguese in Timor until well into the twentieth century.","container-title":"Journal of Southeast Asian Studies","DOI":"10.1017/S002246341000024X","ISSN":"1474-0680, 0022-4634","issue":"3","language":"en","page":"391-420","source":"Cambridge University Press","title":"The ‘informal Portuguese empire’ and the Topasses in the Solor archipelago and Timor in the seventeenth and eighteenth centuries","volume":"41","author":[{"family":"Andaya","given":"Leonard Y."}],"issued":{"date-parts":[["2010",10]]}}}],"schema":"https://github.com/citation-style-language/schema/raw/master/csl-citation.json"}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(Andaya, 2010)</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In 1655 Antonio Hornay was appointed </w:t>
      </w:r>
      <w:proofErr w:type="spellStart"/>
      <w:r w:rsidRPr="000A1764">
        <w:rPr>
          <w:rFonts w:ascii="Calibri Light" w:hAnsi="Calibri Light" w:cs="Calibri Light"/>
          <w:sz w:val="24"/>
          <w:szCs w:val="24"/>
        </w:rPr>
        <w:t>capitao</w:t>
      </w:r>
      <w:proofErr w:type="spellEnd"/>
      <w:r w:rsidRPr="000A1764">
        <w:rPr>
          <w:rFonts w:ascii="Calibri Light" w:hAnsi="Calibri Light" w:cs="Calibri Light"/>
          <w:sz w:val="24"/>
          <w:szCs w:val="24"/>
        </w:rPr>
        <w:t xml:space="preserve">-mor de </w:t>
      </w:r>
      <w:proofErr w:type="spellStart"/>
      <w:r w:rsidRPr="000A1764">
        <w:rPr>
          <w:rFonts w:ascii="Calibri Light" w:hAnsi="Calibri Light" w:cs="Calibri Light"/>
          <w:sz w:val="24"/>
          <w:szCs w:val="24"/>
        </w:rPr>
        <w:t>timor</w:t>
      </w:r>
      <w:proofErr w:type="spellEnd"/>
      <w:r w:rsidRPr="000A1764">
        <w:rPr>
          <w:rFonts w:ascii="Calibri Light" w:hAnsi="Calibri Light" w:cs="Calibri Light"/>
          <w:sz w:val="24"/>
          <w:szCs w:val="24"/>
        </w:rPr>
        <w:t xml:space="preserve">. This position also made his successors the uncrowned Kings of Timor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{"citationID":"X0wChZsO","properties":{"formattedCitation":"(Abdurachman, 2008)","plainCitation":"(Abdurachman, 2008)","noteIndex":0},"citationItems":[{"id":"sYoH7Wzu/v5Y3QpGP","uris":["http://zotero.org/users/local/tMg75FXv/items/PEKFMTAA"],"itemData":{"id":409,"type":"book","abstract":"Kehadiran Portugis di perairan dan kepulauan Indonesia kurang-lebih 500 tahun yang lalu telah meninggalkan jejak-jejak sejarah sampai hari ini masih dipertahankan oleh beberapa komunitas lokal di Nusantara, khususnya di Flores, Solor, dan Maluku. Salah satu warisan Portugis yang menarik adalah nama Pulau Flores yang sesungguhnya merupakan kependekan dari Cabo de Flores, sebuah nama yang dipergunakan pelaut-pelaut Portugis di masa lalu ketika mereka mencapai Tanjung Bunga.  Istilah ‘bunga angin’ yang dipilih sebagai judul buku ini juga mempunyai arti yang sama dengan istilah flor (flor de agua, mar em flor) dalam bahasa nautikal Portugis di abad ke-16. Bunga angin berarti aroma ombak atau angin sepoi-sepoi yang mendahului badai. Oleh karena itu buku Bungan Angin Portugis di Nusantara ini merupakan kumpulan narasi tentang jejak-jejak Portugis di Nusantara yang telah memberikan warna unik kepada kehidupan masyarakat Indonesia yang disentuhnya.  Hanya sedikit peneliti Indonesia yang memberikan perhatian kepada warisan sejarah ini, walaupun banyak hal dalam kehidupan kita hari ini tidak bisa dilepaskan dari fakta sejarah tersebut. Penerbitan kembali karya Paramita R. Abdurachman tentang sumber-sumber sejarah Portugis di Indonesia yang selama ini tersebar di berbagai jurnal, merupakan suatu upaya mengajak generasi muda Indonesia untuk memahami masa lalu masyarakat kita bagi kebaikan masa depan bangsa, khusunya dalam menata hubungan antar bangsa.","ISBN":"978-602-433-027-9","language":"en","note":"Google-Books-ID: EtXXDQAAQBAJ","number-of-pages":"297","publisher":"Yayasan Pustaka Obor Indonesia","source":"Google Books","title":"Bunga Angin Portugis di Nusantara: Jejak-jejak Kebudayaan Portugis di Nusantara","title-short":"Bunga Angin Portugis di Nusantara","author":[{"family":"Abdurachman","given":"Paramitha R."}],"issued":{"date-parts":[["2008"]]}}}],"schema":"https://github.com/citation-style-language/schema/raw/master/csl-citation.json"}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(Abdurachman, 2008)</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In 1677, Antonio Hornay rejected the official representative of the Portuguese empire and the Viceroy of Goa, João Antunes, who was sent to the Lifau region as Captain Major. With Hornay's refusal, João Antunes did not take up his position in Lifau and returned to Goa, India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{"citationID":"fA8x3k0A","properties":{"formattedCitation":"(Andaya, 2010; Heuken, 2002)","plainCitation":"(Andaya, 2010; Heuken, 2002)","noteIndex":0},"citationItems":[{"id":"sYoH7Wzu/nCw2Gnvc","uris":["http://zotero.org/users/local/tMg75FXv/items/AL2I76I6"],"itemData":{"id":399,"type":"article-journal","abstract":"This study of Timor and the surrounding islands between the sixteenth and eighteenth centuries provides evidence that, after the demise of the Portuguese Estado da India, an ‘informal’ or ‘shadow’ empire persisted but in uniquely localised ways. It describes the emergence of the ‘black Portuguese’ community known in Timor and the Solor archipelago as the Topasses. Their singular identity was based on the melding of indigenous and Portuguese blood and cultural forms. Their ability to access the sources of spiritual authority in both the Catholic and the Timorese domains assured their survival and that of the Portuguese in Timor until well into the twentieth century.","container-title":"Journal of Southeast Asian Studies","DOI":"10.1017/S002246341000024X","ISSN":"1474-0680, 0022-4634","issue":"3","language":"en","page":"391-420","source":"Cambridge University Press","title":"The ‘informal Portuguese empire’ and the Topasses in the Solor archipelago and Timor in the seventeenth and eighteenth centuries","volume":"41","author":[{"family":"Andaya","given":"Leonard Y."}],"issued":{"date-parts":[["2010",10]]}},"label":"page"},{"id":"sYoH7Wzu/PvNQGi0e","uris":["http://zotero.org/users/local/tMg75FXv/items/BX3HNJQN"],"itemData":{"id":404,"type":"book","ISBN":"978-979-97229-1-1","language":"en","note":"Google-Books-ID: CAjZAAAAMAAJ","number-of-pages":"228","publisher":"Cipta Loka Caraka","source":"Google Books","title":"Be My Witness to the Ends of the Earth!: The Catholic Church in Indonesia Before the 19th Century","title-short":"Be My Witness to the Ends of the Earth!","author":[{"family":"Heuken","given":"Adolf"}],"issued":{"date-parts":[["2002"]]}},"label":"page"}],"schema":"https://github.com/citation-style-language/schema/raw/master/csl-citation.json"}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(Andaya, 2010; Heuken, 2002)</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Antonio Hornay demonstrated his capacity as King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when he was able to establish relations with local rulers and even established relations with the VOC through the sandalwood trade network to be sent to the Dutch in </w:t>
      </w:r>
      <w:proofErr w:type="spellStart"/>
      <w:r w:rsidRPr="000A1764">
        <w:rPr>
          <w:rFonts w:ascii="Calibri Light" w:hAnsi="Calibri Light" w:cs="Calibri Light"/>
          <w:sz w:val="24"/>
          <w:szCs w:val="24"/>
        </w:rPr>
        <w:t>Kupang</w:t>
      </w:r>
      <w:proofErr w:type="spellEnd"/>
      <w:r w:rsidRPr="000A1764">
        <w:rPr>
          <w:rFonts w:ascii="Calibri Light" w:hAnsi="Calibri Light" w:cs="Calibri Light"/>
          <w:sz w:val="24"/>
          <w:szCs w:val="24"/>
        </w:rPr>
        <w:t xml:space="preserve">. Therefore, Antonio Hornay was considered an adept leader in utilizing international relations to strengthen his position and power and was able to defeat Portuguese power in the Lifau region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{"citationID":"9O807ehq","properties":{"formattedCitation":"(Andaya, 2010)","plainCitation":"(Andaya, 2010)","noteIndex":0},"citationItems":[{"id":"sYoH7Wzu/nCw2Gnvc","uris":["http://zotero.org/users/local/tMg75FXv/items/AL2I76I6"],"itemData":{"id":399,"type":"article-journal","abstract":"This study of Timor and the surrounding islands between the sixteenth and eighteenth centuries provides evidence that, after the demise of the Portuguese Estado da India, an ‘informal’ or ‘shadow’ empire persisted but in uniquely localised ways. It describes the emergence of the ‘black Portuguese’ community known in Timor and the Solor archipelago as the Topasses. Their singular identity was based on the melding of indigenous and Portuguese blood and cultural forms. Their ability to access the sources of spiritual authority in both the Catholic and the Timorese domains assured their survival and that of the Portuguese in Timor until well into the twentieth century.","container-title":"Journal of Southeast Asian Studies","DOI":"10.1017/S002246341000024X","ISSN":"1474-0680, 0022-4634","issue":"3","language":"en","page":"391-420","source":"Cambridge University Press","title":"The ‘informal Portuguese empire’ and the Topasses in the Solor archipelago and Timor in the seventeenth and eighteenth centuries","volume":"41","author":[{"family":"Andaya","given":"Leonard Y."}],"issued":{"date-parts":[["2010",10]]}}}],"schema":"https://github.com/citation-style-language/schema/raw/master/csl-citation.json"}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(Andaya, 2010)</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Using his reputation as King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Antonio Hornay was able to monopolize the economically lucrative sandalwood trade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{"citationID":"X7Cbgk2T","properties":{"formattedCitation":"(Abdurachman, 2008)","plainCitation":"(Abdurachman, 2008)","noteIndex":0},"citationItems":[{"id":"sYoH7Wzu/v5Y3QpGP","uris":["http://zotero.org/users/local/tMg75FXv/items/PEKFMTAA"],"itemData":{"id":409,"type":"book","abstract":"Kehadiran Portugis di perairan dan kepulauan Indonesia kurang-lebih 500 tahun yang lalu telah meninggalkan jejak-jejak sejarah sampai hari ini masih dipertahankan oleh beberapa komunitas lokal di Nusantara, khususnya di Flores, Solor, dan Maluku. Salah satu warisan Portugis yang menarik adalah nama Pulau Flores yang sesungguhnya merupakan kependekan dari Cabo de Flores, sebuah nama yang dipergunakan pelaut-pelaut Portugis di masa lalu ketika mereka mencapai Tanjung Bunga.  Istilah ‘bunga angin’ yang dipilih sebagai judul buku ini juga mempunyai arti yang sama dengan istilah flor (flor de agua, mar em flor) dalam bahasa nautikal Portugis di abad ke-16. Bunga angin berarti aroma ombak atau angin sepoi-sepoi yang mendahului badai. Oleh karena itu buku Bungan Angin Portugis di Nusantara ini merupakan kumpulan narasi tentang jejak-jejak Portugis di Nusantara yang telah memberikan warna unik kepada kehidupan masyarakat Indonesia yang disentuhnya.  Hanya sedikit peneliti Indonesia yang memberikan perhatian kepada warisan sejarah ini, walaupun banyak hal dalam kehidupan kita hari ini tidak bisa dilepaskan dari fakta sejarah tersebut. Penerbitan kembali karya Paramita R. Abdurachman tentang sumber-sumber sejarah Portugis di Indonesia yang selama ini tersebar di berbagai jurnal, merupakan suatu upaya mengajak generasi muda Indonesia untuk memahami masa lalu masyarakat kita bagi kebaikan masa depan bangsa, khusunya dalam menata hubungan antar bangsa.","ISBN":"978-602-433-027-9","language":"en","note":"Google-Books-ID: EtXXDQAAQBAJ","number-of-pages":"297","publisher":"Yayasan Pustaka Obor Indonesia","source":"Google Books","title":"Bunga Angin Portugis di Nusantara: Jejak-jejak Kebudayaan Portugis di Nusantara","title-short":"Bunga Angin Portugis di Nusantara","author":[{"family":"Abdurachman","given":"Paramitha R."}],"issued":{"date-parts":[["2008"]]}}}],"schema":"https://github.com/citation-style-language/schema/raw/master/csl-citation.json"}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(Abdurachman, 2008)</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In addition, Hornay was able to establish relations with the ruler of Buton to help control the Solor region. He also requested military ships from the Bugis rulers of Bone, South Sulawesi, to protect the coastal areas of Flores from attacks by the Bima rulers of Sumbawa Island. The influence and power of Antonio Hornay as King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made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Kingdom's power expand to include Central and Eastern Flores, parts of the islands of </w:t>
      </w:r>
      <w:proofErr w:type="spellStart"/>
      <w:r w:rsidRPr="000A1764">
        <w:rPr>
          <w:rFonts w:ascii="Calibri Light" w:hAnsi="Calibri Light" w:cs="Calibri Light"/>
          <w:sz w:val="24"/>
          <w:szCs w:val="24"/>
        </w:rPr>
        <w:t>Adonara</w:t>
      </w:r>
      <w:proofErr w:type="spellEnd"/>
      <w:r w:rsidRPr="000A1764">
        <w:rPr>
          <w:rFonts w:ascii="Calibri Light" w:hAnsi="Calibri Light" w:cs="Calibri Light"/>
          <w:sz w:val="24"/>
          <w:szCs w:val="24"/>
        </w:rPr>
        <w:t xml:space="preserve">, Solor and Lembata, and most of Eastern and Western Timor. This also affected the Topas people, who were considered a military force to be reckoned with in the late 17th and early 18th centuries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{"citationID":"j8CpCR1I","properties":{"formattedCitation":"(Andaya, 2010)","plainCitation":"(Andaya, 2010)","noteIndex":0},"citationItems":[{"id":"sYoH7Wzu/nCw2Gnvc","uris":["http://zotero.org/users/local/tMg75FXv/items/AL2I76I6"],"itemData":{"id":399,"type":"article-journal","abstract":"This study of Timor and the surrounding islands between the sixteenth and eighteenth centuries provides evidence that, after the demise of the Portuguese Estado da India, an ‘informal’ or ‘shadow’ empire persisted but in uniquely localised ways. It describes the emergence of the ‘black Portuguese’ community known in Timor and the Solor archipelago as the Topasses. Their singular identity was based on the melding of indigenous and Portuguese blood and cultural forms. Their ability to access the sources of spiritual authority in both the Catholic and the Timorese domains assured their survival and that of the Portuguese in Timor until well into the twentieth century.","container-title":"Journal of Southeast Asian Studies","DOI":"10.1017/S002246341000024X","ISSN":"1474-0680, 0022-4634","issue":"3","language":"en","page":"391-420","source":"Cambridge University Press","title":"The ‘informal Portuguese empire’ and the Topasses in the Solor archipelago and Timor in the seventeenth and eighteenth centuries","volume":"41","author":[{"family":"Andaya","given":"Leonard Y."}],"issued":{"date-parts":[["2010",10]]}}}],"schema":"https://github.com/citation-style-language/schema/raw/master/csl-citation.json"}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(Andaya, 2010)</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Antonio Hornay's death in 1693 marked the decline of the Topas and the </w:t>
      </w:r>
      <w:proofErr w:type="spellStart"/>
      <w:r w:rsidRPr="000A1764">
        <w:rPr>
          <w:rFonts w:ascii="Calibri Light" w:hAnsi="Calibri Light" w:cs="Calibri Light"/>
          <w:sz w:val="24"/>
          <w:szCs w:val="24"/>
        </w:rPr>
        <w:t>d'Hornay</w:t>
      </w:r>
      <w:proofErr w:type="spellEnd"/>
      <w:r w:rsidRPr="000A1764">
        <w:rPr>
          <w:rFonts w:ascii="Calibri Light" w:hAnsi="Calibri Light" w:cs="Calibri Light"/>
          <w:sz w:val="24"/>
          <w:szCs w:val="24"/>
        </w:rPr>
        <w:t xml:space="preserve"> family in Flores. Later, when A. De Mesquita Pimentel temporarily seized power in 1696, it weakened the political power of the </w:t>
      </w:r>
      <w:proofErr w:type="spellStart"/>
      <w:r w:rsidRPr="000A1764">
        <w:rPr>
          <w:rFonts w:ascii="Calibri Light" w:hAnsi="Calibri Light" w:cs="Calibri Light"/>
          <w:sz w:val="24"/>
          <w:szCs w:val="24"/>
        </w:rPr>
        <w:t>d'Hornay</w:t>
      </w:r>
      <w:proofErr w:type="spellEnd"/>
      <w:r w:rsidRPr="000A1764">
        <w:rPr>
          <w:rFonts w:ascii="Calibri Light" w:hAnsi="Calibri Light" w:cs="Calibri Light"/>
          <w:sz w:val="24"/>
          <w:szCs w:val="24"/>
        </w:rPr>
        <w:t xml:space="preserve"> family. After the death of Antonio Hornay, the da Costa family's power began to rise again with the help of the Dominicans. By 1700, the da Costa family's power covered all of Flores except </w:t>
      </w:r>
      <w:proofErr w:type="spellStart"/>
      <w:r w:rsidRPr="000A1764">
        <w:rPr>
          <w:rFonts w:ascii="Calibri Light" w:hAnsi="Calibri Light" w:cs="Calibri Light"/>
          <w:sz w:val="24"/>
          <w:szCs w:val="24"/>
        </w:rPr>
        <w:t>Kupang</w:t>
      </w:r>
      <w:proofErr w:type="spellEnd"/>
      <w:r w:rsidRPr="000A1764">
        <w:rPr>
          <w:rFonts w:ascii="Calibri Light" w:hAnsi="Calibri Light" w:cs="Calibri Light"/>
          <w:sz w:val="24"/>
          <w:szCs w:val="24"/>
        </w:rPr>
        <w:t xml:space="preserve">, which was controlled by the VOC. With this power, the da Costa family was able to make the Lifau region a political, military and Catholic center that surpassed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region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{"citationID":"Dqf2z8PR","properties":{"formattedCitation":"(Abdurachman, 2008)","plainCitation":"(Abdurachman, 2008)","noteIndex":0},"citationItems":[{"id":"sYoH7Wzu/v5Y3QpGP","uris":["http://zotero.org/users/local/tMg75FXv/items/PEKFMTAA"],"itemData":{"id":409,"type":"book","abstract":"Kehadiran Portugis di perairan dan kepulauan Indonesia kurang-lebih 500 tahun yang lalu telah meninggalkan jejak-jejak sejarah sampai hari ini masih dipertahankan oleh beberapa komunitas lokal di Nusantara, khususnya di Flores, Solor, dan Maluku. Salah satu warisan Portugis yang menarik adalah nama Pulau Flores yang sesungguhnya merupakan kependekan dari Cabo de Flores, sebuah nama yang dipergunakan pelaut-pelaut Portugis di masa lalu ketika mereka mencapai Tanjung Bunga.  Istilah ‘bunga angin’ yang dipilih sebagai judul buku ini juga mempunyai arti yang sama dengan istilah flor (flor de agua, mar em flor) dalam bahasa nautikal Portugis di abad ke-16. Bunga angin berarti aroma ombak atau angin sepoi-sepoi yang mendahului badai. Oleh karena itu buku Bungan Angin Portugis di Nusantara ini merupakan kumpulan narasi tentang jejak-jejak Portugis di Nusantara yang telah memberikan warna unik kepada kehidupan masyarakat Indonesia yang disentuhnya.  Hanya sedikit peneliti Indonesia yang memberikan perhatian kepada warisan sejarah ini, walaupun banyak hal dalam kehidupan kita hari ini tidak bisa dilepaskan dari fakta sejarah tersebut. Penerbitan kembali karya Paramita R. Abdurachman tentang sumber-sumber sejarah Portugis di Indonesia yang selama ini tersebar di berbagai jurnal, merupakan suatu upaya mengajak generasi muda Indonesia untuk memahami masa lalu masyarakat kita bagi kebaikan masa depan bangsa, khusunya dalam menata hubungan antar bangsa.","ISBN":"978-602-433-027-9","language":"en","note":"Google-Books-ID: EtXXDQAAQBAJ","number-of-pages":"297","publisher":"Yayasan Pustaka Obor Indonesia","source":"Google Books","title":"Bunga Angin Portugis di Nusantara: Jejak-jejak Kebudayaan Portugis di Nusantara","title-short":"Bunga Angin Portugis di Nusantara","author":[{"family":"Abdurachman","given":"Paramitha R."}],"issued":{"date-parts":[["2008"]]}}}],"schema":"https://github.com/citation-style-language/schema/raw/master/csl-citation.json"}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w:t>
      </w:r>
      <w:proofErr w:type="spellStart"/>
      <w:r w:rsidRPr="000A1764">
        <w:rPr>
          <w:rFonts w:ascii="Calibri Light" w:hAnsi="Calibri Light" w:cs="Calibri Light"/>
          <w:sz w:val="24"/>
          <w:szCs w:val="24"/>
        </w:rPr>
        <w:t>Abdurachman</w:t>
      </w:r>
      <w:proofErr w:type="spellEnd"/>
      <w:r w:rsidRPr="000A1764">
        <w:rPr>
          <w:rFonts w:ascii="Calibri Light" w:hAnsi="Calibri Light" w:cs="Calibri Light"/>
          <w:sz w:val="24"/>
          <w:szCs w:val="24"/>
        </w:rPr>
        <w:t>, 2008)</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lastRenderedPageBreak/>
        <w:t xml:space="preserve">In 1749 the power and influence of the Hornay and Costa families of the Topas began to weaken when they lost their battle against the VOC in West Timor. This battle had an impact on their networks and trading relationships with foreign traders. After the end of the battle, traders from Macau were afraid to trade in the Timor region. This led to economic losses and the weakening of the trade network system in the region which was previously dominated by the Topas. Therefore, during the mid to late 18th century, the influence and power of the Topas in the Flores region was limited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{"citationID":"X8IU2ozc","properties":{"formattedCitation":"(H\\uc0\\u228{}gerdal, 2007)","plainCitation":"(Hägerdal, 2007)","noteIndex":0},"citationItems":[{"id":"sYoH7Wzu/PijnTspR","uris":["http://zotero.org/users/local/tMg75FXv/items/66TR6ZU5"],"itemData":{"id":417,"type":"article-journal","abstract":"From the late 15th century, the Portuguese created a far-flung political, religious and economic network in maritime Asia, where Portuguese men often married Asian or mixed-blood women who were Catholic by birth or conversion. The resulting mestiço groups constituted a ubiquitous and important presence in Portuguese Asia for hundreds of years, as they became instrumental in maintaining relations with indigenous Asian societies. One interesting case is the Topasses or black Portuguese population on Timor, which enjoyed a pivotal role on the island in the 17th and 18th centuries.","language":"en","note":"publisher: IIAS, Leiden","source":"scholarlypublications.universiteitleiden.nl","title":"Colonial or indigenous rule? The black Portuguese of Timor in the 17th and 18th centuries","title-short":"Colonial or indigenous rule?","URL":"https://hdl.handle.net/1887/12515","author":[{"family":"Hägerdal","given":"H."}],"accessed":{"date-parts":[["2024",12,10]]},"issued":{"date-parts":[["2007"]]}}}],"schema":"https://github.com/citation-style-language/schema/raw/master/csl-citation.json"}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(Hägerdal, 2007)</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Based on the context of power dynamics in the Flores region, especially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in the pre-colonial period to the early modern period, it is related to the concept of a grand strategy. In this </w:t>
      </w:r>
      <w:proofErr w:type="gramStart"/>
      <w:r w:rsidRPr="000A1764">
        <w:rPr>
          <w:rFonts w:ascii="Calibri Light" w:hAnsi="Calibri Light" w:cs="Calibri Light"/>
          <w:sz w:val="24"/>
          <w:szCs w:val="24"/>
        </w:rPr>
        <w:t>period</w:t>
      </w:r>
      <w:proofErr w:type="gramEnd"/>
      <w:r w:rsidRPr="000A1764">
        <w:rPr>
          <w:rFonts w:ascii="Calibri Light" w:hAnsi="Calibri Light" w:cs="Calibri Light"/>
          <w:sz w:val="24"/>
          <w:szCs w:val="24"/>
        </w:rPr>
        <w:t xml:space="preserve"> it can be said that diplomacy and military power can influence the constitutional system, goals and continuity of power of a country. Therefore, building alliances with local elites and rulers could benefit both the Portuguese and the VOC. Especially in terms of power, politics and economics related to the sandalwood commodity in the Timor Coastal region. </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On the other hand, local rulers and elites in the region also gained economic benefits, military protection and political position from relations with the Portuguese and the VOC at that time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{"citationID":"jp4FEy4b","properties":{"formattedCitation":"(H\\uc0\\u228{}gerdal, 2012)","plainCitation":"(Hägerdal, 2012)","noteIndex":0},"citationItems":[{"id":"sYoH7Wzu/6tZzGPdw","uris":["http://zotero.org/users/local/tMg75FXv/items/B8L38QN5"],"itemData":{"id":398,"type":"book","abstract":"European traders and soldiers established a foothold on Timor in the course of the seventeenth century, motivated by the quest for the commercially vital sandalwood and the intense competition between the Dutch and the Portuguese. &lt;i&gt;Lords of the Land, Lords of the Sea&lt;/i&gt; focuses on two centuries of contacts between the indigenous polities on Timor and the early colonials, and covers the period 1600-1800.","publisher":"Brill","source":"JSTOR","title":"Lords of the Land, Lords of the Sea: Conflict and Adaptation in Early Colonial Timor, 1600-1800","title-short":"Lords of the Land, Lords of the Sea","URL":"https://www.jstor.org/stable/10.1163/j.ctt1w8h178","author":[{"family":"Hägerdal","given":"Hans"}],"accessed":{"date-parts":[["2024",12,9]]},"issued":{"date-parts":[["2012"]]}}}],"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(Hägerdal, 2012)</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This was also influenced by the role and position of the King in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who was very strong so that he was able to establish diplomatic relations, build trade networks, mobilize military forces and declare war with local and foreign competitors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{"citationID":"DTwGBv1W","properties":{"formattedCitation":"(Barnes, 2008b)","plainCitation":"(Barnes, 2008b)","noteIndex":0},"citationItems":[{"id":"sYoH7Wzu/HEJrHXcW","uris":["http://zotero.org/users/local/tMg75FXv/items/C26NPLBX"],"itemData":{"id":386,"type":"article-journal","abstract":"Pitt-Rivers notes that the stranger is dangerous and sacred because he belongs to an extraordinary world and must be \"socialised, that is to say secularized, a process which necessarily involves inversion.\" A striking feature of the traditional histories of several local state structures in eastern Indonesia is how often they maintained ruling authority is in the hands of persons whose ancestors came as strangers and successfully became absorbed into the local communities, often by means of just this sort of inversion. Another recurring pattern is that of the outsider taking active leadership, while indigenous authority remains relatively immobile. This essay looks at several examples on Timor and Flores of attempts to cope with the disjunction of status and power, such as Dumont attributed to India, and with the constructive dilemma of how to combine legitimacy of authority with the prestige of the stranger.","container-title":"Anthropos","ISSN":"0257-9774","issue":"2","note":"publisher: Anthropos Institut","page":"343-353","source":"JSTOR","title":"The Power of Strangers in Flores and Timor","volume":"103","author":[{"family":"Barnes","given":"R. H."}],"issued":{"date-parts":[["2008"]]}}}],"schema":"https://github.com/citation-style-language/schema/raw/master/csl-citation.json"}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(Barnes, 2008b)</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peak of the alliance between the Kingdom of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and the Portuguese occurred during the reign of King Dom Lorenzo Diaz Vieira Godinho I in 1831. King Dom Lorenzo Diaz Vieira Godinho also had the title of Portuguese Colonel. During his reign, this king required his people to speak Portuguese and </w:t>
      </w:r>
      <w:proofErr w:type="spellStart"/>
      <w:r w:rsidRPr="000A1764">
        <w:rPr>
          <w:rFonts w:ascii="Calibri Light" w:hAnsi="Calibri Light" w:cs="Calibri Light"/>
          <w:sz w:val="24"/>
          <w:szCs w:val="24"/>
        </w:rPr>
        <w:t>Lamaholot</w:t>
      </w:r>
      <w:proofErr w:type="spellEnd"/>
      <w:r w:rsidRPr="000A1764">
        <w:rPr>
          <w:rFonts w:ascii="Calibri Light" w:hAnsi="Calibri Light" w:cs="Calibri Light"/>
          <w:sz w:val="24"/>
          <w:szCs w:val="24"/>
        </w:rPr>
        <w:t xml:space="preserve">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{"citationID":"1QnHsM46","properties":{"formattedCitation":"(Barnes, 2008b)","plainCitation":"(Barnes, 2008b)","noteIndex":0},"citationItems":[{"id":"sYoH7Wzu/HEJrHXcW","uris":["http://zotero.org/users/local/tMg75FXv/items/C26NPLBX"],"itemData":{"id":386,"type":"article-journal","abstract":"Pitt-Rivers notes that the stranger is dangerous and sacred because he belongs to an extraordinary world and must be \"socialised, that is to say secularized, a process which necessarily involves inversion.\" A striking feature of the traditional histories of several local state structures in eastern Indonesia is how often they maintained ruling authority is in the hands of persons whose ancestors came as strangers and successfully became absorbed into the local communities, often by means of just this sort of inversion. Another recurring pattern is that of the outsider taking active leadership, while indigenous authority remains relatively immobile. This essay looks at several examples on Timor and Flores of attempts to cope with the disjunction of status and power, such as Dumont attributed to India, and with the constructive dilemma of how to combine legitimacy of authority with the prestige of the stranger.","container-title":"Anthropos","ISSN":"0257-9774","issue":"2","note":"publisher: Anthropos Institut","page":"343-353","source":"JSTOR","title":"The Power of Strangers in Flores and Timor","volume":"103","author":[{"family":"Barnes","given":"R. H."}],"issued":{"date-parts":[["2008"]]}}}],"schema":"https://github.com/citation-style-language/schema/raw/master/csl-citation.json"}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(Barnes, 2008b)</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However, during the reign of King Dom Lorenzo Diaz Viera Godinho II in 1887-1904,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experienced a decline caused by the lack of capacity of the leader or King, internal and external conflicts and the unstable political system of government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{"citationID":"8UcDbtuq","properties":{"formattedCitation":"(Barnes, 2008a)","plainCitation":"(Barnes, 2008a)","noteIndex":0},"citationItems":[{"id":"sYoH7Wzu/CYl09Ql3","uris":["http://zotero.org/users/local/tMg75FXv/items/SCZDT78F"],"itemData":{"id":412,"type":"article-journal","container-title":"I I A S N E W S L E T T E R","language":"en","source":"Zotero","title":"Raja Lorenzo II A Catholic kingdom in the Dutch East Indies","author":[{"family":"Barnes","given":"R H"}],"issued":{"date-parts":[["2008"]]}}}],"schema":"https://github.com/citation-style-language/schema/raw/master/csl-citation.json"}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(Barnes, 2008a)</w:t>
      </w:r>
      <w:r w:rsidRPr="000A1764">
        <w:rPr>
          <w:rFonts w:ascii="Calibri Light" w:hAnsi="Calibri Light" w:cs="Calibri Light"/>
          <w:sz w:val="24"/>
          <w:szCs w:val="24"/>
        </w:rPr>
        <w:fldChar w:fldCharType="end"/>
      </w:r>
      <w:r w:rsidRPr="000A1764">
        <w:rPr>
          <w:rFonts w:ascii="Calibri Light" w:hAnsi="Calibri Light" w:cs="Calibri Light"/>
          <w:sz w:val="24"/>
          <w:szCs w:val="24"/>
        </w:rPr>
        <w:t xml:space="preserve">. </w:t>
      </w:r>
    </w:p>
    <w:p w:rsidR="000A1764" w:rsidRPr="000A1764" w:rsidRDefault="000A1764" w:rsidP="000A1764">
      <w:pPr>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The golden age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ended in 1859 when the Portuguese were forced to cede Flores to the Dutch after lengthy negotiations. The Dutch wanted Flores because they saw its economic and strategic potential as a trade route for spices and sandalwood. The Dutch then took over the government of the </w:t>
      </w:r>
      <w:proofErr w:type="spellStart"/>
      <w:r w:rsidRPr="000A1764">
        <w:rPr>
          <w:rFonts w:ascii="Calibri Light" w:hAnsi="Calibri Light" w:cs="Calibri Light"/>
          <w:sz w:val="24"/>
          <w:szCs w:val="24"/>
        </w:rPr>
        <w:t>Larantuka</w:t>
      </w:r>
      <w:proofErr w:type="spellEnd"/>
      <w:r w:rsidRPr="000A1764">
        <w:rPr>
          <w:rFonts w:ascii="Calibri Light" w:hAnsi="Calibri Light" w:cs="Calibri Light"/>
          <w:sz w:val="24"/>
          <w:szCs w:val="24"/>
        </w:rPr>
        <w:t xml:space="preserve"> Kingdom and turned it into a regency led by a Dutch resident </w:t>
      </w:r>
      <w:r w:rsidRPr="000A1764">
        <w:rPr>
          <w:rFonts w:ascii="Calibri Light" w:hAnsi="Calibri Light" w:cs="Calibri Light"/>
          <w:sz w:val="24"/>
          <w:szCs w:val="24"/>
        </w:rPr>
        <w:fldChar w:fldCharType="begin"/>
      </w:r>
      <w:r w:rsidR="00956ECE">
        <w:rPr>
          <w:rFonts w:ascii="Calibri Light" w:hAnsi="Calibri Light" w:cs="Calibri Light"/>
          <w:sz w:val="24"/>
          <w:szCs w:val="24"/>
        </w:rPr>
        <w:instrText xml:space="preserve"> ADDIN ZOTERO_ITEM CSL_CITATION {"citationID":"AxCOtPjq","properties":{"formattedCitation":"(Pradjoko &amp; Kartika, 2014)","plainCitation":"(Pradjoko &amp; Kartika, 2014)","noteIndex":0},"citationItems":[{"id":"sYoH7Wzu/NR1ReQLZ","uris":["http://zotero.org/users/local/tMg75FXv/items/NVMLJFCK"],"itemData":{"id":414,"type":"book","abstract":"History of shipping and trade at Savu sea, Indonesia in the 18th century to the beginning of 20th century.","ISBN":"978-602-273-001-9","language":"id","note":"Google-Books-ID: AdbVoAEACAAJ","number-of-pages":"340","publisher":"Wedatama Widyasastra","source":"Google Books","title":"Pelayaran dan perdagangan kawasan Laut Sawu: abad ke-18-awal abad ke-20","title-short":"Pelayaran dan perdagangan kawasan Laut Sawu","author":[{"family":"Pradjoko","given":"Didik"},{"family":"Kartika","given":"Friska Indah"}],"issued":{"date-parts":[["2014"]]}}}],"schema":"https://github.com/citation-style-language/schema/raw/master/csl-citation.json"} </w:instrText>
      </w:r>
      <w:r w:rsidRPr="000A1764">
        <w:rPr>
          <w:rFonts w:ascii="Calibri Light" w:hAnsi="Calibri Light" w:cs="Calibri Light"/>
          <w:sz w:val="24"/>
          <w:szCs w:val="24"/>
        </w:rPr>
        <w:fldChar w:fldCharType="separate"/>
      </w:r>
      <w:r w:rsidRPr="000A1764">
        <w:rPr>
          <w:rFonts w:ascii="Calibri Light" w:hAnsi="Calibri Light" w:cs="Calibri Light"/>
          <w:sz w:val="24"/>
          <w:szCs w:val="24"/>
        </w:rPr>
        <w:t>(Pradjoko &amp; Kartika, 2014)</w:t>
      </w:r>
      <w:r w:rsidRPr="000A1764">
        <w:rPr>
          <w:rFonts w:ascii="Calibri Light" w:hAnsi="Calibri Light" w:cs="Calibri Light"/>
          <w:sz w:val="24"/>
          <w:szCs w:val="24"/>
        </w:rPr>
        <w:fldChar w:fldCharType="end"/>
      </w:r>
      <w:r w:rsidRPr="000A1764">
        <w:rPr>
          <w:rFonts w:ascii="Calibri Light" w:hAnsi="Calibri Light" w:cs="Calibri Light"/>
          <w:sz w:val="24"/>
          <w:szCs w:val="24"/>
        </w:rPr>
        <w:t>.</w:t>
      </w:r>
    </w:p>
    <w:p w:rsidR="000A1764" w:rsidRPr="00122F5F" w:rsidRDefault="000A1764"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0A1764" w:rsidRPr="000A1764" w:rsidRDefault="000A1764" w:rsidP="000A1764">
      <w:pPr>
        <w:pStyle w:val="ListParagraph"/>
        <w:spacing w:before="120" w:after="120"/>
        <w:ind w:left="440" w:right="-1" w:hanging="14"/>
        <w:jc w:val="both"/>
        <w:rPr>
          <w:rFonts w:ascii="Calibri Light" w:hAnsi="Calibri Light" w:cs="Calibri Light"/>
          <w:sz w:val="24"/>
          <w:szCs w:val="24"/>
        </w:rPr>
      </w:pPr>
      <w:r w:rsidRPr="000A1764">
        <w:rPr>
          <w:rFonts w:ascii="Calibri Light" w:hAnsi="Calibri Light" w:cs="Calibri Light"/>
          <w:sz w:val="24"/>
          <w:szCs w:val="24"/>
        </w:rPr>
        <w:t xml:space="preserve">In conclusion, the rise and decline of the Larantuka Kingdom can be attributed to a complex interplay of political and economic factors. Politically, the kingdom's strategic alliances with colonial powers such as the Portuguese initially bolstered its influence in the region, granting it access to vital trade routes and protection from rival powers. However, over time, these same alliances became detrimental, as the growing dominance of external forces weakened Larantuka’s sovereignty and autonomy. Economically, the kingdom's prosperity was deeply tied to its role as a trade hub, particularly in the sandalwood and </w:t>
      </w:r>
      <w:r w:rsidRPr="000A1764">
        <w:rPr>
          <w:rFonts w:ascii="Calibri Light" w:hAnsi="Calibri Light" w:cs="Calibri Light"/>
          <w:sz w:val="24"/>
          <w:szCs w:val="24"/>
        </w:rPr>
        <w:lastRenderedPageBreak/>
        <w:t>spice trades. Yet, as global trade dynamics shifted and competition intensified, Larantuka's economic base eroded, leading to its gradual decline. The kingdom’s inability to adapt to these changing conditions both politically and economically eventually culminated in its diminished influence and eventual absorption into broader colonial structures. Thus, the history of the Larantuka Kingdom underscores the profound impact of external pressures and internal limitations on the fate of Southeast Asian polities during the colonial era.</w:t>
      </w:r>
    </w:p>
    <w:p w:rsidR="006B0510" w:rsidRPr="00122F5F" w:rsidRDefault="000A1764" w:rsidP="000A1764">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0A1764">
        <w:rPr>
          <w:rFonts w:ascii="Calibri Light" w:hAnsi="Calibri Light" w:cs="Calibri Light"/>
          <w:sz w:val="24"/>
          <w:szCs w:val="24"/>
        </w:rPr>
        <w:t>The rise and decline of the Larantuka Kingdom is related to the concept of grand strategy theory. Conceptually, this theory can be used to analyze the success and failure of power in a country. The state power depends on non-military and military elements integrated through state policy. State policy has an impact on the achievement of state goals but also depends on the capacity of state leaders. This strategy aims to maintain power and gain economic benefits through diplomacy and strengthening the state system with the help of military forces. The concept of this grand strategy is indirectly found in the traditional state system of the Larantuka Kingdom and has an impact on the dynamics of power and the influence and goals of this kingdom in the economic-political and military fields during the period of its emergence to its destruction.</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0B0707" w:rsidRDefault="00F369EC" w:rsidP="00F369EC">
      <w:pPr>
        <w:spacing w:line="240" w:lineRule="atLeast"/>
        <w:rPr>
          <w:rFonts w:ascii="Calibri Light" w:hAnsi="Calibri Light" w:cs="Calibri Light"/>
          <w:b/>
          <w:color w:val="FF0000"/>
          <w:sz w:val="24"/>
          <w:szCs w:val="24"/>
        </w:rPr>
      </w:pPr>
      <w:r w:rsidRPr="000B0707">
        <w:rPr>
          <w:rFonts w:ascii="Calibri Light" w:hAnsi="Calibri Light" w:cs="Calibri Light"/>
          <w:b/>
          <w:sz w:val="24"/>
          <w:szCs w:val="24"/>
          <w:lang w:val="id-ID"/>
        </w:rPr>
        <w:t>V.</w:t>
      </w:r>
      <w:r w:rsidRPr="000B0707">
        <w:rPr>
          <w:rFonts w:ascii="Calibri Light" w:hAnsi="Calibri Light" w:cs="Calibri Light"/>
          <w:b/>
          <w:color w:val="7030A0"/>
          <w:sz w:val="24"/>
          <w:szCs w:val="24"/>
          <w:lang w:val="id-ID"/>
        </w:rPr>
        <w:t xml:space="preserve">  </w:t>
      </w:r>
      <w:r w:rsidR="00781D8B" w:rsidRPr="000B0707">
        <w:rPr>
          <w:rFonts w:ascii="Calibri Light" w:hAnsi="Calibri Light" w:cs="Calibri Light"/>
          <w:b/>
          <w:color w:val="7030A0"/>
          <w:sz w:val="24"/>
          <w:szCs w:val="24"/>
        </w:rPr>
        <w:t xml:space="preserve"> </w:t>
      </w:r>
      <w:r w:rsidR="00741058" w:rsidRPr="000B0707">
        <w:rPr>
          <w:rFonts w:ascii="Calibri Light" w:hAnsi="Calibri Light" w:cs="Calibri Light"/>
          <w:b/>
          <w:sz w:val="24"/>
          <w:szCs w:val="24"/>
        </w:rPr>
        <w:t>ACKNOWLEDGEMENTS</w:t>
      </w:r>
    </w:p>
    <w:p w:rsidR="00741058" w:rsidRDefault="000B4A2D" w:rsidP="006C0DD1">
      <w:pPr>
        <w:pStyle w:val="ListParagraph"/>
        <w:spacing w:before="120" w:after="120" w:line="240" w:lineRule="auto"/>
        <w:ind w:left="440" w:right="-1" w:hanging="14"/>
        <w:contextualSpacing w:val="0"/>
        <w:jc w:val="both"/>
        <w:rPr>
          <w:rFonts w:asciiTheme="minorHAnsi" w:hAnsiTheme="minorHAnsi" w:cstheme="minorHAnsi"/>
          <w:color w:val="000000"/>
          <w:sz w:val="24"/>
          <w:szCs w:val="24"/>
        </w:rPr>
      </w:pPr>
      <w:r w:rsidRPr="006C0DD1">
        <w:rPr>
          <w:rFonts w:asciiTheme="minorHAnsi" w:hAnsiTheme="minorHAnsi" w:cstheme="minorHAnsi"/>
          <w:color w:val="231F20"/>
          <w:sz w:val="24"/>
          <w:szCs w:val="24"/>
        </w:rPr>
        <w:t xml:space="preserve">The authors thank </w:t>
      </w:r>
      <w:r w:rsidRPr="006C0DD1">
        <w:rPr>
          <w:rFonts w:asciiTheme="minorHAnsi" w:hAnsiTheme="minorHAnsi" w:cstheme="minorHAnsi"/>
          <w:i/>
          <w:iCs/>
          <w:color w:val="231F20"/>
          <w:sz w:val="24"/>
          <w:szCs w:val="24"/>
        </w:rPr>
        <w:t>Direktorat Riset Teknologi dan Pengabdian Kepada Masyarakat, Kementerian Pendidikan Tinggi Sains dan Teknologi</w:t>
      </w:r>
      <w:r w:rsidRPr="006C0DD1">
        <w:rPr>
          <w:rFonts w:asciiTheme="minorHAnsi" w:hAnsiTheme="minorHAnsi" w:cstheme="minorHAnsi"/>
          <w:color w:val="231F20"/>
          <w:sz w:val="24"/>
          <w:szCs w:val="24"/>
        </w:rPr>
        <w:t xml:space="preserve"> (Directorate of Research Technology and Social Empowerment</w:t>
      </w:r>
      <w:r w:rsidR="006C0DD1" w:rsidRPr="006C0DD1">
        <w:rPr>
          <w:rFonts w:asciiTheme="minorHAnsi" w:hAnsiTheme="minorHAnsi" w:cstheme="minorHAnsi"/>
          <w:color w:val="231F20"/>
          <w:sz w:val="24"/>
          <w:szCs w:val="24"/>
        </w:rPr>
        <w:t xml:space="preserve">, Indonesian Ministry of Higher Education, Science, and Technology) </w:t>
      </w:r>
      <w:r w:rsidRPr="006C0DD1">
        <w:rPr>
          <w:rFonts w:asciiTheme="minorHAnsi" w:hAnsiTheme="minorHAnsi" w:cstheme="minorHAnsi"/>
          <w:color w:val="231F20"/>
          <w:sz w:val="24"/>
          <w:szCs w:val="24"/>
        </w:rPr>
        <w:t xml:space="preserve">for the funding under the research scheme of </w:t>
      </w:r>
      <w:r w:rsidR="006C0DD1" w:rsidRPr="006C0DD1">
        <w:rPr>
          <w:rFonts w:asciiTheme="minorHAnsi" w:hAnsiTheme="minorHAnsi" w:cstheme="minorHAnsi"/>
          <w:i/>
          <w:iCs/>
          <w:color w:val="231F20"/>
          <w:sz w:val="24"/>
          <w:szCs w:val="24"/>
        </w:rPr>
        <w:t>Penelitian Fundamental Reguler</w:t>
      </w:r>
      <w:r w:rsidR="006C0DD1" w:rsidRPr="006C0DD1">
        <w:rPr>
          <w:rFonts w:asciiTheme="minorHAnsi" w:hAnsiTheme="minorHAnsi" w:cstheme="minorHAnsi"/>
          <w:color w:val="231F20"/>
          <w:sz w:val="24"/>
          <w:szCs w:val="24"/>
        </w:rPr>
        <w:t xml:space="preserve"> 2024 (The 2024 Regular Fundamental Research)</w:t>
      </w:r>
      <w:r w:rsidRPr="006C0DD1">
        <w:rPr>
          <w:rFonts w:asciiTheme="minorHAnsi" w:hAnsiTheme="minorHAnsi" w:cstheme="minorHAnsi"/>
          <w:color w:val="231F20"/>
          <w:sz w:val="24"/>
          <w:szCs w:val="24"/>
        </w:rPr>
        <w:t xml:space="preserve">. This funding </w:t>
      </w:r>
      <w:r w:rsidR="006C0DD1" w:rsidRPr="006C0DD1">
        <w:rPr>
          <w:rFonts w:asciiTheme="minorHAnsi" w:hAnsiTheme="minorHAnsi" w:cstheme="minorHAnsi"/>
          <w:color w:val="231F20"/>
          <w:sz w:val="24"/>
          <w:szCs w:val="24"/>
        </w:rPr>
        <w:t xml:space="preserve">also </w:t>
      </w:r>
      <w:r w:rsidRPr="006C0DD1">
        <w:rPr>
          <w:rFonts w:asciiTheme="minorHAnsi" w:hAnsiTheme="minorHAnsi" w:cstheme="minorHAnsi"/>
          <w:color w:val="231F20"/>
          <w:sz w:val="24"/>
          <w:szCs w:val="24"/>
        </w:rPr>
        <w:t>allows the authors to conduct research entitled “</w:t>
      </w:r>
      <w:r w:rsidR="006C0DD1" w:rsidRPr="006C0DD1">
        <w:rPr>
          <w:rFonts w:asciiTheme="minorHAnsi" w:hAnsiTheme="minorHAnsi" w:cstheme="minorHAnsi"/>
          <w:sz w:val="24"/>
          <w:szCs w:val="24"/>
        </w:rPr>
        <w:t>Negara Tradisional di Nusa Tenggara: Studi Komparasi Kerajaaan di Lombok dan Larantuka” (Traditional States in the Lesser Sunda Islands: Comparative Studies on the Kingdoms of Lombok and Larantuka).</w:t>
      </w:r>
      <w:r w:rsidRPr="006C0DD1">
        <w:rPr>
          <w:rFonts w:asciiTheme="minorHAnsi" w:hAnsiTheme="minorHAnsi" w:cstheme="minorHAnsi"/>
          <w:color w:val="000000"/>
          <w:sz w:val="24"/>
          <w:szCs w:val="24"/>
        </w:rPr>
        <w:t>. It also facilitates the authors</w:t>
      </w:r>
      <w:r w:rsidR="006C0DD1" w:rsidRPr="006C0DD1">
        <w:rPr>
          <w:rFonts w:asciiTheme="minorHAnsi" w:hAnsiTheme="minorHAnsi" w:cstheme="minorHAnsi"/>
          <w:color w:val="000000"/>
          <w:sz w:val="24"/>
          <w:szCs w:val="24"/>
        </w:rPr>
        <w:t>’</w:t>
      </w:r>
      <w:r w:rsidRPr="006C0DD1">
        <w:rPr>
          <w:rFonts w:asciiTheme="minorHAnsi" w:hAnsiTheme="minorHAnsi" w:cstheme="minorHAnsi"/>
          <w:color w:val="000000"/>
          <w:sz w:val="24"/>
          <w:szCs w:val="24"/>
        </w:rPr>
        <w:t xml:space="preserve"> publi</w:t>
      </w:r>
      <w:r w:rsidR="006C0DD1" w:rsidRPr="006C0DD1">
        <w:rPr>
          <w:rFonts w:asciiTheme="minorHAnsi" w:hAnsiTheme="minorHAnsi" w:cstheme="minorHAnsi"/>
          <w:color w:val="000000"/>
          <w:sz w:val="24"/>
          <w:szCs w:val="24"/>
        </w:rPr>
        <w:t>cation of</w:t>
      </w:r>
      <w:r w:rsidRPr="006C0DD1">
        <w:rPr>
          <w:rFonts w:asciiTheme="minorHAnsi" w:hAnsiTheme="minorHAnsi" w:cstheme="minorHAnsi"/>
          <w:color w:val="000000"/>
          <w:sz w:val="24"/>
          <w:szCs w:val="24"/>
        </w:rPr>
        <w:t xml:space="preserve"> this paper.</w:t>
      </w:r>
    </w:p>
    <w:p w:rsidR="006C0DD1" w:rsidRPr="006C0DD1" w:rsidRDefault="006C0DD1" w:rsidP="006C0DD1">
      <w:pPr>
        <w:pStyle w:val="ListParagraph"/>
        <w:spacing w:before="120" w:after="120" w:line="240" w:lineRule="auto"/>
        <w:ind w:left="440" w:right="-1" w:hanging="14"/>
        <w:contextualSpacing w:val="0"/>
        <w:jc w:val="both"/>
        <w:rPr>
          <w:rFonts w:ascii="Calibri Light" w:hAnsi="Calibri Light" w:cs="Calibri Light"/>
          <w:color w:val="A6A6A6"/>
          <w:sz w:val="24"/>
          <w:szCs w:val="24"/>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fldChar w:fldCharType="begin"/>
      </w:r>
      <w:r w:rsidRPr="00956ECE">
        <w:rPr>
          <w:rFonts w:ascii="Calibri Light" w:hAnsi="Calibri Light" w:cs="Calibri Light"/>
          <w:sz w:val="24"/>
          <w:szCs w:val="24"/>
        </w:rPr>
        <w:instrText xml:space="preserve"> ADDIN ZOTERO_BIBL {"uncited":[],"omitted":[],"custom":[]} CSL_BIBLIOGRAPHY </w:instrText>
      </w:r>
      <w:r w:rsidRPr="00956ECE">
        <w:rPr>
          <w:rFonts w:ascii="Calibri Light" w:hAnsi="Calibri Light" w:cs="Calibri Light"/>
          <w:sz w:val="24"/>
          <w:szCs w:val="24"/>
        </w:rPr>
        <w:fldChar w:fldCharType="separate"/>
      </w:r>
      <w:r w:rsidRPr="00956ECE">
        <w:rPr>
          <w:rFonts w:ascii="Calibri Light" w:hAnsi="Calibri Light" w:cs="Calibri Light"/>
          <w:sz w:val="24"/>
          <w:szCs w:val="24"/>
        </w:rPr>
        <w:t>Abdurachman, P. R. (2008). Bunga Angin Portugis di Nusantara: Jejak-jejak Kebudayaan Portugis di Nusantara. Yayasan Pustaka Obor Indonesia.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Adil, B. bin. (1974). The History of Malacca During the Period of the Malay Sultanate. Dewan Bahasa Dan Pustaka, Kementerian Pelajaran Malaysia.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Agatha, A. (2016). Traditional Wisdom in Land Use and Resource Management Among the Lugbara of Uganda: A Historical Perspective. Sage Open, 6(3), 2158244016664562. https://doi.org/10.1177/2158244016664562</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Andaya. (1993). The World of Maluku: Eastern Indonesia in the Early Modern Period. University of Hawaii Press.</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 xml:space="preserve">Andaya, L. Y. (2010). The ‘informal Portuguese empire’ and the Topasses in the Solor archipelago and Timor in the seventeenth and eighteenth centuries. Journal of </w:t>
      </w:r>
      <w:r w:rsidRPr="00956ECE">
        <w:rPr>
          <w:rFonts w:ascii="Calibri Light" w:hAnsi="Calibri Light" w:cs="Calibri Light"/>
          <w:sz w:val="24"/>
          <w:szCs w:val="24"/>
        </w:rPr>
        <w:lastRenderedPageBreak/>
        <w:t>Southeast Asian Studies, 41(3), 391–420. https://doi.org/10.1017/S002246341000024X</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Aritonang, J. S., &amp; Steenbrink, K. A. (2008). A History of Christianity in Indonesia. BRILL.</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Barnes, R. H. (1982). The Majapahit dependency Galiyao. https://doi.org/10.1163/22134379-90003461</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Barnes, R. H. (1987). Weaving and non‐weaving among the Lamaholot. Indonesia Circle. https://www.tandfonline.com/doi/abs/10.1080/03062848708729658</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Barnes, R. H. (2005). Hongi Hinga and its implications; A war of colonial consolidation in the Timor residence in 1904. https://doi.org/10.1163/22134379-90003713</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Barnes, R. H. (2008a). Raja Lorenzo II A Catholic kingdom in the Dutch East Indies. I I A S N E W S L E T T E R.</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Barnes, R. H. (2008b). The Power of Strangers in Flores and Timor. Anthropos, 103(2), 343–353.</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Barnes, R. H. (2009). A temple, a mission, and a war: Jesuit missionaries and local culture in East Flores in the nineteenth century. Bijdragen Tot de Taal-, Land- En Volkenkunde, 165(1), 32–61.</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Boxer, C. R. (1968). Fidalgos in the Far East 1550-1770. Oxford U.P.</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Carta de Pedro de Faria, capitão de Malaca, ao rei D. João III, sobre a fortaleza de Malaca, sobre Banda, Molucas e outros assuntos. (1517). Arquivo Nacional da Torre do Tombo. https://digitarq.arquivos.pt/viewer?id=4509584</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Carta de Rui de Brito Patalim, capitão de Malaca, para Afonso de Albuquerque, governador das Índias, sobre a situação de Malaca. (1514). Arquivo Nacional da Torre do Tombo. https://digitarq.arquivos.pt/viewer?id=3768897</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Carta do Padre Baltasar Dias ao Padre Provincial da India, Malaca. (1559). DPHMPPOI.</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Cribb, R. B., &amp; Kahin, A. (2004). Historical Dictionary of Indonesia. Scarecrow Press.</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de Graaf, H. J., &amp; Pigeaud, T. G. T. (1985). Kerajaan-Kerajaan Islam di Jawa: Peralihan dari Majapahit ke Mataram. http://archive.org/details/de-graaf-kerajaan-islam-di-jawa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Dilley, A. (2013). The Politics of Commerce: The Congress of Chambers of Commerce of the Empire, 1886-1914. Sage Open, 3(4), 2158244013510304. https://doi.org/10.1177/2158244013510304</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Elius, M., Khan, I., Mohd Nor, M. R., Muneem, A., Mansor, F., &amp; Yakub @ Zulkifli Bin Mohd Yusoff, M. (2020). Muslim Treatment of Other Religions in Medieval Bengal. Sage Open, 10(4), 2158244020970546. https://doi.org/10.1177/2158244020970546</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Hägerdal, H. (2007). Colonial or indigenous rule? The black Portuguese of Timor in the 17th and 18th centuries. https://hdl.handle.net/1887/12515</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lastRenderedPageBreak/>
        <w:t>Hägerdal, H. (2012). Lords of the Land, Lords of the Sea: Conflict and Adaptation in Early Colonial Timor, 1600-1800. Brill. https://www.jstor.org/stable/10.1163/j.ctt1w8h178</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Hall, K. R. (1985). Maritime Trade and State Development in Early Southeast Asia. University of Hawaii Press.</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Hashim, M. Y. (1989). Kesultanan Melayu Melaka: Kajian Beberapa Aspek Tentang Melaka Pada Abad Ke 15 Dan Abad Ke 16 Dalam Sejarah Malaysia. Dewan Bahasa dan Pustaka, Kementerian Pelajaran Malaysia.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Herlina, N. (2020). Metode Sejarah. Satya Historika.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Heuken, A. (2002). Be My Witness to the Ends of the Earth!: The Catholic Church in Indonesia Before the 19th Century. Cipta Loka Caraka.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Hurit, S. (2015). Kumpulan cerita rakyat Flores Timur (Lamaholot). Penerbit Nusa Indah.</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Jebarus, E. (2017). Sejarah Keuskupan Larantuka. Ledalero.</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Kebingin, B. Y., &amp; Martasudjita, E. (2022). A Local Wisdom in East Flores and the Shift: The Transition of the Lamaholot Religion to the Catholic Religion. Advances in Social Sciences Research Journal, 9(2), Article 2. https://doi.org/10.14738/assrj.92.11747</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Kerans, H. (2016). Metafora Tradisi Lisan Tutur Sejarah Lamaholot, Tradisi Lisan Masyarakat Flores Timur dan Lembata. Nusa Indah.</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Lobato, M. (1999). Política e comércio dos portugueses na insulíndia: Malaca e as Molucas de 1575 a 1605. Instituto Português do Oriente.</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Lombard, D. (1986). Kerajaan Aceh: Jaman Sultan Iskandar Muda,1607-1636. Balai Pustaka.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Manggala, P. U. (2013). The Mandala Culture of Anarchy: The Pre-Colonial Southeast Asian International Society. JAS (Journal of ASEAN Studies), 1(1), 1. https://doi.org/10.21512/jas.v1i1.764</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Maran, O. C. D., Santosa, H., &amp; Ernawati, J. (2022). Citra Destinasi Wisata Religi Berdasarkan Pengalaman Wisata pada Prosesi Semana Santa di Kota Larantuka. Journal on Education, 5(1), Article 1. https://doi.org/10.31004/joe.v5i1.688</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Matos, A. T. D. (1995). Portugal on the Seaway to Spices (First Edition). Imrensa Nacional-Casa Da Moeda.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Meilink-Roelofsz, M. A. P. (1962). Asian Trade and European Influence: In the Indonesian Archipelago between 1500 and about 1630. Springer Netherlands. https://doi.org/10.1007/978-94-011-8850-0</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Meilink-Roelofsz, M. A. P. (2016). PERSAINGAN EROPA DAN ASIA DI NUSANTARA: Sejarah Perniagaan 1500-1630 (1st ed.). Komunitas Bambu.</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lastRenderedPageBreak/>
        <w:t>Munandar, A. A. (2020). Majapahit and the Contemporary Kingdoms: Interactions and Views. Berkala Arkeologi, 40(1), Article 1. https://doi.org/10.30883/jba.v40i1.522</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Onea, T. A. (2020). The Grand Strategies of Great Powers. Routledge. https://doi.org/10.4324/9781315268378</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Pinto, F. M. (1829). Peregrinação de Fernão Mendez Pinto. Typographia Rollandiana.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Pires, T. (with McGill University Library). (1944). The Suma oriental of Tomé Pires: An account of the East, from the Red Sea to Japan, written in Malacca and India in 1512-1515 ; and, the book of Francisco Rodrigues, rutter of a voyage in the Red Sea, nautical rules, almanack and maps, written and drawn in the East before 1515. London : The Hakluyt Society. http://archive.org/details/McGillLibrary-136385-182</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Pradjoko, D. (2017). From Stranded Praos ‘up to’ People Trailed by the Sea Stream: A Study about the Maritime Oral Tradition as a Source in the Writing about the Migration History in the Region of the Sawu Sea in the Lesser Sunda Islands. Journal of Maritime Studies and National Integration, 1(2), 78–94.</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Pradjoko, D., &amp; Kartika, F. I. (2014). Pelayaran dan perdagangan kawasan Laut Sawu: Abad ke-18-awal abad ke-20. Wedatama Widyasastra.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Ricklefs, M. C. (2007). Sejarah Indonesia Modern 1200-2004 (Third). PT. Serambi Ilmu Semesta.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Samingan, S., &amp; Roe, Y. T. (2021). KEDATANGAN BANGSA PORTUGIS: BERDAGANG DAN MENYEBARKAN AGAMA KATOLIK DI NUSA TENGGARA TIMUR. Historis : Jurnal Kajian, Penelitian Dan Pengembangan Pendidikan Sejarah, 6(1), 18–24. https://doi.org/10.31764/historis.v6i1.4441</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Shellabear, W. G. (1989). Sejarah Melayu / diusahakan oleh W. G. Shellabear. Fajar Bakti.</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Smith, R. B. (1970). The First Age of the Portuguese Embassies, Navigations and Peregrinations in Persia (1507-1524). Decatur Press, Inc. http://archive.org/details/firstageofportug0000rona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Starr, H. (1993). [Review of Review of Grand Strategies in War and Peace, by P. Kennedy]. The American Political Science Review, 87(1), 261–261. https://doi.org/10.2307/2939032</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Surya, R. A., &amp; Puji, R. P. N. (2024). The Geopolitics of Java in the 17th Century: A Case Study of Mataram Sultanate. Paramita: Historical Studies Journal, 34(2), Article 2. https://doi.org/10.15294/paramita.v34i2.47748</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Teixeira, M. (1963). The Portuguese Missions in Malacca and Singapore (1511-1958): Singapore. Agência Geral do Ultramar.</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Tokan, A. K. H. (2023). Agama Koda. Nilacakra.</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Tokan, F. (2023). Nubanara Peninggalan Megalitik Masyarakat Lewolema Adonara. Nusa Indah.</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lastRenderedPageBreak/>
        <w:t>Vatter, E. (1984). Ata Kiwan. Nusa Indah.</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Villiers, J. (1985). East of Malacca: Three Essays on the Portuguese in the Indonesian Archipelago in the Sixteenth and Early Seventeenth Centuries. Calouste Gulbenkian Foundation.</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Wey, A. L. K., &amp; Harun, A. L. (2018). Grand strategy of the Malacca Sultanate, 1400–1511. Comparative Strategy, 37(1), 49–55. https://doi.org/10.1080/01495933.2017.1419726</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Wijaya, D. N. (2022). Malacca Beyond European Colonialism (15th-17th Centuries). https://repositorio-aberto.up.pt/handle/10216/141531</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Wolters, O. W. (1967). Early Indonesian Commerce: A Study of the Origins of Srīvijaya. Cornell University Press.</w:t>
      </w:r>
    </w:p>
    <w:p w:rsidR="00956ECE" w:rsidRPr="00956ECE" w:rsidRDefault="00956ECE" w:rsidP="00956ECE">
      <w:pPr>
        <w:pStyle w:val="ListParagraph"/>
        <w:numPr>
          <w:ilvl w:val="0"/>
          <w:numId w:val="26"/>
        </w:numPr>
        <w:spacing w:before="120" w:after="120" w:line="240" w:lineRule="auto"/>
        <w:ind w:left="993" w:right="-1" w:hanging="502"/>
        <w:contextualSpacing w:val="0"/>
        <w:jc w:val="both"/>
        <w:rPr>
          <w:rFonts w:ascii="Calibri Light" w:hAnsi="Calibri Light" w:cs="Calibri Light"/>
          <w:sz w:val="24"/>
          <w:szCs w:val="24"/>
        </w:rPr>
      </w:pPr>
      <w:r w:rsidRPr="00956ECE">
        <w:rPr>
          <w:rFonts w:ascii="Calibri Light" w:hAnsi="Calibri Light" w:cs="Calibri Light"/>
          <w:sz w:val="24"/>
          <w:szCs w:val="24"/>
        </w:rPr>
        <w:t>Yoseph, M. P. (2010). Identifikasi Citra Fisik Kota Larantuka Kabupaten Flores Timur berdasarkan BUdaya Portugis [Skripsi, Institut Teknologi Nasional Malang]. https://eprints.itn.ac.id/10855/</w:t>
      </w:r>
    </w:p>
    <w:p w:rsidR="006538D6" w:rsidRPr="00956ECE" w:rsidRDefault="00956ECE" w:rsidP="00956ECE">
      <w:pPr>
        <w:pStyle w:val="ListParagraph"/>
        <w:spacing w:before="120" w:after="120" w:line="240" w:lineRule="auto"/>
        <w:ind w:left="0" w:right="-1"/>
        <w:contextualSpacing w:val="0"/>
        <w:jc w:val="both"/>
        <w:rPr>
          <w:rFonts w:ascii="Calibri Light" w:hAnsi="Calibri Light" w:cs="Calibri Light"/>
          <w:sz w:val="24"/>
          <w:szCs w:val="24"/>
        </w:rPr>
      </w:pPr>
      <w:r w:rsidRPr="00956ECE">
        <w:rPr>
          <w:rFonts w:ascii="Calibri Light" w:hAnsi="Calibri Light" w:cs="Calibri Light"/>
          <w:sz w:val="24"/>
          <w:szCs w:val="24"/>
        </w:rPr>
        <w:fldChar w:fldCharType="end"/>
      </w:r>
    </w:p>
    <w:sectPr w:rsidR="006538D6" w:rsidRPr="00956ECE"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26EF5" w:rsidRDefault="00526EF5">
      <w:r>
        <w:separator/>
      </w:r>
    </w:p>
  </w:endnote>
  <w:endnote w:type="continuationSeparator" w:id="0">
    <w:p w:rsidR="00526EF5" w:rsidRDefault="00526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22F5F" w:rsidRPr="00540F02" w:rsidRDefault="00956ECE"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91736519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" strokecolor="white">
              <v:path arrowok="t"/>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8220C" w:rsidRPr="00540F02" w:rsidRDefault="00956ECE"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51456298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" strokecolor="white">
              <v:path arrowok="t"/>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65E3F" w:rsidRPr="0008220C" w:rsidRDefault="00956ECE"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0" t="0" r="2540" b="1270"/>
              <wp:wrapNone/>
              <wp:docPr id="85253425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" strokecolor="white">
              <v:path arrowok="t"/>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26EF5" w:rsidRDefault="00526EF5">
      <w:r>
        <w:separator/>
      </w:r>
    </w:p>
  </w:footnote>
  <w:footnote w:type="continuationSeparator" w:id="0">
    <w:p w:rsidR="00526EF5" w:rsidRDefault="00526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22F5F" w:rsidRDefault="00956ECE" w:rsidP="00122F5F">
    <w:pPr>
      <w:pStyle w:val="Header"/>
    </w:pPr>
    <w:r>
      <w:rPr>
        <w:noProof/>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53699359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" filled="f" stroked="f">
              <v:path arrowok="t"/>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0" t="0" r="0" b="0"/>
              <wp:wrapNone/>
              <wp:docPr id="78062946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" filled="f" stroked="f">
              <v:path arrowok="t"/>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0" r="0" b="0"/>
              <wp:wrapNone/>
              <wp:docPr id="113967186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" filled="f" stroked="f">
              <v:path arrowok="t"/>
              <v:textbox inset="0,0,0,0">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extent cx="1095375" cy="510540"/>
          <wp:effectExtent l="0" t="0" r="0" b="0"/>
          <wp:docPr id="12"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1054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0F02" w:rsidRDefault="00956ECE" w:rsidP="00540F02">
    <w:pPr>
      <w:pStyle w:val="Header"/>
    </w:pPr>
    <w:r>
      <w:rPr>
        <w:noProof/>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85507936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" filled="f" stroked="f">
              <v:path arrowok="t"/>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0" r="0" b="0"/>
              <wp:wrapNone/>
              <wp:docPr id="213136924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" filled="f" stroked="f">
              <v:path arrowok="t"/>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0" r="0" b="0"/>
              <wp:wrapNone/>
              <wp:docPr id="213989243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" filled="f" stroked="f">
              <v:path arrowok="t"/>
              <v:textbox inset="0,0,0,0">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extent cx="1095375" cy="510540"/>
          <wp:effectExtent l="0" t="0" r="0" b="0"/>
          <wp:docPr id="11"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1054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F1D30" w:rsidRDefault="00956ECE">
    <w:pPr>
      <w:pStyle w:val="Header"/>
    </w:pPr>
    <w:r>
      <w:rPr>
        <w:noProof/>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0" r="0" b="0"/>
              <wp:wrapNone/>
              <wp:docPr id="87961807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" filled="f" stroked="f">
              <v:path arrowok="t"/>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0" r="0" b="0"/>
              <wp:wrapNone/>
              <wp:docPr id="97484652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" filled="f" stroked="f">
              <v:path arrowok="t"/>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0" r="0" b="0"/>
              <wp:wrapNone/>
              <wp:docPr id="26859758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" filled="f" stroked="f">
              <v:path arrowok="t"/>
              <v:textbox inset="0,0,0,0">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extent cx="1095375" cy="510540"/>
          <wp:effectExtent l="0" t="0" r="0" b="0"/>
          <wp:docPr id="10"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1054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756631580">
    <w:abstractNumId w:val="14"/>
  </w:num>
  <w:num w:numId="2" w16cid:durableId="388963715">
    <w:abstractNumId w:val="8"/>
  </w:num>
  <w:num w:numId="3" w16cid:durableId="1430542084">
    <w:abstractNumId w:val="9"/>
  </w:num>
  <w:num w:numId="4" w16cid:durableId="58481034">
    <w:abstractNumId w:val="22"/>
  </w:num>
  <w:num w:numId="5" w16cid:durableId="1367681861">
    <w:abstractNumId w:val="21"/>
  </w:num>
  <w:num w:numId="6" w16cid:durableId="1141271454">
    <w:abstractNumId w:val="20"/>
  </w:num>
  <w:num w:numId="7" w16cid:durableId="1221672539">
    <w:abstractNumId w:val="27"/>
  </w:num>
  <w:num w:numId="8" w16cid:durableId="1737776138">
    <w:abstractNumId w:val="15"/>
  </w:num>
  <w:num w:numId="9" w16cid:durableId="685327546">
    <w:abstractNumId w:val="23"/>
  </w:num>
  <w:num w:numId="10" w16cid:durableId="1190871980">
    <w:abstractNumId w:val="24"/>
  </w:num>
  <w:num w:numId="11" w16cid:durableId="1338848548">
    <w:abstractNumId w:val="11"/>
  </w:num>
  <w:num w:numId="12" w16cid:durableId="1647590703">
    <w:abstractNumId w:val="18"/>
  </w:num>
  <w:num w:numId="13" w16cid:durableId="1958246629">
    <w:abstractNumId w:val="7"/>
  </w:num>
  <w:num w:numId="14" w16cid:durableId="1200050429">
    <w:abstractNumId w:val="0"/>
  </w:num>
  <w:num w:numId="15" w16cid:durableId="795028017">
    <w:abstractNumId w:val="28"/>
  </w:num>
  <w:num w:numId="16" w16cid:durableId="1634406185">
    <w:abstractNumId w:val="19"/>
  </w:num>
  <w:num w:numId="17" w16cid:durableId="1515605106">
    <w:abstractNumId w:val="26"/>
  </w:num>
  <w:num w:numId="18" w16cid:durableId="122819819">
    <w:abstractNumId w:val="25"/>
  </w:num>
  <w:num w:numId="19" w16cid:durableId="535896928">
    <w:abstractNumId w:val="17"/>
  </w:num>
  <w:num w:numId="20" w16cid:durableId="1658726444">
    <w:abstractNumId w:val="5"/>
  </w:num>
  <w:num w:numId="21" w16cid:durableId="1290358147">
    <w:abstractNumId w:val="1"/>
  </w:num>
  <w:num w:numId="22" w16cid:durableId="1293711553">
    <w:abstractNumId w:val="12"/>
  </w:num>
  <w:num w:numId="23" w16cid:durableId="1445929952">
    <w:abstractNumId w:val="2"/>
  </w:num>
  <w:num w:numId="24" w16cid:durableId="2135367638">
    <w:abstractNumId w:val="3"/>
  </w:num>
  <w:num w:numId="25" w16cid:durableId="115637901">
    <w:abstractNumId w:val="4"/>
  </w:num>
  <w:num w:numId="26" w16cid:durableId="728263519">
    <w:abstractNumId w:val="10"/>
  </w:num>
  <w:num w:numId="27" w16cid:durableId="1651208851">
    <w:abstractNumId w:val="13"/>
  </w:num>
  <w:num w:numId="28" w16cid:durableId="929771949">
    <w:abstractNumId w:val="6"/>
  </w:num>
  <w:num w:numId="29" w16cid:durableId="18569156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attachedTemplate r:id="rId1"/>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A2D"/>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1764"/>
    <w:rsid w:val="000A2548"/>
    <w:rsid w:val="000B0038"/>
    <w:rsid w:val="000B0707"/>
    <w:rsid w:val="000B0CE5"/>
    <w:rsid w:val="000B4A2D"/>
    <w:rsid w:val="000B59CD"/>
    <w:rsid w:val="000C3688"/>
    <w:rsid w:val="000E1F30"/>
    <w:rsid w:val="000E31DC"/>
    <w:rsid w:val="000F66AA"/>
    <w:rsid w:val="00103AFF"/>
    <w:rsid w:val="00110D78"/>
    <w:rsid w:val="00116ED8"/>
    <w:rsid w:val="00117792"/>
    <w:rsid w:val="00122F5F"/>
    <w:rsid w:val="00123EF2"/>
    <w:rsid w:val="001245CB"/>
    <w:rsid w:val="00124C75"/>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C26F8"/>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26EF5"/>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5ED9"/>
    <w:rsid w:val="006B6E0F"/>
    <w:rsid w:val="006C0DD1"/>
    <w:rsid w:val="006C65C4"/>
    <w:rsid w:val="006C6EBD"/>
    <w:rsid w:val="006C7730"/>
    <w:rsid w:val="006D6149"/>
    <w:rsid w:val="006D782E"/>
    <w:rsid w:val="006E119C"/>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56ECE"/>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1638"/>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834E0"/>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84634B"/>
  <w14:defaultImageDpi w14:val="0"/>
  <w15:docId w15:val="{8D660234-CD87-DD47-A912-D1FDFAC2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Bibliography">
    <w:name w:val="Bibliography"/>
    <w:basedOn w:val="Normal"/>
    <w:next w:val="Normal"/>
    <w:uiPriority w:val="37"/>
    <w:unhideWhenUsed/>
    <w:rsid w:val="00956ECE"/>
    <w:pPr>
      <w:spacing w:line="480" w:lineRule="auto"/>
      <w:ind w:left="720" w:hanging="720"/>
    </w:pPr>
  </w:style>
  <w:style w:type="paragraph" w:styleId="NormalWeb">
    <w:name w:val="Normal (Web)"/>
    <w:basedOn w:val="Normal"/>
    <w:uiPriority w:val="99"/>
    <w:unhideWhenUsed/>
    <w:rsid w:val="006C0DD1"/>
    <w:pPr>
      <w:autoSpaceDE/>
      <w:autoSpaceDN/>
      <w:spacing w:before="100" w:beforeAutospacing="1" w:after="100" w:afterAutospacing="1"/>
    </w:pPr>
    <w:rPr>
      <w:sz w:val="24"/>
      <w:szCs w:val="24"/>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375987">
      <w:bodyDiv w:val="1"/>
      <w:marLeft w:val="0"/>
      <w:marRight w:val="0"/>
      <w:marTop w:val="0"/>
      <w:marBottom w:val="0"/>
      <w:divBdr>
        <w:top w:val="none" w:sz="0" w:space="0" w:color="auto"/>
        <w:left w:val="none" w:sz="0" w:space="0" w:color="auto"/>
        <w:bottom w:val="none" w:sz="0" w:space="0" w:color="auto"/>
        <w:right w:val="none" w:sz="0" w:space="0" w:color="auto"/>
      </w:divBdr>
      <w:divsChild>
        <w:div w:id="252858788">
          <w:marLeft w:val="0"/>
          <w:marRight w:val="0"/>
          <w:marTop w:val="0"/>
          <w:marBottom w:val="0"/>
          <w:divBdr>
            <w:top w:val="none" w:sz="0" w:space="0" w:color="auto"/>
            <w:left w:val="none" w:sz="0" w:space="0" w:color="auto"/>
            <w:bottom w:val="none" w:sz="0" w:space="0" w:color="auto"/>
            <w:right w:val="none" w:sz="0" w:space="0" w:color="auto"/>
          </w:divBdr>
          <w:divsChild>
            <w:div w:id="1047334663">
              <w:marLeft w:val="0"/>
              <w:marRight w:val="0"/>
              <w:marTop w:val="0"/>
              <w:marBottom w:val="0"/>
              <w:divBdr>
                <w:top w:val="none" w:sz="0" w:space="0" w:color="auto"/>
                <w:left w:val="none" w:sz="0" w:space="0" w:color="auto"/>
                <w:bottom w:val="none" w:sz="0" w:space="0" w:color="auto"/>
                <w:right w:val="none" w:sz="0" w:space="0" w:color="auto"/>
              </w:divBdr>
              <w:divsChild>
                <w:div w:id="103720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ya.negri.fis@um.ac.id"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webSettings" Target="web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yanegriwijaya/Downloads/Grand%20Strategy%20of%20Larantuka%20Kingdom-%20A%20Historical%20Perspectiv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Grand Strategy of Larantuka Kingdom- A Historical Perspective.dotx</Template>
  <TotalTime>21</TotalTime>
  <Pages>20</Pages>
  <Words>29420</Words>
  <Characters>167697</Characters>
  <Application>Microsoft Office Word</Application>
  <DocSecurity>0</DocSecurity>
  <Lines>1397</Lines>
  <Paragraphs>393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196724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Microsoft Office User</dc:creator>
  <cp:keywords/>
  <dc:description/>
  <cp:lastModifiedBy>afwan mufti</cp:lastModifiedBy>
  <cp:revision>2</cp:revision>
  <cp:lastPrinted>2008-11-01T04:52:00Z</cp:lastPrinted>
  <dcterms:created xsi:type="dcterms:W3CDTF">2025-06-07T13:41:00Z</dcterms:created>
  <dcterms:modified xsi:type="dcterms:W3CDTF">2025-06-07T14:18:00Z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zotero-version="7.0.15"&gt;&lt;session id="sYoH7Wzu"/&gt;&lt;style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